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796821" w:rsidRPr="007349F7" w:rsidRDefault="00796821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p w:rsidR="006C6763" w:rsidRPr="007349F7" w:rsidRDefault="006C6763" w:rsidP="00113C96">
      <w:pPr>
        <w:jc w:val="center"/>
        <w:rPr>
          <w:rFonts w:cs="Arial"/>
          <w:color w:val="000000" w:themeColor="text1"/>
        </w:rPr>
      </w:pPr>
    </w:p>
    <w:tbl>
      <w:tblPr>
        <w:tblStyle w:val="Mkatabulky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1559"/>
        <w:gridCol w:w="4254"/>
        <w:gridCol w:w="1133"/>
      </w:tblGrid>
      <w:tr w:rsidR="00796821" w:rsidRPr="007349F7" w:rsidTr="00ED492F">
        <w:trPr>
          <w:jc w:val="center"/>
        </w:trPr>
        <w:tc>
          <w:tcPr>
            <w:tcW w:w="5386" w:type="dxa"/>
            <w:gridSpan w:val="3"/>
          </w:tcPr>
          <w:p w:rsidR="00796821" w:rsidRPr="007349F7" w:rsidRDefault="00796821" w:rsidP="00ED492F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PROJEKTANT</w:t>
            </w: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 wp14:anchorId="68388EA6" wp14:editId="5CC56220">
                  <wp:extent cx="1809750" cy="295862"/>
                  <wp:effectExtent l="1905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917" cy="30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REINVEST spol. s r. o., K Novému dvoru 897/66, 142 00 Praha 4</w:t>
            </w:r>
          </w:p>
        </w:tc>
        <w:tc>
          <w:tcPr>
            <w:tcW w:w="5387" w:type="dxa"/>
            <w:gridSpan w:val="2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INVESTOR</w:t>
            </w:r>
          </w:p>
          <w:p w:rsidR="00796821" w:rsidRPr="007349F7" w:rsidRDefault="00796821" w:rsidP="00ED492F">
            <w:pPr>
              <w:rPr>
                <w:rFonts w:eastAsia="Calibri" w:cs="Arial"/>
                <w:sz w:val="18"/>
                <w:szCs w:val="18"/>
              </w:rPr>
            </w:pPr>
          </w:p>
          <w:p w:rsidR="00796821" w:rsidRPr="007349F7" w:rsidRDefault="00796821" w:rsidP="00ED492F">
            <w:pPr>
              <w:tabs>
                <w:tab w:val="left" w:pos="3030"/>
              </w:tabs>
              <w:rPr>
                <w:rFonts w:cs="Arial"/>
                <w:sz w:val="14"/>
                <w:szCs w:val="14"/>
              </w:rPr>
            </w:pPr>
            <w:r w:rsidRPr="007349F7">
              <w:rPr>
                <w:rFonts w:eastAsia="Calibri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1B524E14" wp14:editId="3F8A10AF">
                  <wp:simplePos x="0" y="0"/>
                  <wp:positionH relativeFrom="column">
                    <wp:posOffset>75566</wp:posOffset>
                  </wp:positionH>
                  <wp:positionV relativeFrom="paragraph">
                    <wp:posOffset>50800</wp:posOffset>
                  </wp:positionV>
                  <wp:extent cx="457200" cy="740019"/>
                  <wp:effectExtent l="0" t="0" r="0" b="3175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47" cy="747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349F7">
              <w:rPr>
                <w:rFonts w:cs="Arial"/>
                <w:sz w:val="14"/>
                <w:szCs w:val="14"/>
              </w:rPr>
              <w:t xml:space="preserve">                                  </w:t>
            </w:r>
          </w:p>
          <w:p w:rsidR="00796821" w:rsidRPr="007349F7" w:rsidRDefault="00796821" w:rsidP="00ED492F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 xml:space="preserve">                                       Město Kolín</w:t>
            </w:r>
          </w:p>
          <w:p w:rsidR="00796821" w:rsidRPr="007349F7" w:rsidRDefault="00796821" w:rsidP="00ED492F">
            <w:pPr>
              <w:tabs>
                <w:tab w:val="left" w:pos="1620"/>
              </w:tabs>
              <w:rPr>
                <w:rFonts w:cs="Arial"/>
                <w:b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 xml:space="preserve">                                       Karlovo nám. 78, 280 12 Kolín 1</w:t>
            </w:r>
          </w:p>
          <w:p w:rsidR="00796821" w:rsidRPr="007349F7" w:rsidRDefault="00796821" w:rsidP="00ED492F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ind w:left="1416"/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ind w:left="1416"/>
              <w:rPr>
                <w:rFonts w:cs="Arial"/>
                <w:sz w:val="14"/>
                <w:szCs w:val="14"/>
              </w:rPr>
            </w:pPr>
          </w:p>
        </w:tc>
      </w:tr>
      <w:tr w:rsidR="00796821" w:rsidRPr="007349F7" w:rsidTr="00ED492F">
        <w:trPr>
          <w:jc w:val="center"/>
        </w:trPr>
        <w:tc>
          <w:tcPr>
            <w:tcW w:w="9640" w:type="dxa"/>
            <w:gridSpan w:val="4"/>
          </w:tcPr>
          <w:p w:rsidR="00796821" w:rsidRPr="007349F7" w:rsidRDefault="00796821" w:rsidP="00ED492F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AKCE</w:t>
            </w:r>
          </w:p>
          <w:p w:rsidR="00796821" w:rsidRPr="007349F7" w:rsidRDefault="00796821" w:rsidP="00ED492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7349F7">
              <w:rPr>
                <w:rFonts w:cs="Arial"/>
                <w:b/>
                <w:sz w:val="28"/>
                <w:szCs w:val="28"/>
              </w:rPr>
              <w:t>Rekonstrukce ulice Nerudova</w:t>
            </w:r>
          </w:p>
          <w:p w:rsidR="00796821" w:rsidRPr="007349F7" w:rsidRDefault="00796821" w:rsidP="00ED492F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133" w:type="dxa"/>
            <w:vMerge w:val="restart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STUPEŇ</w:t>
            </w: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820251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7349F7">
              <w:rPr>
                <w:rFonts w:cs="Arial"/>
                <w:sz w:val="14"/>
                <w:szCs w:val="14"/>
              </w:rPr>
              <w:t xml:space="preserve"> </w:t>
            </w:r>
            <w:r w:rsidRPr="007349F7">
              <w:rPr>
                <w:rFonts w:cs="Arial"/>
                <w:b/>
                <w:sz w:val="18"/>
                <w:szCs w:val="18"/>
              </w:rPr>
              <w:t>D</w:t>
            </w:r>
            <w:r w:rsidR="00FD2450">
              <w:rPr>
                <w:rFonts w:cs="Arial"/>
                <w:b/>
                <w:sz w:val="18"/>
                <w:szCs w:val="18"/>
              </w:rPr>
              <w:t>ZS</w:t>
            </w:r>
            <w:r w:rsidR="00820251" w:rsidRPr="007349F7">
              <w:rPr>
                <w:rFonts w:cs="Arial"/>
                <w:b/>
                <w:sz w:val="18"/>
                <w:szCs w:val="18"/>
              </w:rPr>
              <w:t>,</w:t>
            </w:r>
            <w:r w:rsidRPr="007349F7">
              <w:rPr>
                <w:rFonts w:cs="Arial"/>
                <w:b/>
                <w:sz w:val="18"/>
                <w:szCs w:val="18"/>
              </w:rPr>
              <w:t xml:space="preserve"> D</w:t>
            </w:r>
            <w:r w:rsidR="00FD2450">
              <w:rPr>
                <w:rFonts w:cs="Arial"/>
                <w:b/>
                <w:sz w:val="18"/>
                <w:szCs w:val="18"/>
              </w:rPr>
              <w:t>PS</w:t>
            </w:r>
            <w:bookmarkStart w:id="0" w:name="_GoBack"/>
            <w:bookmarkEnd w:id="0"/>
          </w:p>
        </w:tc>
      </w:tr>
      <w:tr w:rsidR="00796821" w:rsidRPr="007349F7" w:rsidTr="00ED492F">
        <w:trPr>
          <w:trHeight w:val="317"/>
          <w:jc w:val="center"/>
        </w:trPr>
        <w:tc>
          <w:tcPr>
            <w:tcW w:w="1985" w:type="dxa"/>
          </w:tcPr>
          <w:p w:rsidR="00796821" w:rsidRPr="007349F7" w:rsidRDefault="00796821" w:rsidP="00ED492F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HLAVNÍ ING. PROJEKTU</w:t>
            </w:r>
          </w:p>
          <w:p w:rsidR="00796821" w:rsidRPr="007349F7" w:rsidRDefault="00796821" w:rsidP="00ED492F">
            <w:pPr>
              <w:jc w:val="center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>ing. Marek Raška</w:t>
            </w:r>
          </w:p>
        </w:tc>
        <w:tc>
          <w:tcPr>
            <w:tcW w:w="1842" w:type="dxa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KATASTR</w:t>
            </w:r>
          </w:p>
          <w:p w:rsidR="00796821" w:rsidRPr="007349F7" w:rsidRDefault="00796821" w:rsidP="00ED492F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>Kolín</w:t>
            </w:r>
          </w:p>
        </w:tc>
        <w:tc>
          <w:tcPr>
            <w:tcW w:w="5813" w:type="dxa"/>
            <w:gridSpan w:val="2"/>
            <w:vMerge w:val="restart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ČÁST</w:t>
            </w:r>
          </w:p>
          <w:p w:rsidR="00796821" w:rsidRPr="007349F7" w:rsidRDefault="00ED492F" w:rsidP="00B156A5">
            <w:pPr>
              <w:jc w:val="center"/>
              <w:rPr>
                <w:rFonts w:cs="Arial"/>
                <w:b/>
                <w:sz w:val="28"/>
                <w:szCs w:val="14"/>
              </w:rPr>
            </w:pPr>
            <w:r w:rsidRPr="007349F7">
              <w:rPr>
                <w:rFonts w:cs="Arial"/>
                <w:b/>
                <w:sz w:val="28"/>
                <w:szCs w:val="14"/>
              </w:rPr>
              <w:t>D.1.</w:t>
            </w:r>
            <w:r w:rsidR="00B156A5">
              <w:rPr>
                <w:rFonts w:cs="Arial"/>
                <w:b/>
                <w:sz w:val="28"/>
                <w:szCs w:val="14"/>
              </w:rPr>
              <w:t>3</w:t>
            </w:r>
            <w:r w:rsidRPr="007349F7">
              <w:rPr>
                <w:rFonts w:cs="Arial"/>
                <w:b/>
                <w:sz w:val="28"/>
                <w:szCs w:val="14"/>
              </w:rPr>
              <w:t xml:space="preserve"> - </w:t>
            </w:r>
            <w:r w:rsidR="00B156A5">
              <w:rPr>
                <w:rFonts w:cs="Arial"/>
                <w:b/>
                <w:sz w:val="28"/>
                <w:szCs w:val="14"/>
              </w:rPr>
              <w:t>PBŘ</w:t>
            </w:r>
          </w:p>
        </w:tc>
        <w:tc>
          <w:tcPr>
            <w:tcW w:w="1133" w:type="dxa"/>
            <w:vMerge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</w:tr>
      <w:tr w:rsidR="00796821" w:rsidRPr="007349F7" w:rsidTr="00ED492F">
        <w:trPr>
          <w:trHeight w:val="298"/>
          <w:jc w:val="center"/>
        </w:trPr>
        <w:tc>
          <w:tcPr>
            <w:tcW w:w="1985" w:type="dxa"/>
          </w:tcPr>
          <w:p w:rsidR="00796821" w:rsidRPr="007349F7" w:rsidRDefault="00796821" w:rsidP="00ED492F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ODPOVĚDNÝ PROJEKTANT</w:t>
            </w:r>
          </w:p>
          <w:p w:rsidR="00796821" w:rsidRPr="007349F7" w:rsidRDefault="00ED492F" w:rsidP="00EE655A">
            <w:pPr>
              <w:jc w:val="center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 xml:space="preserve">Ing. </w:t>
            </w:r>
            <w:r w:rsidR="00EE655A" w:rsidRPr="007349F7">
              <w:rPr>
                <w:rFonts w:cs="Arial"/>
                <w:sz w:val="14"/>
                <w:szCs w:val="14"/>
              </w:rPr>
              <w:t>Jiří Sobol</w:t>
            </w:r>
          </w:p>
        </w:tc>
        <w:tc>
          <w:tcPr>
            <w:tcW w:w="1842" w:type="dxa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STUPEŇ</w:t>
            </w:r>
          </w:p>
          <w:p w:rsidR="00796821" w:rsidRPr="007349F7" w:rsidRDefault="00796821" w:rsidP="00ED492F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813" w:type="dxa"/>
            <w:gridSpan w:val="2"/>
            <w:vMerge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3" w:type="dxa"/>
            <w:vMerge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</w:tr>
      <w:tr w:rsidR="00796821" w:rsidRPr="007349F7" w:rsidTr="00ED492F">
        <w:trPr>
          <w:trHeight w:val="348"/>
          <w:jc w:val="center"/>
        </w:trPr>
        <w:tc>
          <w:tcPr>
            <w:tcW w:w="1985" w:type="dxa"/>
          </w:tcPr>
          <w:p w:rsidR="00796821" w:rsidRPr="007349F7" w:rsidRDefault="00796821" w:rsidP="00ED492F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SPOLUAUTOR</w:t>
            </w:r>
          </w:p>
          <w:p w:rsidR="00796821" w:rsidRPr="007349F7" w:rsidRDefault="00820251" w:rsidP="00820251">
            <w:pPr>
              <w:jc w:val="center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---</w:t>
            </w:r>
          </w:p>
        </w:tc>
        <w:tc>
          <w:tcPr>
            <w:tcW w:w="1842" w:type="dxa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SOUŘ. SYSTÉM</w:t>
            </w:r>
          </w:p>
          <w:p w:rsidR="00796821" w:rsidRPr="007349F7" w:rsidRDefault="00796821" w:rsidP="00ED492F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7349F7">
              <w:rPr>
                <w:rFonts w:cs="Arial"/>
                <w:b/>
                <w:sz w:val="14"/>
                <w:szCs w:val="14"/>
              </w:rPr>
              <w:t>JTSK</w:t>
            </w:r>
          </w:p>
        </w:tc>
        <w:tc>
          <w:tcPr>
            <w:tcW w:w="1559" w:type="dxa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DATUM</w:t>
            </w:r>
          </w:p>
          <w:p w:rsidR="00796821" w:rsidRPr="007349F7" w:rsidRDefault="00FD2450" w:rsidP="00ED492F">
            <w:pPr>
              <w:jc w:val="center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2/2018</w:t>
            </w:r>
          </w:p>
        </w:tc>
        <w:tc>
          <w:tcPr>
            <w:tcW w:w="4254" w:type="dxa"/>
            <w:vMerge w:val="restart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PŘÍLOHA</w:t>
            </w:r>
          </w:p>
        </w:tc>
        <w:tc>
          <w:tcPr>
            <w:tcW w:w="1133" w:type="dxa"/>
            <w:vMerge w:val="restart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ČÍSLO SOUPRAVY</w:t>
            </w: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  <w:p w:rsidR="00796821" w:rsidRPr="007349F7" w:rsidRDefault="00796821" w:rsidP="00ED492F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</w:tc>
      </w:tr>
      <w:tr w:rsidR="00796821" w:rsidRPr="007349F7" w:rsidTr="00ED492F">
        <w:trPr>
          <w:jc w:val="center"/>
        </w:trPr>
        <w:tc>
          <w:tcPr>
            <w:tcW w:w="1985" w:type="dxa"/>
          </w:tcPr>
          <w:p w:rsidR="00796821" w:rsidRPr="007349F7" w:rsidRDefault="00796821" w:rsidP="00ED492F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KRESLIL</w:t>
            </w: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842" w:type="dxa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MĚŘÍTKO</w:t>
            </w: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VARIANTA</w:t>
            </w: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4254" w:type="dxa"/>
            <w:vMerge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3" w:type="dxa"/>
            <w:vMerge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</w:tr>
      <w:tr w:rsidR="00796821" w:rsidRPr="007349F7" w:rsidTr="00ED492F">
        <w:trPr>
          <w:jc w:val="center"/>
        </w:trPr>
        <w:tc>
          <w:tcPr>
            <w:tcW w:w="1985" w:type="dxa"/>
          </w:tcPr>
          <w:p w:rsidR="00796821" w:rsidRPr="007349F7" w:rsidRDefault="00796821" w:rsidP="00ED492F">
            <w:pPr>
              <w:ind w:left="-108"/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ZAMĚŘIL</w:t>
            </w: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842" w:type="dxa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POČET FORMÁTŮ</w:t>
            </w:r>
          </w:p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  <w:r w:rsidRPr="007349F7">
              <w:rPr>
                <w:rFonts w:cs="Arial"/>
                <w:sz w:val="14"/>
                <w:szCs w:val="14"/>
              </w:rPr>
              <w:t>ČÍSLO ZAKÁZKY</w:t>
            </w:r>
          </w:p>
        </w:tc>
        <w:tc>
          <w:tcPr>
            <w:tcW w:w="4254" w:type="dxa"/>
            <w:vMerge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1133" w:type="dxa"/>
            <w:vMerge/>
          </w:tcPr>
          <w:p w:rsidR="00796821" w:rsidRPr="007349F7" w:rsidRDefault="00796821" w:rsidP="00ED492F">
            <w:pPr>
              <w:rPr>
                <w:rFonts w:cs="Arial"/>
                <w:sz w:val="14"/>
                <w:szCs w:val="14"/>
              </w:rPr>
            </w:pPr>
          </w:p>
        </w:tc>
      </w:tr>
    </w:tbl>
    <w:p w:rsidR="00C5703F" w:rsidRPr="007349F7" w:rsidRDefault="00C5703F" w:rsidP="00113C96">
      <w:pPr>
        <w:jc w:val="center"/>
        <w:rPr>
          <w:rFonts w:cs="Arial"/>
          <w:color w:val="000000" w:themeColor="text1"/>
        </w:rPr>
      </w:pPr>
    </w:p>
    <w:p w:rsidR="00083CDD" w:rsidRPr="007349F7" w:rsidRDefault="00083CDD">
      <w:pPr>
        <w:rPr>
          <w:rFonts w:cs="Arial"/>
          <w:color w:val="000000" w:themeColor="text1"/>
        </w:rPr>
        <w:sectPr w:rsidR="00083CDD" w:rsidRPr="007349F7" w:rsidSect="00796821">
          <w:headerReference w:type="first" r:id="rId10"/>
          <w:type w:val="continuous"/>
          <w:pgSz w:w="11906" w:h="16838" w:code="9"/>
          <w:pgMar w:top="1134" w:right="1701" w:bottom="1134" w:left="1701" w:header="709" w:footer="709" w:gutter="0"/>
          <w:cols w:space="708"/>
          <w:titlePg/>
          <w:docGrid w:linePitch="360"/>
        </w:sectPr>
      </w:pPr>
    </w:p>
    <w:p w:rsidR="00E27980" w:rsidRPr="007349F7" w:rsidRDefault="00E27980" w:rsidP="00E27980">
      <w:pPr>
        <w:rPr>
          <w:rFonts w:cs="Arial"/>
          <w:color w:val="000000" w:themeColor="text1"/>
          <w:sz w:val="16"/>
          <w:szCs w:val="16"/>
        </w:rPr>
      </w:pPr>
    </w:p>
    <w:p w:rsidR="00292FE9" w:rsidRPr="007349F7" w:rsidRDefault="00292FE9" w:rsidP="00BB6B5D">
      <w:pPr>
        <w:pStyle w:val="Nadpis1"/>
      </w:pPr>
      <w:bookmarkStart w:id="1" w:name="_Toc485363053"/>
      <w:r w:rsidRPr="007349F7">
        <w:t>Identifikační údaje</w:t>
      </w:r>
      <w:bookmarkEnd w:id="1"/>
    </w:p>
    <w:p w:rsidR="004A0786" w:rsidRPr="007349F7" w:rsidRDefault="004A0786" w:rsidP="00BB6B5D">
      <w:pPr>
        <w:pStyle w:val="Nadpis2"/>
      </w:pPr>
      <w:bookmarkStart w:id="2" w:name="_Toc485363054"/>
      <w:r w:rsidRPr="007349F7">
        <w:t>Údaje o stavbě</w:t>
      </w:r>
      <w:bookmarkEnd w:id="2"/>
      <w:r w:rsidRPr="007349F7">
        <w:t xml:space="preserve"> </w:t>
      </w:r>
    </w:p>
    <w:p w:rsidR="00891E2D" w:rsidRPr="007349F7" w:rsidRDefault="009F0A34" w:rsidP="00891E2D">
      <w:pPr>
        <w:tabs>
          <w:tab w:val="left" w:pos="2410"/>
        </w:tabs>
        <w:spacing w:after="120"/>
        <w:rPr>
          <w:rFonts w:cs="Arial"/>
        </w:rPr>
      </w:pPr>
      <w:r w:rsidRPr="007349F7">
        <w:rPr>
          <w:rFonts w:cs="Arial"/>
        </w:rPr>
        <w:t>Název stavby:</w:t>
      </w:r>
      <w:r w:rsidRPr="007349F7">
        <w:rPr>
          <w:rFonts w:cs="Arial"/>
        </w:rPr>
        <w:tab/>
      </w:r>
      <w:r w:rsidR="00891E2D" w:rsidRPr="007349F7">
        <w:rPr>
          <w:rFonts w:cs="Arial"/>
        </w:rPr>
        <w:t>Rekonstrukce ulice Nerudova</w:t>
      </w:r>
    </w:p>
    <w:p w:rsidR="004A0786" w:rsidRPr="007349F7" w:rsidRDefault="009F0A34" w:rsidP="00891E2D">
      <w:pPr>
        <w:tabs>
          <w:tab w:val="left" w:pos="2410"/>
        </w:tabs>
        <w:spacing w:after="120"/>
        <w:rPr>
          <w:rFonts w:cs="Arial"/>
        </w:rPr>
      </w:pPr>
      <w:r w:rsidRPr="007349F7">
        <w:rPr>
          <w:rFonts w:cs="Arial"/>
        </w:rPr>
        <w:t>Místo stavby:</w:t>
      </w:r>
      <w:r w:rsidRPr="007349F7">
        <w:rPr>
          <w:rFonts w:cs="Arial"/>
        </w:rPr>
        <w:tab/>
      </w:r>
      <w:r w:rsidR="00891E2D" w:rsidRPr="007349F7">
        <w:rPr>
          <w:rFonts w:cs="Arial"/>
        </w:rPr>
        <w:t>město Kolín</w:t>
      </w:r>
    </w:p>
    <w:p w:rsidR="00304521" w:rsidRPr="007349F7" w:rsidRDefault="009F0A34" w:rsidP="00891E2D">
      <w:pPr>
        <w:tabs>
          <w:tab w:val="left" w:pos="2410"/>
        </w:tabs>
        <w:spacing w:after="120"/>
        <w:rPr>
          <w:rFonts w:cs="Arial"/>
        </w:rPr>
      </w:pPr>
      <w:r w:rsidRPr="007349F7">
        <w:rPr>
          <w:rFonts w:cs="Arial"/>
        </w:rPr>
        <w:t>K</w:t>
      </w:r>
      <w:r w:rsidR="00304521" w:rsidRPr="007349F7">
        <w:rPr>
          <w:rFonts w:cs="Arial"/>
        </w:rPr>
        <w:t>atastrální území</w:t>
      </w:r>
      <w:r w:rsidRPr="007349F7">
        <w:rPr>
          <w:rFonts w:cs="Arial"/>
        </w:rPr>
        <w:t>:</w:t>
      </w:r>
      <w:r w:rsidRPr="007349F7">
        <w:rPr>
          <w:rFonts w:cs="Arial"/>
        </w:rPr>
        <w:tab/>
      </w:r>
      <w:r w:rsidR="00891E2D" w:rsidRPr="007349F7">
        <w:rPr>
          <w:rFonts w:cs="Arial"/>
        </w:rPr>
        <w:t>Kolín</w:t>
      </w:r>
      <w:r w:rsidR="001450CA" w:rsidRPr="007349F7">
        <w:rPr>
          <w:rFonts w:cs="Arial"/>
        </w:rPr>
        <w:t xml:space="preserve"> (</w:t>
      </w:r>
      <w:r w:rsidR="00891E2D" w:rsidRPr="007349F7">
        <w:rPr>
          <w:rFonts w:cs="Arial"/>
        </w:rPr>
        <w:t>668150</w:t>
      </w:r>
      <w:r w:rsidR="001450CA" w:rsidRPr="007349F7">
        <w:rPr>
          <w:rFonts w:cs="Arial"/>
        </w:rPr>
        <w:t>)</w:t>
      </w:r>
    </w:p>
    <w:p w:rsidR="007B6589" w:rsidRPr="007349F7" w:rsidRDefault="007B6589" w:rsidP="004A0786">
      <w:pPr>
        <w:rPr>
          <w:rFonts w:cs="Arial"/>
        </w:rPr>
      </w:pPr>
    </w:p>
    <w:p w:rsidR="00CF0423" w:rsidRPr="007349F7" w:rsidRDefault="00CF0423" w:rsidP="004A0786">
      <w:pPr>
        <w:rPr>
          <w:rFonts w:cs="Arial"/>
        </w:rPr>
      </w:pPr>
    </w:p>
    <w:p w:rsidR="006D2847" w:rsidRPr="007349F7" w:rsidRDefault="006D2847" w:rsidP="00BB6B5D">
      <w:pPr>
        <w:pStyle w:val="Nadpis2"/>
      </w:pPr>
      <w:bookmarkStart w:id="3" w:name="_Toc352133436"/>
      <w:bookmarkStart w:id="4" w:name="_Toc485363055"/>
      <w:r w:rsidRPr="007349F7">
        <w:t>Údaje o stavebníkovi</w:t>
      </w:r>
      <w:bookmarkEnd w:id="3"/>
      <w:bookmarkEnd w:id="4"/>
      <w:r w:rsidRPr="007349F7">
        <w:t xml:space="preserve"> </w:t>
      </w:r>
    </w:p>
    <w:p w:rsidR="00891E2D" w:rsidRPr="007349F7" w:rsidRDefault="006D2847" w:rsidP="00891E2D">
      <w:pPr>
        <w:tabs>
          <w:tab w:val="left" w:pos="2410"/>
        </w:tabs>
        <w:rPr>
          <w:rFonts w:cs="Arial"/>
        </w:rPr>
      </w:pPr>
      <w:r w:rsidRPr="007349F7">
        <w:rPr>
          <w:rFonts w:cs="Arial"/>
        </w:rPr>
        <w:t>Stavebník / Investor:</w:t>
      </w:r>
      <w:r w:rsidR="007B6589" w:rsidRPr="007349F7">
        <w:rPr>
          <w:rFonts w:cs="Arial"/>
        </w:rPr>
        <w:tab/>
      </w:r>
      <w:r w:rsidR="00891E2D" w:rsidRPr="007349F7">
        <w:rPr>
          <w:rFonts w:cs="Arial"/>
        </w:rPr>
        <w:t>Město Kolín</w:t>
      </w:r>
    </w:p>
    <w:p w:rsidR="003A684D" w:rsidRPr="007349F7" w:rsidRDefault="00891E2D" w:rsidP="00891E2D">
      <w:pPr>
        <w:tabs>
          <w:tab w:val="left" w:pos="2410"/>
        </w:tabs>
        <w:rPr>
          <w:rFonts w:cs="Arial"/>
        </w:rPr>
      </w:pPr>
      <w:r w:rsidRPr="007349F7">
        <w:rPr>
          <w:rFonts w:cs="Arial"/>
        </w:rPr>
        <w:t xml:space="preserve">                                       </w:t>
      </w:r>
      <w:r w:rsidRPr="007349F7">
        <w:rPr>
          <w:rFonts w:cs="Arial"/>
        </w:rPr>
        <w:tab/>
        <w:t>Karlovo nám. 78, 280 12 Kolín</w:t>
      </w:r>
    </w:p>
    <w:p w:rsidR="00BB7916" w:rsidRPr="007349F7" w:rsidRDefault="00BB7916" w:rsidP="004A0786">
      <w:pPr>
        <w:rPr>
          <w:rFonts w:cs="Arial"/>
        </w:rPr>
      </w:pPr>
    </w:p>
    <w:p w:rsidR="00CF0423" w:rsidRPr="007349F7" w:rsidRDefault="00CF0423" w:rsidP="004A0786">
      <w:pPr>
        <w:rPr>
          <w:rFonts w:cs="Arial"/>
        </w:rPr>
      </w:pPr>
    </w:p>
    <w:p w:rsidR="006D2847" w:rsidRPr="007349F7" w:rsidRDefault="006D2847" w:rsidP="00BB6B5D">
      <w:pPr>
        <w:pStyle w:val="Nadpis2"/>
      </w:pPr>
      <w:bookmarkStart w:id="5" w:name="_Toc352133437"/>
      <w:bookmarkStart w:id="6" w:name="_Toc485363056"/>
      <w:r w:rsidRPr="007349F7">
        <w:t>Údaje o zpracovateli projektové dokumentace</w:t>
      </w:r>
      <w:bookmarkEnd w:id="5"/>
      <w:bookmarkEnd w:id="6"/>
    </w:p>
    <w:p w:rsidR="00BA092D" w:rsidRPr="007349F7" w:rsidRDefault="00BA092D" w:rsidP="003A684D">
      <w:pPr>
        <w:tabs>
          <w:tab w:val="left" w:pos="2410"/>
        </w:tabs>
        <w:spacing w:after="120"/>
        <w:rPr>
          <w:rFonts w:cs="Arial"/>
          <w:b/>
        </w:rPr>
      </w:pPr>
      <w:r w:rsidRPr="007349F7">
        <w:rPr>
          <w:rFonts w:cs="Arial"/>
          <w:b/>
        </w:rPr>
        <w:t>Generální projektant</w:t>
      </w:r>
    </w:p>
    <w:p w:rsidR="00891E2D" w:rsidRPr="007349F7" w:rsidRDefault="00ED1AB9" w:rsidP="00BA092D">
      <w:pPr>
        <w:tabs>
          <w:tab w:val="left" w:pos="2410"/>
        </w:tabs>
        <w:rPr>
          <w:rFonts w:cs="Arial"/>
        </w:rPr>
      </w:pPr>
      <w:r w:rsidRPr="007349F7">
        <w:rPr>
          <w:rFonts w:cs="Arial"/>
        </w:rPr>
        <w:t>Název</w:t>
      </w:r>
      <w:r w:rsidR="00CA06DF" w:rsidRPr="007349F7">
        <w:rPr>
          <w:rFonts w:cs="Arial"/>
        </w:rPr>
        <w:t>:</w:t>
      </w:r>
      <w:r w:rsidR="00304521" w:rsidRPr="007349F7">
        <w:rPr>
          <w:rFonts w:cs="Arial"/>
        </w:rPr>
        <w:tab/>
      </w:r>
      <w:r w:rsidR="00891E2D" w:rsidRPr="007349F7">
        <w:rPr>
          <w:rFonts w:cs="Arial"/>
        </w:rPr>
        <w:t xml:space="preserve">REINVEST spol. s r. o., </w:t>
      </w:r>
    </w:p>
    <w:p w:rsidR="00891E2D" w:rsidRPr="007349F7" w:rsidRDefault="00891E2D" w:rsidP="00BA092D">
      <w:pPr>
        <w:tabs>
          <w:tab w:val="left" w:pos="2410"/>
        </w:tabs>
        <w:rPr>
          <w:rFonts w:cs="Arial"/>
        </w:rPr>
      </w:pPr>
      <w:r w:rsidRPr="007349F7">
        <w:rPr>
          <w:rFonts w:cs="Arial"/>
        </w:rPr>
        <w:tab/>
        <w:t xml:space="preserve">K Novému dvoru 897/66, </w:t>
      </w:r>
    </w:p>
    <w:p w:rsidR="003A684D" w:rsidRPr="007349F7" w:rsidRDefault="00891E2D" w:rsidP="00891E2D">
      <w:pPr>
        <w:tabs>
          <w:tab w:val="left" w:pos="2410"/>
        </w:tabs>
        <w:rPr>
          <w:rFonts w:cs="Arial"/>
        </w:rPr>
      </w:pPr>
      <w:r w:rsidRPr="007349F7">
        <w:rPr>
          <w:rFonts w:cs="Arial"/>
        </w:rPr>
        <w:tab/>
        <w:t>142 00 Praha 4</w:t>
      </w:r>
    </w:p>
    <w:p w:rsidR="00304521" w:rsidRPr="007349F7" w:rsidRDefault="00304521" w:rsidP="00304521">
      <w:pPr>
        <w:tabs>
          <w:tab w:val="left" w:pos="2410"/>
        </w:tabs>
        <w:rPr>
          <w:rFonts w:cs="Arial"/>
        </w:rPr>
      </w:pPr>
    </w:p>
    <w:p w:rsidR="00EC56B0" w:rsidRPr="007349F7" w:rsidRDefault="00EC56B0" w:rsidP="00304521">
      <w:pPr>
        <w:tabs>
          <w:tab w:val="left" w:pos="2410"/>
        </w:tabs>
        <w:rPr>
          <w:rFonts w:cs="Arial"/>
        </w:rPr>
      </w:pPr>
    </w:p>
    <w:p w:rsidR="00BB6B5D" w:rsidRPr="007349F7" w:rsidRDefault="00BB6B5D" w:rsidP="00BB6B5D">
      <w:pPr>
        <w:pStyle w:val="Nadpis2"/>
        <w:rPr>
          <w:rFonts w:eastAsia="Lucida Sans Unicode"/>
        </w:rPr>
      </w:pPr>
      <w:bookmarkStart w:id="7" w:name="_Toc302478875"/>
      <w:bookmarkStart w:id="8" w:name="_Toc485363060"/>
      <w:bookmarkStart w:id="9" w:name="_Toc352133450"/>
      <w:r w:rsidRPr="007349F7">
        <w:rPr>
          <w:rFonts w:eastAsia="Lucida Sans Unicode"/>
        </w:rPr>
        <w:t>Stručný popis návrhu stavby, její funkce, význam a umístění.</w:t>
      </w:r>
      <w:bookmarkEnd w:id="7"/>
      <w:bookmarkEnd w:id="8"/>
    </w:p>
    <w:p w:rsidR="00BB6B5D" w:rsidRPr="007349F7" w:rsidRDefault="00BB6B5D" w:rsidP="00BB6B5D">
      <w:pPr>
        <w:rPr>
          <w:rFonts w:cs="Arial"/>
        </w:rPr>
      </w:pPr>
      <w:bookmarkStart w:id="10" w:name="_Toc302478876"/>
      <w:r w:rsidRPr="007349F7">
        <w:rPr>
          <w:rFonts w:cs="Arial"/>
        </w:rPr>
        <w:t xml:space="preserve">Předmětem projektu je rekonstrukce komunikace Nerudova včetně chodníků a parkovacích pásů. </w:t>
      </w:r>
    </w:p>
    <w:bookmarkEnd w:id="10"/>
    <w:p w:rsidR="00BB6B5D" w:rsidRPr="00BB6B5D" w:rsidRDefault="00BB6B5D" w:rsidP="00BB6B5D">
      <w:pPr>
        <w:rPr>
          <w:rFonts w:cs="Arial"/>
          <w:b/>
          <w:bCs/>
          <w:iCs/>
          <w:caps/>
          <w:color w:val="FF0000"/>
          <w:sz w:val="24"/>
          <w:szCs w:val="28"/>
        </w:rPr>
      </w:pPr>
    </w:p>
    <w:p w:rsidR="00BB6B5D" w:rsidRPr="00BB6B5D" w:rsidRDefault="00BB6B5D" w:rsidP="00BB6B5D">
      <w:pPr>
        <w:pStyle w:val="Nadpis1"/>
      </w:pPr>
      <w:bookmarkStart w:id="11" w:name="_Toc353871866"/>
      <w:r w:rsidRPr="00BB6B5D">
        <w:t>POŽÁRNÍ</w:t>
      </w:r>
      <w:bookmarkEnd w:id="11"/>
      <w:r w:rsidRPr="00BB6B5D">
        <w:t xml:space="preserve"> ODOLNOST</w:t>
      </w:r>
    </w:p>
    <w:p w:rsidR="00BB6B5D" w:rsidRPr="00BB6B5D" w:rsidRDefault="00BB6B5D" w:rsidP="00BB6B5D">
      <w:pPr>
        <w:rPr>
          <w:rFonts w:cs="Arial"/>
          <w:b/>
          <w:bCs/>
          <w:iCs/>
          <w:caps/>
          <w:color w:val="FF0000"/>
          <w:sz w:val="24"/>
          <w:szCs w:val="28"/>
        </w:rPr>
      </w:pPr>
    </w:p>
    <w:p w:rsidR="00BB6B5D" w:rsidRPr="00BB6B5D" w:rsidRDefault="00BB6B5D" w:rsidP="00BB6B5D">
      <w:r w:rsidRPr="00BB6B5D">
        <w:t xml:space="preserve">Předmětem tohoto požárně bezpečnostního řešení je posouzení </w:t>
      </w:r>
      <w:r>
        <w:t>rekonstrukce</w:t>
      </w:r>
      <w:r w:rsidRPr="00BB6B5D">
        <w:t xml:space="preserve"> komunikace z hlediska požární bezpečnosti. Rekonstrukce je posuzována podle následujících norem:</w:t>
      </w:r>
    </w:p>
    <w:p w:rsidR="00BB6B5D" w:rsidRPr="00BB6B5D" w:rsidRDefault="00BB6B5D" w:rsidP="00BB6B5D"/>
    <w:p w:rsidR="00BB6B5D" w:rsidRPr="00BB6B5D" w:rsidRDefault="00BB6B5D" w:rsidP="00BB6B5D">
      <w:r w:rsidRPr="00BB6B5D">
        <w:rPr>
          <w:lang w:val="en-US"/>
        </w:rPr>
        <w:t xml:space="preserve">* </w:t>
      </w:r>
      <w:r w:rsidRPr="00BB6B5D">
        <w:t>ČSN 73 0802-Požární bezpečnost staveb. Nevýrobní objekty</w:t>
      </w:r>
    </w:p>
    <w:p w:rsidR="00BB6B5D" w:rsidRPr="00BB6B5D" w:rsidRDefault="00BB6B5D" w:rsidP="00BB6B5D">
      <w:r w:rsidRPr="00BB6B5D">
        <w:t xml:space="preserve">* ČSN 73 </w:t>
      </w:r>
      <w:proofErr w:type="gramStart"/>
      <w:r w:rsidRPr="00BB6B5D">
        <w:t>0873-Požární</w:t>
      </w:r>
      <w:proofErr w:type="gramEnd"/>
      <w:r w:rsidRPr="00BB6B5D">
        <w:t xml:space="preserve"> bezpečnost staveb. Zásobování požární vodou </w:t>
      </w:r>
    </w:p>
    <w:p w:rsidR="00BB6B5D" w:rsidRPr="00BB6B5D" w:rsidRDefault="00BB6B5D" w:rsidP="00BB6B5D">
      <w:r w:rsidRPr="00BB6B5D">
        <w:t>* Vyhláška 246/2001 Sb., § 41</w:t>
      </w:r>
    </w:p>
    <w:p w:rsidR="00BB6B5D" w:rsidRPr="00BB6B5D" w:rsidRDefault="00BB6B5D" w:rsidP="00BB6B5D">
      <w:r w:rsidRPr="00BB6B5D">
        <w:t>* Vyhláška 23/2008 Sb.</w:t>
      </w:r>
    </w:p>
    <w:p w:rsidR="00BB6B5D" w:rsidRPr="00BB6B5D" w:rsidRDefault="00BB6B5D" w:rsidP="00BB6B5D">
      <w:pPr>
        <w:rPr>
          <w:u w:val="single"/>
        </w:rPr>
      </w:pPr>
    </w:p>
    <w:p w:rsidR="00BB6B5D" w:rsidRPr="00BB6B5D" w:rsidRDefault="00BB6B5D" w:rsidP="00BB6B5D">
      <w:r w:rsidRPr="00BB6B5D">
        <w:t>Výchozí podklady</w:t>
      </w:r>
    </w:p>
    <w:p w:rsidR="00BB6B5D" w:rsidRPr="00BB6B5D" w:rsidRDefault="00BB6B5D" w:rsidP="00BB6B5D">
      <w:r w:rsidRPr="00BB6B5D">
        <w:t>a/ výkres komunikace,</w:t>
      </w:r>
    </w:p>
    <w:p w:rsidR="00BB6B5D" w:rsidRPr="00BB6B5D" w:rsidRDefault="00BB6B5D" w:rsidP="00BB6B5D">
      <w:r w:rsidRPr="00BB6B5D">
        <w:t>b/ informace od hlavního projektanta stavby,</w:t>
      </w:r>
    </w:p>
    <w:p w:rsidR="00BB6B5D" w:rsidRPr="00BB6B5D" w:rsidRDefault="00BB6B5D" w:rsidP="00BB6B5D">
      <w:r w:rsidRPr="00BB6B5D">
        <w:t>c/ výše uvedené čs. státní normy,</w:t>
      </w:r>
    </w:p>
    <w:p w:rsidR="00BB6B5D" w:rsidRPr="00BB6B5D" w:rsidRDefault="00BB6B5D" w:rsidP="00BB6B5D"/>
    <w:p w:rsidR="00BB6B5D" w:rsidRPr="00BB6B5D" w:rsidRDefault="00BB6B5D" w:rsidP="00BB6B5D">
      <w:r w:rsidRPr="00BB6B5D">
        <w:lastRenderedPageBreak/>
        <w:t>Zařízení pro protipožární zásah: Opravovaná veřejná komunikace vyhovovuje požadavkům podle ČSN 73 0802 a je řešená podle ČSN 73 6100, ČSN 73 6110 a ČSN 73 6114, komunikace v místě stavby nemá vjezdy na okolní pozemky, nemá vlastní nástupní plochy. V místě stavby se nacházejí vstupy z chodníku do okolních budov. Ty budou během stavby řešeny po provizorních chodnících (prkené dřevěné podlážky) a musí být během celé stavby přístupné a volné.</w:t>
      </w:r>
    </w:p>
    <w:p w:rsidR="00BB6B5D" w:rsidRPr="00BB6B5D" w:rsidRDefault="00BB6B5D" w:rsidP="00BB6B5D"/>
    <w:p w:rsidR="00BB6B5D" w:rsidRPr="00BB6B5D" w:rsidRDefault="00BB6B5D" w:rsidP="00BB6B5D">
      <w:r w:rsidRPr="00BB6B5D">
        <w:t xml:space="preserve">Všechny napojení a křížení na stavebním úseku a v jeho okolí splňují podle obalových křivek průjezd nákladního vozidla (požární technika). </w:t>
      </w:r>
    </w:p>
    <w:p w:rsidR="00BB6B5D" w:rsidRPr="00BB6B5D" w:rsidRDefault="00BB6B5D" w:rsidP="00BB6B5D"/>
    <w:p w:rsidR="00BB6B5D" w:rsidRPr="00BB6B5D" w:rsidRDefault="00BB6B5D" w:rsidP="00BB6B5D">
      <w:r w:rsidRPr="00BB6B5D">
        <w:t>Zásobování požární vodou - Vnější odběrní místo tvoří</w:t>
      </w:r>
      <w:r>
        <w:t xml:space="preserve"> dva</w:t>
      </w:r>
      <w:r w:rsidRPr="00BB6B5D">
        <w:t xml:space="preserve"> stávající podzemní požární hydranty v </w:t>
      </w:r>
      <w:r>
        <w:t>místě</w:t>
      </w:r>
      <w:r w:rsidRPr="00BB6B5D">
        <w:t xml:space="preserve"> stavby, které musí projít funkční kontrolou. Požární hydranty jsou umístěny mimo požárně nebezpečný prostor objektů. Přístupová komunikace umožňující příjezd k vnějšímu odběrnímu místu požární vody alespoň do vzdálenosti 9 m musí být trvale přístupná pro mobilní požární techniku. K vnějšímu odběrnímu místu musí být trvale zajištěn volný přístup a doporučuje se pro obsluhu armatur vnějšího odběrního místa vytvořit volnou manipulační plochu o velikosti alespoň 3m</w:t>
      </w:r>
      <w:r w:rsidRPr="00BB6B5D">
        <w:rPr>
          <w:vertAlign w:val="superscript"/>
        </w:rPr>
        <w:t>2</w:t>
      </w:r>
      <w:r w:rsidRPr="00BB6B5D">
        <w:t>. Požární hydrant musí být označen tabulkou tak, aby byl jednoznačně zřejmý jejich účel.</w:t>
      </w:r>
    </w:p>
    <w:p w:rsidR="00BB6B5D" w:rsidRPr="00BB6B5D" w:rsidRDefault="00BB6B5D" w:rsidP="00BB6B5D"/>
    <w:p w:rsidR="00BB6B5D" w:rsidRPr="00BB6B5D" w:rsidRDefault="00BB6B5D" w:rsidP="00BB6B5D">
      <w:r w:rsidRPr="00BB6B5D">
        <w:t>Rozsah staveniště je dán jednotlivými úpravami. Na staveništi je dodavatel povinen dodržovat platné bezpečnostní předpisy a předpisy související. Stavební práce budou prováděny za částečného omezení dopravy</w:t>
      </w:r>
    </w:p>
    <w:p w:rsidR="00BB6B5D" w:rsidRPr="00BB6B5D" w:rsidRDefault="00BB6B5D" w:rsidP="00BB6B5D">
      <w:r w:rsidRPr="00BB6B5D">
        <w:t>V návrhu úprav jsou obsaženy běžné práce a technologie prováděné při stavbách a opravách komunikací. Je třeba dodržet příslušné ČSN a další prováděcí a technologické postupy. Před zahájením prací je nutné zajistit jednoznačné vytýčení sítí technického vybavení za účasti správců.</w:t>
      </w:r>
    </w:p>
    <w:p w:rsidR="00BB6B5D" w:rsidRPr="00BB6B5D" w:rsidRDefault="00BB6B5D" w:rsidP="00BB6B5D"/>
    <w:p w:rsidR="00BB6B5D" w:rsidRPr="00BB6B5D" w:rsidRDefault="00BB6B5D" w:rsidP="00BB6B5D">
      <w:r w:rsidRPr="00BB6B5D">
        <w:t>Projektovou dokumentaci dopravních opatření a DIR zajistí zhotovitel.</w:t>
      </w:r>
    </w:p>
    <w:p w:rsidR="00BB6B5D" w:rsidRPr="00BB6B5D" w:rsidRDefault="00BB6B5D" w:rsidP="00BB6B5D">
      <w:r w:rsidRPr="00BB6B5D">
        <w:t xml:space="preserve">Během všech prací je zhotovitel povinen dodržovat platné bezpečnostní předpisy a předpisy související. V této PD jsou obsaženy běžné práce a technologie prováděné při stavbách, opravách a údržbách  komunikací. </w:t>
      </w:r>
    </w:p>
    <w:p w:rsidR="00BB6B5D" w:rsidRPr="00BB6B5D" w:rsidRDefault="00BB6B5D" w:rsidP="00BB6B5D"/>
    <w:p w:rsidR="00BB6B5D" w:rsidRPr="00BB6B5D" w:rsidRDefault="00BB6B5D" w:rsidP="00BB6B5D">
      <w:r w:rsidRPr="00BB6B5D">
        <w:t>Dále je při realizaci díla respektovat:</w:t>
      </w:r>
    </w:p>
    <w:p w:rsidR="00BB6B5D" w:rsidRPr="00BB6B5D" w:rsidRDefault="00BB6B5D" w:rsidP="00BB6B5D">
      <w:r w:rsidRPr="00BB6B5D">
        <w:t>zákon č. 458/2000 Sb. (energetický zákon) ve znění zákona 151/2002 Sb., č. 262/2002 Sb., č. 309/2002 Sb., č. 278/2003 Sb., č. 356/2003 Sb., č. 670/2004 Sb., č. 91/2005 Sb., č. 134/2005 Sb., č. 186/2006 Sb. a č. 342/2006 Sb. (ochranná pásma – zejména § o velikosti ochranných pásem, § o ochraně venkovních a kabelových vedení, § o omezeních v blízkosti ochranných pásem)</w:t>
      </w:r>
    </w:p>
    <w:p w:rsidR="00BB6B5D" w:rsidRPr="00BB6B5D" w:rsidRDefault="00BB6B5D" w:rsidP="00BB6B5D">
      <w:r w:rsidRPr="00BB6B5D">
        <w:t xml:space="preserve">zákon č. 183/2006 Sb. o územním plánování a stavebním řádu (stavební zákon) </w:t>
      </w:r>
    </w:p>
    <w:p w:rsidR="00BB6B5D" w:rsidRPr="00BB6B5D" w:rsidRDefault="00BB6B5D" w:rsidP="00BB6B5D">
      <w:r w:rsidRPr="00BB6B5D">
        <w:t>zákon č. 17/1992 Sb. o životním prostředí</w:t>
      </w:r>
    </w:p>
    <w:p w:rsidR="00BB6B5D" w:rsidRPr="00BB6B5D" w:rsidRDefault="00BB6B5D" w:rsidP="00BB6B5D">
      <w:r w:rsidRPr="00BB6B5D">
        <w:t xml:space="preserve">zákon č. 151/2000 Sb. o telekomunikacích </w:t>
      </w:r>
    </w:p>
    <w:p w:rsidR="00BB6B5D" w:rsidRPr="00BB6B5D" w:rsidRDefault="00BB6B5D" w:rsidP="00BB6B5D">
      <w:r w:rsidRPr="00BB6B5D">
        <w:t>vyhlášku č. 111/1964 Sb. zák. o provádění zákona o telekomunikacích ve znění pozdějších předpisů</w:t>
      </w:r>
    </w:p>
    <w:p w:rsidR="00BB6B5D" w:rsidRPr="00BB6B5D" w:rsidRDefault="00BB6B5D" w:rsidP="00BB6B5D">
      <w:r w:rsidRPr="00BB6B5D">
        <w:t xml:space="preserve">vyhlášku č. 50/1978 Sb. zák. o odborné způsobilosti v elektrotechnice ve znění </w:t>
      </w:r>
      <w:proofErr w:type="spellStart"/>
      <w:r w:rsidRPr="00BB6B5D">
        <w:t>vyhl</w:t>
      </w:r>
      <w:proofErr w:type="spellEnd"/>
      <w:r w:rsidRPr="00BB6B5D">
        <w:t>. č. 98/1982 Sb., příp. novějších předpisů</w:t>
      </w:r>
    </w:p>
    <w:p w:rsidR="00BB6B5D" w:rsidRPr="00BB6B5D" w:rsidRDefault="00BB6B5D" w:rsidP="00BB6B5D">
      <w:r w:rsidRPr="00BB6B5D">
        <w:t xml:space="preserve">výnos č. 214/1984 </w:t>
      </w:r>
      <w:proofErr w:type="spellStart"/>
      <w:r w:rsidRPr="00BB6B5D">
        <w:t>FMSp</w:t>
      </w:r>
      <w:proofErr w:type="spellEnd"/>
      <w:r w:rsidRPr="00BB6B5D">
        <w:t xml:space="preserve"> a FMD o zabezpečení podzemních telekomunikačních vedení a zařízení před poškozením cizími zásahy včetně směrnice k zabezpečení č. 11/1985 (?)</w:t>
      </w:r>
    </w:p>
    <w:p w:rsidR="00BB6B5D" w:rsidRPr="00BB6B5D" w:rsidRDefault="00BB6B5D" w:rsidP="00BB6B5D">
      <w:r w:rsidRPr="00BB6B5D">
        <w:t xml:space="preserve">zákon č. 266/1994 Sb. o drahách </w:t>
      </w:r>
    </w:p>
    <w:p w:rsidR="00BB6B5D" w:rsidRPr="00BB6B5D" w:rsidRDefault="00BB6B5D" w:rsidP="00BB6B5D">
      <w:r w:rsidRPr="00BB6B5D">
        <w:t>vyhlášku č. 52/1964 Sb. zák. o provádění zákona o drahách ve znění pozdějších předpisů</w:t>
      </w:r>
    </w:p>
    <w:p w:rsidR="00BB6B5D" w:rsidRPr="00BB6B5D" w:rsidRDefault="00BB6B5D" w:rsidP="00BB6B5D">
      <w:r w:rsidRPr="00BB6B5D">
        <w:t>veškeré zákony, vyhlášky a další předpisy se rozumí dle nejnovějšího znění</w:t>
      </w:r>
    </w:p>
    <w:p w:rsidR="00BB6B5D" w:rsidRPr="00BB6B5D" w:rsidRDefault="00BB6B5D" w:rsidP="00BB6B5D"/>
    <w:p w:rsidR="00BB6B5D" w:rsidRPr="00BB6B5D" w:rsidRDefault="00BB6B5D" w:rsidP="00BB6B5D"/>
    <w:p w:rsidR="00BB6B5D" w:rsidRPr="00BB6B5D" w:rsidRDefault="00BB6B5D" w:rsidP="00BB6B5D">
      <w:pPr>
        <w:rPr>
          <w:rFonts w:cs="Arial"/>
          <w:b/>
          <w:bCs/>
          <w:iCs/>
          <w:caps/>
          <w:color w:val="FF0000"/>
          <w:sz w:val="24"/>
          <w:szCs w:val="28"/>
        </w:rPr>
      </w:pPr>
    </w:p>
    <w:p w:rsidR="00247899" w:rsidRPr="007349F7" w:rsidRDefault="00247899" w:rsidP="00EE655A">
      <w:pPr>
        <w:rPr>
          <w:rFonts w:cs="Arial"/>
          <w:b/>
          <w:bCs/>
          <w:iCs/>
          <w:caps/>
          <w:color w:val="FF0000"/>
          <w:sz w:val="24"/>
          <w:szCs w:val="28"/>
        </w:rPr>
      </w:pPr>
    </w:p>
    <w:bookmarkEnd w:id="9"/>
    <w:p w:rsidR="00CB0C9E" w:rsidRPr="007349F7" w:rsidRDefault="00CB0C9E">
      <w:pPr>
        <w:jc w:val="left"/>
        <w:rPr>
          <w:rFonts w:cs="Arial"/>
          <w:b/>
          <w:bCs/>
          <w:iCs/>
          <w:caps/>
          <w:color w:val="FF0000"/>
          <w:sz w:val="24"/>
          <w:szCs w:val="28"/>
        </w:rPr>
      </w:pPr>
    </w:p>
    <w:sectPr w:rsidR="00CB0C9E" w:rsidRPr="007349F7" w:rsidSect="00EE65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CAC" w:rsidRDefault="00C83CAC" w:rsidP="00207A11">
      <w:r>
        <w:separator/>
      </w:r>
    </w:p>
  </w:endnote>
  <w:endnote w:type="continuationSeparator" w:id="0">
    <w:p w:rsidR="00C83CAC" w:rsidRDefault="00C83CAC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3CAC" w:rsidTr="00837B8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C83CAC" w:rsidRDefault="00C83CAC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C83CAC" w:rsidRPr="00B40E75" w:rsidRDefault="00C83CAC" w:rsidP="00837B8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14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3CAC" w:rsidTr="00837B8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C83CAC" w:rsidRDefault="00C83CAC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814449896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>11 2242 02 01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C83CAC" w:rsidRDefault="00C83CAC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89379301"/>
              <w:text/>
            </w:sdtPr>
            <w:sdtEndPr/>
            <w:sdtContent>
              <w:proofErr w:type="spellStart"/>
              <w:r>
                <w:rPr>
                  <w:color w:val="000000" w:themeColor="text1"/>
                  <w:sz w:val="12"/>
                  <w:szCs w:val="12"/>
                </w:rPr>
                <w:t>aa</w:t>
              </w:r>
              <w:proofErr w:type="spellEnd"/>
            </w:sdtContent>
          </w:sdt>
        </w:p>
      </w:tc>
    </w:tr>
    <w:tr w:rsidR="00C83CAC" w:rsidTr="00837B8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C83CAC" w:rsidRDefault="00C83CAC" w:rsidP="00837B8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703858173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008372/13/1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C83CAC" w:rsidRPr="00B40E75" w:rsidRDefault="00C83CAC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602530224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:rsidR="00C83CAC" w:rsidRPr="00F81B53" w:rsidRDefault="00C83CAC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3CAC" w:rsidTr="00ED492F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C83CAC" w:rsidRDefault="00C83CAC" w:rsidP="00ED492F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C83CAC" w:rsidRPr="00B40E75" w:rsidRDefault="00C83CAC" w:rsidP="00ED492F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BB6B5D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BB6B5D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</w:tbl>
  <w:p w:rsidR="00C83CAC" w:rsidRPr="00F81B53" w:rsidRDefault="00C83CAC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3CAC" w:rsidTr="00C87FFA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C83CAC" w:rsidRDefault="00C83CAC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C83CAC" w:rsidRPr="00B40E75" w:rsidRDefault="00C83CAC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</w:tbl>
  <w:p w:rsidR="00C83CAC" w:rsidRPr="00F81B53" w:rsidRDefault="00C83CAC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CAC" w:rsidRDefault="00C83CAC" w:rsidP="00207A11">
      <w:r>
        <w:separator/>
      </w:r>
    </w:p>
  </w:footnote>
  <w:footnote w:type="continuationSeparator" w:id="0">
    <w:p w:rsidR="00C83CAC" w:rsidRDefault="00C83CAC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AC" w:rsidRDefault="00C83CAC" w:rsidP="0093354C">
    <w:pPr>
      <w:pStyle w:val="Zhlav"/>
      <w:tabs>
        <w:tab w:val="clear" w:pos="4536"/>
        <w:tab w:val="clear" w:pos="9072"/>
      </w:tabs>
    </w:pPr>
  </w:p>
  <w:p w:rsidR="00C83CAC" w:rsidRPr="0093354C" w:rsidRDefault="00C83CAC" w:rsidP="009335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AC" w:rsidRPr="00AE3921" w:rsidRDefault="00C83CAC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>
      <w:rPr>
        <w:noProof/>
        <w:color w:val="000000" w:themeColor="text1"/>
      </w:rPr>
      <mc:AlternateContent>
        <mc:Choice Requires="wpc">
          <w:drawing>
            <wp:inline distT="0" distB="0" distL="0" distR="0" wp14:anchorId="25B344EC" wp14:editId="6967E86D">
              <wp:extent cx="683895" cy="199390"/>
              <wp:effectExtent l="0" t="9525" r="1905" b="635"/>
              <wp:docPr id="29" name="Plátno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5FB46A8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3CAC" w:rsidRPr="00AE3921" w:rsidTr="00837B86">
      <w:trPr>
        <w:trHeight w:val="227"/>
        <w:jc w:val="center"/>
      </w:trPr>
      <w:tc>
        <w:tcPr>
          <w:tcW w:w="5103" w:type="dxa"/>
          <w:vAlign w:val="center"/>
        </w:tcPr>
        <w:p w:rsidR="00C83CAC" w:rsidRPr="00AE3921" w:rsidRDefault="00FD2450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5224154"/>
              <w:showingPlcHdr/>
              <w:text/>
            </w:sdtPr>
            <w:sdtEndPr/>
            <w:sdtContent>
              <w:r w:rsidR="00C83C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3CA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686502366"/>
              <w:text/>
            </w:sdtPr>
            <w:sdtEndPr/>
            <w:sdtContent>
              <w:r w:rsidR="00C83CAC">
                <w:rPr>
                  <w:color w:val="000000" w:themeColor="text1"/>
                  <w:sz w:val="12"/>
                  <w:szCs w:val="12"/>
                </w:rPr>
                <w:t>Intenzifikace Úpravny vody Březovice</w:t>
              </w:r>
            </w:sdtContent>
          </w:sdt>
          <w:r w:rsidR="00C83CA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911925328"/>
              <w:showingPlcHdr/>
              <w:text/>
            </w:sdtPr>
            <w:sdtEndPr/>
            <w:sdtContent>
              <w:r w:rsidR="00C83C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C83CAC" w:rsidRPr="00AE3921" w:rsidRDefault="00FD2450" w:rsidP="00FF70E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699753641"/>
              <w:text/>
            </w:sdtPr>
            <w:sdtEndPr/>
            <w:sdtContent>
              <w:r w:rsidR="00C83CAC">
                <w:rPr>
                  <w:bCs/>
                  <w:color w:val="000000" w:themeColor="text1"/>
                  <w:sz w:val="12"/>
                  <w:szCs w:val="12"/>
                </w:rPr>
                <w:t>A</w:t>
              </w:r>
            </w:sdtContent>
          </w:sdt>
          <w:r w:rsidR="00C83CAC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3CAC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268396638"/>
              <w:text/>
            </w:sdtPr>
            <w:sdtEndPr/>
            <w:sdtContent>
              <w:r w:rsidR="00C83CAC">
                <w:rPr>
                  <w:bCs/>
                  <w:color w:val="000000" w:themeColor="text1"/>
                  <w:sz w:val="12"/>
                  <w:szCs w:val="12"/>
                </w:rPr>
                <w:t>Průvodní zpráva</w:t>
              </w:r>
            </w:sdtContent>
          </w:sdt>
        </w:p>
      </w:tc>
    </w:tr>
    <w:tr w:rsidR="00C83CAC" w:rsidRPr="00AE3921" w:rsidTr="00837B86">
      <w:trPr>
        <w:trHeight w:val="227"/>
        <w:jc w:val="center"/>
      </w:trPr>
      <w:tc>
        <w:tcPr>
          <w:tcW w:w="5103" w:type="dxa"/>
          <w:vAlign w:val="center"/>
        </w:tcPr>
        <w:p w:rsidR="00C83CAC" w:rsidRPr="00AE3921" w:rsidRDefault="00FD2450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2016648961"/>
              <w:showingPlcHdr/>
              <w:text/>
            </w:sdtPr>
            <w:sdtEndPr/>
            <w:sdtContent>
              <w:r w:rsidR="00C83C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C83CAC" w:rsidRPr="00AE3921" w:rsidRDefault="00FD2450" w:rsidP="00FF70E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471561497"/>
              <w:text/>
            </w:sdtPr>
            <w:sdtEndPr/>
            <w:sdtContent>
              <w:r w:rsidR="00C83CA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:rsidR="00C83CAC" w:rsidRPr="00AE3921" w:rsidRDefault="00C83CAC" w:rsidP="00837B86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AC" w:rsidRPr="00AE3921" w:rsidRDefault="00C83CAC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BB6B5D" w:rsidRPr="00AE3921" w:rsidTr="00ED492F">
      <w:trPr>
        <w:trHeight w:val="227"/>
        <w:jc w:val="center"/>
      </w:trPr>
      <w:tc>
        <w:tcPr>
          <w:tcW w:w="5103" w:type="dxa"/>
          <w:vAlign w:val="center"/>
        </w:tcPr>
        <w:p w:rsidR="00BB6B5D" w:rsidRPr="00AE3921" w:rsidRDefault="00BB6B5D" w:rsidP="00BB6B5D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D.1.3 - PBŘ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BB6B5D" w:rsidRPr="00AE3921" w:rsidRDefault="00FD2450" w:rsidP="00DF138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720907872"/>
              <w:text/>
            </w:sdtPr>
            <w:sdtEndPr/>
            <w:sdtContent>
              <w:r w:rsidR="00BB6B5D">
                <w:rPr>
                  <w:color w:val="000000" w:themeColor="text1"/>
                  <w:sz w:val="12"/>
                  <w:szCs w:val="12"/>
                </w:rPr>
                <w:t>DUR/DSP</w:t>
              </w:r>
            </w:sdtContent>
          </w:sdt>
        </w:p>
      </w:tc>
    </w:tr>
  </w:tbl>
  <w:p w:rsidR="00C83CAC" w:rsidRPr="00AE3921" w:rsidRDefault="00C83CAC" w:rsidP="00837B86">
    <w:pPr>
      <w:pStyle w:val="Zhlav"/>
      <w:rPr>
        <w:color w:val="000000" w:themeColor="text1"/>
        <w:sz w:val="12"/>
        <w:szCs w:val="1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AC" w:rsidRPr="00AE3921" w:rsidRDefault="00C83CAC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3CA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C83CAC" w:rsidRPr="00AE3921" w:rsidRDefault="00FD2450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848621635"/>
              <w:showingPlcHdr/>
              <w:text/>
            </w:sdtPr>
            <w:sdtEndPr/>
            <w:sdtContent>
              <w:r w:rsidR="00C83C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3CAC" w:rsidRPr="00AE3921">
            <w:rPr>
              <w:color w:val="000000" w:themeColor="text1"/>
              <w:sz w:val="12"/>
              <w:szCs w:val="12"/>
            </w:rPr>
            <w:t xml:space="preserve"> </w:t>
          </w:r>
          <w:r w:rsidR="00C83CAC" w:rsidRPr="00D007CB">
            <w:rPr>
              <w:color w:val="000000" w:themeColor="text1"/>
              <w:sz w:val="12"/>
              <w:szCs w:val="12"/>
            </w:rPr>
            <w:t>HRADEŠÍN – PŘIPOJKY PRO STAVEBNÍ POZEMKY Č.155/23, 155/24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372854574"/>
              <w:text/>
            </w:sdtPr>
            <w:sdtEndPr/>
            <w:sdtContent/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C83CAC" w:rsidRPr="00AE3921" w:rsidRDefault="00FD2450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28089717"/>
              <w:text/>
            </w:sdtPr>
            <w:sdtEndPr/>
            <w:sdtContent>
              <w:r w:rsidR="00C83CAC">
                <w:rPr>
                  <w:bCs/>
                  <w:color w:val="000000" w:themeColor="text1"/>
                  <w:sz w:val="12"/>
                  <w:szCs w:val="12"/>
                </w:rPr>
                <w:t>A</w:t>
              </w:r>
            </w:sdtContent>
          </w:sdt>
          <w:r w:rsidR="00C83CAC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561244866"/>
              <w:text/>
            </w:sdtPr>
            <w:sdtEndPr/>
            <w:sdtContent>
              <w:r w:rsidR="00C83CAC">
                <w:rPr>
                  <w:bCs/>
                  <w:color w:val="000000" w:themeColor="text1"/>
                  <w:sz w:val="12"/>
                  <w:szCs w:val="12"/>
                </w:rPr>
                <w:t>Průvodní zpráva</w:t>
              </w:r>
            </w:sdtContent>
          </w:sdt>
        </w:p>
      </w:tc>
    </w:tr>
    <w:tr w:rsidR="00C83CAC" w:rsidRPr="00AE3921" w:rsidTr="001F529C">
      <w:trPr>
        <w:trHeight w:val="227"/>
        <w:jc w:val="center"/>
      </w:trPr>
      <w:tc>
        <w:tcPr>
          <w:tcW w:w="5103" w:type="dxa"/>
          <w:vAlign w:val="center"/>
        </w:tcPr>
        <w:p w:rsidR="00C83CAC" w:rsidRPr="00AE3921" w:rsidRDefault="00FD2450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18223195"/>
              <w:showingPlcHdr/>
              <w:text/>
            </w:sdtPr>
            <w:sdtEndPr/>
            <w:sdtContent>
              <w:r w:rsidR="00C83CAC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C83CAC" w:rsidRPr="00AE3921" w:rsidRDefault="00FD2450" w:rsidP="00C87FFA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851409517"/>
              <w:text/>
            </w:sdtPr>
            <w:sdtEndPr/>
            <w:sdtContent>
              <w:r w:rsidR="00C83CAC">
                <w:rPr>
                  <w:color w:val="000000" w:themeColor="text1"/>
                  <w:sz w:val="12"/>
                  <w:szCs w:val="12"/>
                </w:rPr>
                <w:t>DUR</w:t>
              </w:r>
            </w:sdtContent>
          </w:sdt>
        </w:p>
      </w:tc>
    </w:tr>
  </w:tbl>
  <w:p w:rsidR="00C83CAC" w:rsidRPr="00AE3921" w:rsidRDefault="00C83CAC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35"/>
    <w:multiLevelType w:val="hybridMultilevel"/>
    <w:tmpl w:val="8E4A15EE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197C5D5E"/>
    <w:multiLevelType w:val="multilevel"/>
    <w:tmpl w:val="39F00404"/>
    <w:lvl w:ilvl="0">
      <w:start w:val="1"/>
      <w:numFmt w:val="bullet"/>
      <w:lvlText w:val="-"/>
      <w:lvlJc w:val="left"/>
      <w:pPr>
        <w:ind w:left="1004" w:hanging="360"/>
      </w:pPr>
      <w:rPr>
        <w:rFonts w:ascii="Century Gothic" w:hAnsi="Century Gothic" w:cs="Century Gothic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D6D4880"/>
    <w:multiLevelType w:val="multilevel"/>
    <w:tmpl w:val="57E68AA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3" w15:restartNumberingAfterBreak="0">
    <w:nsid w:val="4E0B4C86"/>
    <w:multiLevelType w:val="hybridMultilevel"/>
    <w:tmpl w:val="667887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2716C"/>
    <w:multiLevelType w:val="multilevel"/>
    <w:tmpl w:val="97F04DB8"/>
    <w:lvl w:ilvl="0">
      <w:start w:val="1"/>
      <w:numFmt w:val="decimal"/>
      <w:lvlText w:val="%1"/>
      <w:lvlJc w:val="left"/>
      <w:pPr>
        <w:tabs>
          <w:tab w:val="num" w:pos="2232"/>
        </w:tabs>
        <w:ind w:left="22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B0807A1"/>
    <w:multiLevelType w:val="hybridMultilevel"/>
    <w:tmpl w:val="2DAEFB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47972"/>
    <w:multiLevelType w:val="hybridMultilevel"/>
    <w:tmpl w:val="B1548F4E"/>
    <w:lvl w:ilvl="0" w:tplc="CC8476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D1934"/>
    <w:multiLevelType w:val="singleLevel"/>
    <w:tmpl w:val="3D7639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4A1F"/>
    <w:rsid w:val="00006DA2"/>
    <w:rsid w:val="00014715"/>
    <w:rsid w:val="00017D7B"/>
    <w:rsid w:val="0002044B"/>
    <w:rsid w:val="0002076E"/>
    <w:rsid w:val="00023564"/>
    <w:rsid w:val="000316A3"/>
    <w:rsid w:val="00033F1B"/>
    <w:rsid w:val="00034A4A"/>
    <w:rsid w:val="00037017"/>
    <w:rsid w:val="000448A4"/>
    <w:rsid w:val="00067A45"/>
    <w:rsid w:val="00072B7C"/>
    <w:rsid w:val="00077945"/>
    <w:rsid w:val="00080905"/>
    <w:rsid w:val="00080C04"/>
    <w:rsid w:val="00083054"/>
    <w:rsid w:val="00083A5C"/>
    <w:rsid w:val="00083CDD"/>
    <w:rsid w:val="00084042"/>
    <w:rsid w:val="000A3C59"/>
    <w:rsid w:val="000B1C39"/>
    <w:rsid w:val="000B469B"/>
    <w:rsid w:val="000C5288"/>
    <w:rsid w:val="000C6A0F"/>
    <w:rsid w:val="000D6D37"/>
    <w:rsid w:val="000E6247"/>
    <w:rsid w:val="000F414C"/>
    <w:rsid w:val="000F6FC0"/>
    <w:rsid w:val="000F75BA"/>
    <w:rsid w:val="0010059F"/>
    <w:rsid w:val="00100BEC"/>
    <w:rsid w:val="00102B9B"/>
    <w:rsid w:val="00102C76"/>
    <w:rsid w:val="00104F62"/>
    <w:rsid w:val="00105FEA"/>
    <w:rsid w:val="0010737E"/>
    <w:rsid w:val="00113C96"/>
    <w:rsid w:val="00120D4A"/>
    <w:rsid w:val="001234BA"/>
    <w:rsid w:val="001246C0"/>
    <w:rsid w:val="00125FE1"/>
    <w:rsid w:val="00130024"/>
    <w:rsid w:val="0013143A"/>
    <w:rsid w:val="00137D5F"/>
    <w:rsid w:val="00141863"/>
    <w:rsid w:val="00141C24"/>
    <w:rsid w:val="00141F34"/>
    <w:rsid w:val="00142B74"/>
    <w:rsid w:val="00143261"/>
    <w:rsid w:val="001450CA"/>
    <w:rsid w:val="00150676"/>
    <w:rsid w:val="00161E6A"/>
    <w:rsid w:val="00162F95"/>
    <w:rsid w:val="00163321"/>
    <w:rsid w:val="00163382"/>
    <w:rsid w:val="00170241"/>
    <w:rsid w:val="001746F2"/>
    <w:rsid w:val="00174A45"/>
    <w:rsid w:val="0017502D"/>
    <w:rsid w:val="0018623B"/>
    <w:rsid w:val="00186BE5"/>
    <w:rsid w:val="001964FD"/>
    <w:rsid w:val="001A39EF"/>
    <w:rsid w:val="001A4387"/>
    <w:rsid w:val="001B0384"/>
    <w:rsid w:val="001B5626"/>
    <w:rsid w:val="001B640D"/>
    <w:rsid w:val="001C4D2E"/>
    <w:rsid w:val="001D2699"/>
    <w:rsid w:val="001D557C"/>
    <w:rsid w:val="001E0C4F"/>
    <w:rsid w:val="001E4DDD"/>
    <w:rsid w:val="001E5F0B"/>
    <w:rsid w:val="001F02EA"/>
    <w:rsid w:val="001F3E7C"/>
    <w:rsid w:val="001F529C"/>
    <w:rsid w:val="00200EB0"/>
    <w:rsid w:val="00205425"/>
    <w:rsid w:val="002056D0"/>
    <w:rsid w:val="00207A11"/>
    <w:rsid w:val="00215600"/>
    <w:rsid w:val="0021565A"/>
    <w:rsid w:val="00220E0B"/>
    <w:rsid w:val="002243E1"/>
    <w:rsid w:val="00224400"/>
    <w:rsid w:val="0022471C"/>
    <w:rsid w:val="00226929"/>
    <w:rsid w:val="002350FC"/>
    <w:rsid w:val="00243A96"/>
    <w:rsid w:val="00244AEA"/>
    <w:rsid w:val="00247899"/>
    <w:rsid w:val="002478AA"/>
    <w:rsid w:val="002512A5"/>
    <w:rsid w:val="0025409B"/>
    <w:rsid w:val="00254DE7"/>
    <w:rsid w:val="00256133"/>
    <w:rsid w:val="00256CEA"/>
    <w:rsid w:val="00261B2D"/>
    <w:rsid w:val="00263DEE"/>
    <w:rsid w:val="00264DC9"/>
    <w:rsid w:val="00267541"/>
    <w:rsid w:val="00271646"/>
    <w:rsid w:val="002752F3"/>
    <w:rsid w:val="00275BD1"/>
    <w:rsid w:val="00285230"/>
    <w:rsid w:val="00285F45"/>
    <w:rsid w:val="00292FE9"/>
    <w:rsid w:val="002966B4"/>
    <w:rsid w:val="00297057"/>
    <w:rsid w:val="002A130B"/>
    <w:rsid w:val="002A1AAC"/>
    <w:rsid w:val="002A355A"/>
    <w:rsid w:val="002A52DF"/>
    <w:rsid w:val="002A78FA"/>
    <w:rsid w:val="002A7915"/>
    <w:rsid w:val="002B4B0A"/>
    <w:rsid w:val="002C1E82"/>
    <w:rsid w:val="002E245D"/>
    <w:rsid w:val="002E51D3"/>
    <w:rsid w:val="002E58D1"/>
    <w:rsid w:val="002F2AE2"/>
    <w:rsid w:val="002F59AF"/>
    <w:rsid w:val="003002A0"/>
    <w:rsid w:val="00302BC8"/>
    <w:rsid w:val="003038FB"/>
    <w:rsid w:val="00304521"/>
    <w:rsid w:val="00304B67"/>
    <w:rsid w:val="00310B80"/>
    <w:rsid w:val="00331A00"/>
    <w:rsid w:val="00340663"/>
    <w:rsid w:val="00340F3B"/>
    <w:rsid w:val="00342C24"/>
    <w:rsid w:val="00342CA1"/>
    <w:rsid w:val="00343939"/>
    <w:rsid w:val="00344B0E"/>
    <w:rsid w:val="003451C3"/>
    <w:rsid w:val="00345DCB"/>
    <w:rsid w:val="003477D2"/>
    <w:rsid w:val="00347A6A"/>
    <w:rsid w:val="00350CA2"/>
    <w:rsid w:val="003520DC"/>
    <w:rsid w:val="00356A53"/>
    <w:rsid w:val="00361121"/>
    <w:rsid w:val="00367BDD"/>
    <w:rsid w:val="0037186F"/>
    <w:rsid w:val="00372D67"/>
    <w:rsid w:val="003779CA"/>
    <w:rsid w:val="00391957"/>
    <w:rsid w:val="0039201A"/>
    <w:rsid w:val="003934CC"/>
    <w:rsid w:val="00394654"/>
    <w:rsid w:val="00397624"/>
    <w:rsid w:val="003A2229"/>
    <w:rsid w:val="003A56E8"/>
    <w:rsid w:val="003A684D"/>
    <w:rsid w:val="003B0BB3"/>
    <w:rsid w:val="003B112F"/>
    <w:rsid w:val="003B1BBE"/>
    <w:rsid w:val="003B2826"/>
    <w:rsid w:val="003B378D"/>
    <w:rsid w:val="003B3C02"/>
    <w:rsid w:val="003B5AD4"/>
    <w:rsid w:val="003B5B1D"/>
    <w:rsid w:val="003B6D19"/>
    <w:rsid w:val="003C1C31"/>
    <w:rsid w:val="003C1D71"/>
    <w:rsid w:val="003C23D3"/>
    <w:rsid w:val="003C342E"/>
    <w:rsid w:val="003C40DA"/>
    <w:rsid w:val="003D404F"/>
    <w:rsid w:val="003F714B"/>
    <w:rsid w:val="00403619"/>
    <w:rsid w:val="00403EFE"/>
    <w:rsid w:val="00407EA7"/>
    <w:rsid w:val="0041251B"/>
    <w:rsid w:val="00412DF1"/>
    <w:rsid w:val="00420477"/>
    <w:rsid w:val="004240B0"/>
    <w:rsid w:val="00425E6E"/>
    <w:rsid w:val="004311DB"/>
    <w:rsid w:val="00432C3E"/>
    <w:rsid w:val="00437E07"/>
    <w:rsid w:val="00440B9B"/>
    <w:rsid w:val="0044351B"/>
    <w:rsid w:val="004439E7"/>
    <w:rsid w:val="00444277"/>
    <w:rsid w:val="00451CEA"/>
    <w:rsid w:val="00452B2B"/>
    <w:rsid w:val="00456832"/>
    <w:rsid w:val="00461851"/>
    <w:rsid w:val="00463BA5"/>
    <w:rsid w:val="0046488F"/>
    <w:rsid w:val="00465531"/>
    <w:rsid w:val="004656C2"/>
    <w:rsid w:val="00472D5D"/>
    <w:rsid w:val="00472DFF"/>
    <w:rsid w:val="0047496D"/>
    <w:rsid w:val="0047581E"/>
    <w:rsid w:val="00477E8A"/>
    <w:rsid w:val="00483551"/>
    <w:rsid w:val="004848B7"/>
    <w:rsid w:val="004A0419"/>
    <w:rsid w:val="004A0786"/>
    <w:rsid w:val="004A12E1"/>
    <w:rsid w:val="004A33A1"/>
    <w:rsid w:val="004B2FCB"/>
    <w:rsid w:val="004B3F22"/>
    <w:rsid w:val="004B4AEA"/>
    <w:rsid w:val="004B5E68"/>
    <w:rsid w:val="004B61E0"/>
    <w:rsid w:val="004C1301"/>
    <w:rsid w:val="004C3CA6"/>
    <w:rsid w:val="004C476F"/>
    <w:rsid w:val="004C4EFA"/>
    <w:rsid w:val="004D0495"/>
    <w:rsid w:val="004D2987"/>
    <w:rsid w:val="004D7433"/>
    <w:rsid w:val="004E0E29"/>
    <w:rsid w:val="004F0CC4"/>
    <w:rsid w:val="004F107D"/>
    <w:rsid w:val="004F71B0"/>
    <w:rsid w:val="00500537"/>
    <w:rsid w:val="00500C31"/>
    <w:rsid w:val="005016CA"/>
    <w:rsid w:val="00514EAF"/>
    <w:rsid w:val="00517E24"/>
    <w:rsid w:val="005275A9"/>
    <w:rsid w:val="005322BC"/>
    <w:rsid w:val="0053245D"/>
    <w:rsid w:val="00532923"/>
    <w:rsid w:val="00532DE5"/>
    <w:rsid w:val="00533B32"/>
    <w:rsid w:val="00533C2E"/>
    <w:rsid w:val="0053710E"/>
    <w:rsid w:val="00537349"/>
    <w:rsid w:val="00537680"/>
    <w:rsid w:val="005404AA"/>
    <w:rsid w:val="00540576"/>
    <w:rsid w:val="00543D66"/>
    <w:rsid w:val="00550C7E"/>
    <w:rsid w:val="00551465"/>
    <w:rsid w:val="0055360D"/>
    <w:rsid w:val="005550F0"/>
    <w:rsid w:val="00555C85"/>
    <w:rsid w:val="00557FA2"/>
    <w:rsid w:val="005609CC"/>
    <w:rsid w:val="00560EE0"/>
    <w:rsid w:val="005621B4"/>
    <w:rsid w:val="00565268"/>
    <w:rsid w:val="00572868"/>
    <w:rsid w:val="00573C28"/>
    <w:rsid w:val="0057432B"/>
    <w:rsid w:val="0058005B"/>
    <w:rsid w:val="00583344"/>
    <w:rsid w:val="0058623A"/>
    <w:rsid w:val="00596E8F"/>
    <w:rsid w:val="005A6BC0"/>
    <w:rsid w:val="005C1F66"/>
    <w:rsid w:val="005C2849"/>
    <w:rsid w:val="005C4991"/>
    <w:rsid w:val="005C4E4A"/>
    <w:rsid w:val="005D10AD"/>
    <w:rsid w:val="005D53A5"/>
    <w:rsid w:val="005D5CB0"/>
    <w:rsid w:val="005D62CE"/>
    <w:rsid w:val="005D6866"/>
    <w:rsid w:val="005E1A93"/>
    <w:rsid w:val="005E23F1"/>
    <w:rsid w:val="005E3282"/>
    <w:rsid w:val="005E3DF8"/>
    <w:rsid w:val="005E584A"/>
    <w:rsid w:val="005E7073"/>
    <w:rsid w:val="005F4D8F"/>
    <w:rsid w:val="005F6D0C"/>
    <w:rsid w:val="005F7543"/>
    <w:rsid w:val="00600E13"/>
    <w:rsid w:val="00602B2F"/>
    <w:rsid w:val="00603E19"/>
    <w:rsid w:val="0060611E"/>
    <w:rsid w:val="00620476"/>
    <w:rsid w:val="0062614B"/>
    <w:rsid w:val="00630123"/>
    <w:rsid w:val="006368ED"/>
    <w:rsid w:val="0064296C"/>
    <w:rsid w:val="00646D7F"/>
    <w:rsid w:val="00651477"/>
    <w:rsid w:val="00651F5E"/>
    <w:rsid w:val="0065514E"/>
    <w:rsid w:val="00661133"/>
    <w:rsid w:val="0066347D"/>
    <w:rsid w:val="00672A63"/>
    <w:rsid w:val="00672BDC"/>
    <w:rsid w:val="006744BF"/>
    <w:rsid w:val="006778AE"/>
    <w:rsid w:val="006817D2"/>
    <w:rsid w:val="00683454"/>
    <w:rsid w:val="00685CFC"/>
    <w:rsid w:val="006866B6"/>
    <w:rsid w:val="00687329"/>
    <w:rsid w:val="0069085F"/>
    <w:rsid w:val="00693245"/>
    <w:rsid w:val="006A44F1"/>
    <w:rsid w:val="006A6012"/>
    <w:rsid w:val="006A6DDC"/>
    <w:rsid w:val="006A7632"/>
    <w:rsid w:val="006B05F3"/>
    <w:rsid w:val="006B0C28"/>
    <w:rsid w:val="006B2599"/>
    <w:rsid w:val="006B3223"/>
    <w:rsid w:val="006B6C2B"/>
    <w:rsid w:val="006C1E87"/>
    <w:rsid w:val="006C2025"/>
    <w:rsid w:val="006C3044"/>
    <w:rsid w:val="006C6763"/>
    <w:rsid w:val="006D2847"/>
    <w:rsid w:val="006D3A70"/>
    <w:rsid w:val="006D4B5D"/>
    <w:rsid w:val="006F3DB7"/>
    <w:rsid w:val="00705510"/>
    <w:rsid w:val="00705B73"/>
    <w:rsid w:val="00712EBB"/>
    <w:rsid w:val="00721573"/>
    <w:rsid w:val="00723522"/>
    <w:rsid w:val="00724552"/>
    <w:rsid w:val="00727CE4"/>
    <w:rsid w:val="007349F7"/>
    <w:rsid w:val="00735764"/>
    <w:rsid w:val="007363AF"/>
    <w:rsid w:val="00741426"/>
    <w:rsid w:val="007415D0"/>
    <w:rsid w:val="007524DD"/>
    <w:rsid w:val="00752D8B"/>
    <w:rsid w:val="007538BF"/>
    <w:rsid w:val="007604F2"/>
    <w:rsid w:val="0076126E"/>
    <w:rsid w:val="00762289"/>
    <w:rsid w:val="00762F7F"/>
    <w:rsid w:val="00766433"/>
    <w:rsid w:val="007729A6"/>
    <w:rsid w:val="00773380"/>
    <w:rsid w:val="00773A8D"/>
    <w:rsid w:val="0077490E"/>
    <w:rsid w:val="00795018"/>
    <w:rsid w:val="00796821"/>
    <w:rsid w:val="007B0A57"/>
    <w:rsid w:val="007B2615"/>
    <w:rsid w:val="007B6589"/>
    <w:rsid w:val="007B68CB"/>
    <w:rsid w:val="007C0FB8"/>
    <w:rsid w:val="007C1101"/>
    <w:rsid w:val="007C3CD9"/>
    <w:rsid w:val="007C45E8"/>
    <w:rsid w:val="007C488A"/>
    <w:rsid w:val="007E117C"/>
    <w:rsid w:val="007E461D"/>
    <w:rsid w:val="007E562F"/>
    <w:rsid w:val="007E6621"/>
    <w:rsid w:val="007F030A"/>
    <w:rsid w:val="007F0F84"/>
    <w:rsid w:val="007F6B75"/>
    <w:rsid w:val="008011DF"/>
    <w:rsid w:val="008061F7"/>
    <w:rsid w:val="00811418"/>
    <w:rsid w:val="00814282"/>
    <w:rsid w:val="00816AA8"/>
    <w:rsid w:val="00820251"/>
    <w:rsid w:val="008266CC"/>
    <w:rsid w:val="00831C67"/>
    <w:rsid w:val="00834D54"/>
    <w:rsid w:val="00834E34"/>
    <w:rsid w:val="0083576E"/>
    <w:rsid w:val="00835D3E"/>
    <w:rsid w:val="00837B86"/>
    <w:rsid w:val="00841247"/>
    <w:rsid w:val="008532AC"/>
    <w:rsid w:val="00856F6B"/>
    <w:rsid w:val="00861D39"/>
    <w:rsid w:val="00875478"/>
    <w:rsid w:val="00877D0E"/>
    <w:rsid w:val="00881618"/>
    <w:rsid w:val="0088743C"/>
    <w:rsid w:val="00890307"/>
    <w:rsid w:val="008905EF"/>
    <w:rsid w:val="00890D30"/>
    <w:rsid w:val="008917A0"/>
    <w:rsid w:val="00891E2D"/>
    <w:rsid w:val="00892DAC"/>
    <w:rsid w:val="008A0D4C"/>
    <w:rsid w:val="008A4C22"/>
    <w:rsid w:val="008A55C6"/>
    <w:rsid w:val="008A758D"/>
    <w:rsid w:val="008A76CB"/>
    <w:rsid w:val="008B1388"/>
    <w:rsid w:val="008C0481"/>
    <w:rsid w:val="008D62C0"/>
    <w:rsid w:val="008F08BE"/>
    <w:rsid w:val="008F1679"/>
    <w:rsid w:val="008F179B"/>
    <w:rsid w:val="00904C34"/>
    <w:rsid w:val="00911309"/>
    <w:rsid w:val="00912E45"/>
    <w:rsid w:val="00920A53"/>
    <w:rsid w:val="00931D9B"/>
    <w:rsid w:val="00932EB4"/>
    <w:rsid w:val="0093354C"/>
    <w:rsid w:val="00933F50"/>
    <w:rsid w:val="00941E02"/>
    <w:rsid w:val="00943CBE"/>
    <w:rsid w:val="009441D2"/>
    <w:rsid w:val="00946707"/>
    <w:rsid w:val="00952B1F"/>
    <w:rsid w:val="00954D2C"/>
    <w:rsid w:val="00957046"/>
    <w:rsid w:val="00971A92"/>
    <w:rsid w:val="00973AD3"/>
    <w:rsid w:val="00980486"/>
    <w:rsid w:val="009805BC"/>
    <w:rsid w:val="00980A25"/>
    <w:rsid w:val="0098372B"/>
    <w:rsid w:val="009857E8"/>
    <w:rsid w:val="00990327"/>
    <w:rsid w:val="009931B8"/>
    <w:rsid w:val="00994A45"/>
    <w:rsid w:val="0099605E"/>
    <w:rsid w:val="009A30BE"/>
    <w:rsid w:val="009B5595"/>
    <w:rsid w:val="009B5966"/>
    <w:rsid w:val="009C1043"/>
    <w:rsid w:val="009C401B"/>
    <w:rsid w:val="009C5193"/>
    <w:rsid w:val="009C613E"/>
    <w:rsid w:val="009C64B7"/>
    <w:rsid w:val="009C691C"/>
    <w:rsid w:val="009C6DC0"/>
    <w:rsid w:val="009C7B62"/>
    <w:rsid w:val="009C7C5C"/>
    <w:rsid w:val="009D335E"/>
    <w:rsid w:val="009D76E5"/>
    <w:rsid w:val="009F0A34"/>
    <w:rsid w:val="009F5485"/>
    <w:rsid w:val="009F7F91"/>
    <w:rsid w:val="00A03B23"/>
    <w:rsid w:val="00A10CCF"/>
    <w:rsid w:val="00A123C1"/>
    <w:rsid w:val="00A20560"/>
    <w:rsid w:val="00A20A66"/>
    <w:rsid w:val="00A20F00"/>
    <w:rsid w:val="00A27A83"/>
    <w:rsid w:val="00A34094"/>
    <w:rsid w:val="00A35A69"/>
    <w:rsid w:val="00A37332"/>
    <w:rsid w:val="00A37398"/>
    <w:rsid w:val="00A41E02"/>
    <w:rsid w:val="00A44251"/>
    <w:rsid w:val="00A45DEE"/>
    <w:rsid w:val="00A50AAA"/>
    <w:rsid w:val="00A52351"/>
    <w:rsid w:val="00A5595C"/>
    <w:rsid w:val="00A66758"/>
    <w:rsid w:val="00A71ABB"/>
    <w:rsid w:val="00A73AAA"/>
    <w:rsid w:val="00A75E83"/>
    <w:rsid w:val="00A80FEE"/>
    <w:rsid w:val="00A8195A"/>
    <w:rsid w:val="00A857C7"/>
    <w:rsid w:val="00A86425"/>
    <w:rsid w:val="00A93FBC"/>
    <w:rsid w:val="00AA14F6"/>
    <w:rsid w:val="00AA2AD6"/>
    <w:rsid w:val="00AA353E"/>
    <w:rsid w:val="00AA41CD"/>
    <w:rsid w:val="00AA6DED"/>
    <w:rsid w:val="00AA7531"/>
    <w:rsid w:val="00AB7158"/>
    <w:rsid w:val="00AD3521"/>
    <w:rsid w:val="00AD73B9"/>
    <w:rsid w:val="00AD7BF6"/>
    <w:rsid w:val="00AE3921"/>
    <w:rsid w:val="00AE7BCF"/>
    <w:rsid w:val="00AF35D0"/>
    <w:rsid w:val="00AF45F2"/>
    <w:rsid w:val="00AF5BB1"/>
    <w:rsid w:val="00AF6F3E"/>
    <w:rsid w:val="00B03295"/>
    <w:rsid w:val="00B038F4"/>
    <w:rsid w:val="00B05189"/>
    <w:rsid w:val="00B05538"/>
    <w:rsid w:val="00B07945"/>
    <w:rsid w:val="00B10125"/>
    <w:rsid w:val="00B11911"/>
    <w:rsid w:val="00B13869"/>
    <w:rsid w:val="00B156A5"/>
    <w:rsid w:val="00B172E8"/>
    <w:rsid w:val="00B17655"/>
    <w:rsid w:val="00B259D6"/>
    <w:rsid w:val="00B25B04"/>
    <w:rsid w:val="00B306D7"/>
    <w:rsid w:val="00B3119F"/>
    <w:rsid w:val="00B31406"/>
    <w:rsid w:val="00B32672"/>
    <w:rsid w:val="00B35100"/>
    <w:rsid w:val="00B40E75"/>
    <w:rsid w:val="00B41EC3"/>
    <w:rsid w:val="00B4266F"/>
    <w:rsid w:val="00B452B3"/>
    <w:rsid w:val="00B476CB"/>
    <w:rsid w:val="00B47B01"/>
    <w:rsid w:val="00B53447"/>
    <w:rsid w:val="00B66B9D"/>
    <w:rsid w:val="00B67EFE"/>
    <w:rsid w:val="00B7117D"/>
    <w:rsid w:val="00B71D6D"/>
    <w:rsid w:val="00B739C6"/>
    <w:rsid w:val="00B76C19"/>
    <w:rsid w:val="00B76F87"/>
    <w:rsid w:val="00B810AF"/>
    <w:rsid w:val="00B83B6F"/>
    <w:rsid w:val="00B91FAA"/>
    <w:rsid w:val="00B9481C"/>
    <w:rsid w:val="00BA092D"/>
    <w:rsid w:val="00BA3351"/>
    <w:rsid w:val="00BA3443"/>
    <w:rsid w:val="00BA57F2"/>
    <w:rsid w:val="00BB132E"/>
    <w:rsid w:val="00BB1F57"/>
    <w:rsid w:val="00BB4429"/>
    <w:rsid w:val="00BB6B5D"/>
    <w:rsid w:val="00BB7916"/>
    <w:rsid w:val="00BC1C44"/>
    <w:rsid w:val="00BD2AA6"/>
    <w:rsid w:val="00BE1715"/>
    <w:rsid w:val="00BE3ADD"/>
    <w:rsid w:val="00BE3E73"/>
    <w:rsid w:val="00BF0AF6"/>
    <w:rsid w:val="00BF0EF5"/>
    <w:rsid w:val="00C01A6F"/>
    <w:rsid w:val="00C276B3"/>
    <w:rsid w:val="00C27F27"/>
    <w:rsid w:val="00C33679"/>
    <w:rsid w:val="00C36853"/>
    <w:rsid w:val="00C36D8C"/>
    <w:rsid w:val="00C42684"/>
    <w:rsid w:val="00C46FD3"/>
    <w:rsid w:val="00C52879"/>
    <w:rsid w:val="00C533F8"/>
    <w:rsid w:val="00C53E90"/>
    <w:rsid w:val="00C5414E"/>
    <w:rsid w:val="00C54CD6"/>
    <w:rsid w:val="00C5703F"/>
    <w:rsid w:val="00C6483A"/>
    <w:rsid w:val="00C65A71"/>
    <w:rsid w:val="00C65CAA"/>
    <w:rsid w:val="00C65FE5"/>
    <w:rsid w:val="00C67929"/>
    <w:rsid w:val="00C70738"/>
    <w:rsid w:val="00C717C2"/>
    <w:rsid w:val="00C83CAC"/>
    <w:rsid w:val="00C85D32"/>
    <w:rsid w:val="00C87FFA"/>
    <w:rsid w:val="00C9303C"/>
    <w:rsid w:val="00C96AB0"/>
    <w:rsid w:val="00CA021E"/>
    <w:rsid w:val="00CA06DF"/>
    <w:rsid w:val="00CA1682"/>
    <w:rsid w:val="00CA2D20"/>
    <w:rsid w:val="00CA337C"/>
    <w:rsid w:val="00CA5D30"/>
    <w:rsid w:val="00CB0C9E"/>
    <w:rsid w:val="00CB42E4"/>
    <w:rsid w:val="00CB573C"/>
    <w:rsid w:val="00CB7D67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2C13"/>
    <w:rsid w:val="00CE3E9F"/>
    <w:rsid w:val="00CE58D9"/>
    <w:rsid w:val="00CE5A92"/>
    <w:rsid w:val="00CF0423"/>
    <w:rsid w:val="00CF2918"/>
    <w:rsid w:val="00CF2D10"/>
    <w:rsid w:val="00D005BD"/>
    <w:rsid w:val="00D007CB"/>
    <w:rsid w:val="00D03184"/>
    <w:rsid w:val="00D07C35"/>
    <w:rsid w:val="00D13C63"/>
    <w:rsid w:val="00D146D8"/>
    <w:rsid w:val="00D40DAA"/>
    <w:rsid w:val="00D41532"/>
    <w:rsid w:val="00D46CF7"/>
    <w:rsid w:val="00D563C3"/>
    <w:rsid w:val="00D61B52"/>
    <w:rsid w:val="00D642DB"/>
    <w:rsid w:val="00D64B70"/>
    <w:rsid w:val="00D71E03"/>
    <w:rsid w:val="00D80FF2"/>
    <w:rsid w:val="00D85F13"/>
    <w:rsid w:val="00D90C67"/>
    <w:rsid w:val="00D95B8E"/>
    <w:rsid w:val="00D96993"/>
    <w:rsid w:val="00DB7356"/>
    <w:rsid w:val="00DC2CF9"/>
    <w:rsid w:val="00DC674A"/>
    <w:rsid w:val="00DC7C6F"/>
    <w:rsid w:val="00DD15D4"/>
    <w:rsid w:val="00DD34C0"/>
    <w:rsid w:val="00DD3884"/>
    <w:rsid w:val="00DD3907"/>
    <w:rsid w:val="00DD3CDA"/>
    <w:rsid w:val="00DD7B95"/>
    <w:rsid w:val="00DE398D"/>
    <w:rsid w:val="00DE7199"/>
    <w:rsid w:val="00DF214B"/>
    <w:rsid w:val="00DF4EED"/>
    <w:rsid w:val="00E00192"/>
    <w:rsid w:val="00E01E6E"/>
    <w:rsid w:val="00E04E4F"/>
    <w:rsid w:val="00E07972"/>
    <w:rsid w:val="00E13BA7"/>
    <w:rsid w:val="00E160F9"/>
    <w:rsid w:val="00E26DF4"/>
    <w:rsid w:val="00E27037"/>
    <w:rsid w:val="00E272AA"/>
    <w:rsid w:val="00E27980"/>
    <w:rsid w:val="00E31298"/>
    <w:rsid w:val="00E33173"/>
    <w:rsid w:val="00E461E9"/>
    <w:rsid w:val="00E4630C"/>
    <w:rsid w:val="00E50701"/>
    <w:rsid w:val="00E51EAD"/>
    <w:rsid w:val="00E53AFE"/>
    <w:rsid w:val="00E74813"/>
    <w:rsid w:val="00E81AB1"/>
    <w:rsid w:val="00E87E47"/>
    <w:rsid w:val="00E944CD"/>
    <w:rsid w:val="00E962A9"/>
    <w:rsid w:val="00EA0C83"/>
    <w:rsid w:val="00EA5D40"/>
    <w:rsid w:val="00EA7A2D"/>
    <w:rsid w:val="00EA7AB1"/>
    <w:rsid w:val="00EA7E72"/>
    <w:rsid w:val="00EB0FF7"/>
    <w:rsid w:val="00EB22EE"/>
    <w:rsid w:val="00EB5717"/>
    <w:rsid w:val="00EB7420"/>
    <w:rsid w:val="00EC3EB5"/>
    <w:rsid w:val="00EC56B0"/>
    <w:rsid w:val="00EC6B10"/>
    <w:rsid w:val="00ED1AB9"/>
    <w:rsid w:val="00ED2291"/>
    <w:rsid w:val="00ED3ACD"/>
    <w:rsid w:val="00ED492F"/>
    <w:rsid w:val="00EE655A"/>
    <w:rsid w:val="00EE6CCB"/>
    <w:rsid w:val="00EE7821"/>
    <w:rsid w:val="00EF0509"/>
    <w:rsid w:val="00EF2A45"/>
    <w:rsid w:val="00F0689B"/>
    <w:rsid w:val="00F072D2"/>
    <w:rsid w:val="00F17ADE"/>
    <w:rsid w:val="00F2199C"/>
    <w:rsid w:val="00F23654"/>
    <w:rsid w:val="00F31E69"/>
    <w:rsid w:val="00F32292"/>
    <w:rsid w:val="00F32AFF"/>
    <w:rsid w:val="00F33032"/>
    <w:rsid w:val="00F40B3F"/>
    <w:rsid w:val="00F40DF2"/>
    <w:rsid w:val="00F423B4"/>
    <w:rsid w:val="00F4264B"/>
    <w:rsid w:val="00F5214F"/>
    <w:rsid w:val="00F536FB"/>
    <w:rsid w:val="00F5612C"/>
    <w:rsid w:val="00F5799D"/>
    <w:rsid w:val="00F62E1E"/>
    <w:rsid w:val="00F6635F"/>
    <w:rsid w:val="00F71E79"/>
    <w:rsid w:val="00F72E00"/>
    <w:rsid w:val="00F73FDD"/>
    <w:rsid w:val="00F7490D"/>
    <w:rsid w:val="00F81B53"/>
    <w:rsid w:val="00F85F5F"/>
    <w:rsid w:val="00F87889"/>
    <w:rsid w:val="00F90246"/>
    <w:rsid w:val="00F929FE"/>
    <w:rsid w:val="00FA08E3"/>
    <w:rsid w:val="00FA52C1"/>
    <w:rsid w:val="00FB4182"/>
    <w:rsid w:val="00FB5259"/>
    <w:rsid w:val="00FC78F8"/>
    <w:rsid w:val="00FD2450"/>
    <w:rsid w:val="00FD3AB8"/>
    <w:rsid w:val="00FD3AF7"/>
    <w:rsid w:val="00FD4253"/>
    <w:rsid w:val="00FE031B"/>
    <w:rsid w:val="00FE432C"/>
    <w:rsid w:val="00FF19D9"/>
    <w:rsid w:val="00FF5336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0C2C32"/>
  <w15:docId w15:val="{66419A8A-9F25-4AC4-B983-B49B765B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aliases w:val="Nadpis,1,n1"/>
    <w:basedOn w:val="Normln"/>
    <w:next w:val="Normln"/>
    <w:qFormat/>
    <w:rsid w:val="00161E6A"/>
    <w:pPr>
      <w:keepNext/>
      <w:numPr>
        <w:numId w:val="3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CB0C9E"/>
    <w:pPr>
      <w:keepNext/>
      <w:numPr>
        <w:ilvl w:val="1"/>
        <w:numId w:val="3"/>
      </w:numPr>
      <w:tabs>
        <w:tab w:val="left" w:pos="862"/>
      </w:tabs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CB0C9E"/>
    <w:pPr>
      <w:keepNext/>
      <w:numPr>
        <w:ilvl w:val="2"/>
        <w:numId w:val="3"/>
      </w:numPr>
      <w:spacing w:before="200" w:after="200" w:line="288" w:lineRule="auto"/>
      <w:outlineLvl w:val="2"/>
    </w:pPr>
    <w:rPr>
      <w:rFonts w:cs="Arial"/>
      <w:b/>
      <w:bCs/>
      <w:caps/>
      <w:sz w:val="22"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3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3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3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3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3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3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2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C36D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B65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658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658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65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6589"/>
    <w:rPr>
      <w:b/>
      <w:bCs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31A0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31A00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310B80"/>
    <w:pPr>
      <w:tabs>
        <w:tab w:val="left" w:pos="360"/>
      </w:tabs>
      <w:ind w:left="360" w:hanging="360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310B80"/>
  </w:style>
  <w:style w:type="character" w:styleId="Znakapoznpodarou">
    <w:name w:val="footnote reference"/>
    <w:basedOn w:val="Standardnpsmoodstavce"/>
    <w:semiHidden/>
    <w:rsid w:val="00310B80"/>
    <w:rPr>
      <w:vertAlign w:val="superscript"/>
    </w:rPr>
  </w:style>
  <w:style w:type="paragraph" w:customStyle="1" w:styleId="Styl1">
    <w:name w:val="Styl1"/>
    <w:basedOn w:val="Nadpis3"/>
    <w:qFormat/>
    <w:rsid w:val="00946707"/>
    <w:pPr>
      <w:numPr>
        <w:ilvl w:val="0"/>
        <w:numId w:val="5"/>
      </w:numPr>
    </w:pPr>
    <w:rPr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6707"/>
  </w:style>
  <w:style w:type="paragraph" w:customStyle="1" w:styleId="Normln0">
    <w:name w:val="Norm‡ln’"/>
    <w:rsid w:val="00141C24"/>
    <w:pPr>
      <w:jc w:val="both"/>
    </w:pPr>
    <w:rPr>
      <w:sz w:val="22"/>
    </w:rPr>
  </w:style>
  <w:style w:type="paragraph" w:customStyle="1" w:styleId="Vchoz">
    <w:name w:val="_Výchozí"/>
    <w:rsid w:val="00EE655A"/>
    <w:pPr>
      <w:spacing w:after="60"/>
      <w:jc w:val="both"/>
    </w:pPr>
    <w:rPr>
      <w:rFonts w:ascii="Times New Roman" w:hAnsi="Times New Roman"/>
      <w:sz w:val="24"/>
      <w:szCs w:val="24"/>
    </w:rPr>
  </w:style>
  <w:style w:type="paragraph" w:customStyle="1" w:styleId="StylNadpis1nenTunZarovnatdobloku">
    <w:name w:val="Styl Nadpis 1 + není Tučné Zarovnat do bloku"/>
    <w:basedOn w:val="Nadpis1"/>
    <w:rsid w:val="00EE655A"/>
    <w:pPr>
      <w:tabs>
        <w:tab w:val="left" w:pos="0"/>
      </w:tabs>
      <w:spacing w:before="0" w:after="0"/>
      <w:ind w:left="431" w:hanging="431"/>
    </w:pPr>
    <w:rPr>
      <w:rFonts w:ascii="Times New Roman" w:hAnsi="Times New Roman"/>
      <w:b w:val="0"/>
      <w:bCs w:val="0"/>
      <w:caps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7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B88B0-5864-4BF0-8842-69048052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</Template>
  <TotalTime>4</TotalTime>
  <Pages>3</Pages>
  <Words>701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 Úvodní údaje, identifikace</vt:lpstr>
    </vt:vector>
  </TitlesOfParts>
  <Company>Sweco Hydroprojekt a.s.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 Úvodní údaje, identifikace</dc:title>
  <dc:creator>Sweco Hydroprojekt a.s.</dc:creator>
  <cp:lastModifiedBy>Petra Michálková</cp:lastModifiedBy>
  <cp:revision>4</cp:revision>
  <cp:lastPrinted>2017-05-02T07:29:00Z</cp:lastPrinted>
  <dcterms:created xsi:type="dcterms:W3CDTF">2017-06-16T06:18:00Z</dcterms:created>
  <dcterms:modified xsi:type="dcterms:W3CDTF">2018-04-04T09:27:00Z</dcterms:modified>
</cp:coreProperties>
</file>