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A2AD1" w14:textId="77777777" w:rsidR="00CA446D" w:rsidRDefault="00CA446D" w:rsidP="00CA446D">
      <w:pPr>
        <w:rPr>
          <w:rFonts w:ascii="Times New Roman" w:hAnsi="Times New Roman"/>
        </w:rPr>
      </w:pPr>
    </w:p>
    <w:p w14:paraId="3C2954E4" w14:textId="77777777" w:rsidR="00CA446D" w:rsidRDefault="00CA446D" w:rsidP="00CA446D">
      <w:pPr>
        <w:rPr>
          <w:rFonts w:ascii="Times New Roman" w:hAnsi="Times New Roman"/>
        </w:rPr>
      </w:pPr>
    </w:p>
    <w:p w14:paraId="18AA74D0" w14:textId="77777777" w:rsidR="00CA446D" w:rsidRDefault="00CA446D" w:rsidP="00CA446D">
      <w:pPr>
        <w:rPr>
          <w:rFonts w:ascii="Times New Roman" w:hAnsi="Times New Roman"/>
        </w:rPr>
      </w:pPr>
    </w:p>
    <w:p w14:paraId="5E501C10" w14:textId="77777777" w:rsidR="00CA446D" w:rsidRDefault="00CA446D" w:rsidP="00CA446D">
      <w:pPr>
        <w:rPr>
          <w:rFonts w:ascii="Times New Roman" w:hAnsi="Times New Roman"/>
        </w:rPr>
      </w:pPr>
    </w:p>
    <w:p w14:paraId="42517D1C" w14:textId="77777777" w:rsidR="00CA446D" w:rsidRDefault="00CA446D" w:rsidP="00CA446D">
      <w:pPr>
        <w:rPr>
          <w:rFonts w:ascii="Times New Roman" w:hAnsi="Times New Roman"/>
        </w:rPr>
      </w:pPr>
    </w:p>
    <w:p w14:paraId="4B397935" w14:textId="77777777" w:rsidR="00CA446D" w:rsidRDefault="00CA446D" w:rsidP="00CA446D">
      <w:pPr>
        <w:rPr>
          <w:rFonts w:ascii="Times New Roman" w:hAnsi="Times New Roman"/>
        </w:rPr>
      </w:pPr>
    </w:p>
    <w:p w14:paraId="76EBBE84" w14:textId="77777777" w:rsidR="00CA446D" w:rsidRDefault="00CA446D" w:rsidP="00CA446D">
      <w:pPr>
        <w:rPr>
          <w:rFonts w:ascii="Times New Roman" w:hAnsi="Times New Roman"/>
        </w:rPr>
      </w:pPr>
    </w:p>
    <w:p w14:paraId="4CF8CD1B" w14:textId="77777777" w:rsidR="00CA446D" w:rsidRDefault="00CA446D" w:rsidP="00CA446D">
      <w:pPr>
        <w:rPr>
          <w:rFonts w:ascii="Times New Roman" w:hAnsi="Times New Roman"/>
        </w:rPr>
      </w:pPr>
    </w:p>
    <w:p w14:paraId="7FE16816" w14:textId="77777777" w:rsidR="00CA446D" w:rsidRDefault="00CA446D" w:rsidP="00CA446D">
      <w:pPr>
        <w:rPr>
          <w:rFonts w:ascii="Times New Roman" w:hAnsi="Times New Roman"/>
        </w:rPr>
      </w:pPr>
    </w:p>
    <w:p w14:paraId="056307AF" w14:textId="77777777" w:rsidR="00CA446D" w:rsidRDefault="00CA446D" w:rsidP="00CA446D">
      <w:pPr>
        <w:rPr>
          <w:rFonts w:ascii="Times New Roman" w:hAnsi="Times New Roman"/>
        </w:rPr>
      </w:pPr>
    </w:p>
    <w:p w14:paraId="432A896F" w14:textId="77777777" w:rsidR="00CA446D" w:rsidRDefault="00CA446D" w:rsidP="00CA446D">
      <w:pPr>
        <w:rPr>
          <w:rFonts w:ascii="Times New Roman" w:hAnsi="Times New Roman"/>
        </w:rPr>
      </w:pPr>
    </w:p>
    <w:p w14:paraId="51E73E64" w14:textId="77777777" w:rsidR="00CA446D" w:rsidRDefault="00CA446D" w:rsidP="00CA446D">
      <w:pPr>
        <w:rPr>
          <w:rFonts w:ascii="Times New Roman" w:hAnsi="Times New Roman"/>
        </w:rPr>
      </w:pPr>
    </w:p>
    <w:p w14:paraId="2F515EB7" w14:textId="77777777" w:rsidR="00CA446D" w:rsidRDefault="00CA446D" w:rsidP="00CA446D">
      <w:pPr>
        <w:rPr>
          <w:rFonts w:ascii="Times New Roman" w:hAnsi="Times New Roman"/>
        </w:rPr>
      </w:pPr>
    </w:p>
    <w:p w14:paraId="5FAB6AE5" w14:textId="77777777" w:rsidR="00CA446D" w:rsidRDefault="00CA446D" w:rsidP="00CA446D">
      <w:pPr>
        <w:rPr>
          <w:rFonts w:ascii="Times New Roman" w:hAnsi="Times New Roman"/>
        </w:rPr>
      </w:pPr>
    </w:p>
    <w:p w14:paraId="4E30B9EB" w14:textId="77777777" w:rsidR="00CA446D" w:rsidRDefault="00CA446D" w:rsidP="00CA446D">
      <w:pPr>
        <w:rPr>
          <w:rFonts w:ascii="Times New Roman" w:hAnsi="Times New Roman"/>
        </w:rPr>
      </w:pPr>
    </w:p>
    <w:p w14:paraId="3E594756" w14:textId="77777777" w:rsidR="00CA446D" w:rsidRDefault="00CA446D" w:rsidP="00CA446D">
      <w:pPr>
        <w:rPr>
          <w:rFonts w:ascii="Times New Roman" w:hAnsi="Times New Roman"/>
        </w:rPr>
      </w:pPr>
    </w:p>
    <w:p w14:paraId="0212755A" w14:textId="77777777" w:rsidR="00CA446D" w:rsidRDefault="00CA446D" w:rsidP="00CA446D">
      <w:pPr>
        <w:rPr>
          <w:rFonts w:ascii="Times New Roman" w:hAnsi="Times New Roman"/>
        </w:rPr>
      </w:pPr>
    </w:p>
    <w:p w14:paraId="192CBFA3" w14:textId="77777777" w:rsidR="00CA446D" w:rsidRDefault="00CA446D" w:rsidP="00CA446D">
      <w:pPr>
        <w:rPr>
          <w:rFonts w:ascii="Times New Roman" w:hAnsi="Times New Roman"/>
        </w:rPr>
      </w:pPr>
    </w:p>
    <w:p w14:paraId="64C07DB2" w14:textId="77777777" w:rsidR="00CA446D" w:rsidRDefault="00CA446D" w:rsidP="00CA446D">
      <w:pPr>
        <w:spacing w:before="10"/>
        <w:rPr>
          <w:rFonts w:ascii="Times New Roman" w:hAnsi="Times New Roman"/>
          <w:sz w:val="17"/>
          <w:szCs w:val="17"/>
        </w:rPr>
      </w:pPr>
    </w:p>
    <w:p w14:paraId="47A31052" w14:textId="77777777" w:rsidR="007B5D59" w:rsidRDefault="007B5D59" w:rsidP="00CA446D">
      <w:pPr>
        <w:spacing w:before="10"/>
        <w:rPr>
          <w:rFonts w:ascii="Times New Roman" w:hAnsi="Times New Roman"/>
          <w:sz w:val="17"/>
          <w:szCs w:val="17"/>
        </w:rPr>
      </w:pPr>
    </w:p>
    <w:p w14:paraId="55B600E4" w14:textId="77777777" w:rsidR="007B5D59" w:rsidRDefault="007B5D59" w:rsidP="00CA446D">
      <w:pPr>
        <w:spacing w:before="10"/>
        <w:rPr>
          <w:rFonts w:ascii="Times New Roman" w:hAnsi="Times New Roman"/>
          <w:sz w:val="17"/>
          <w:szCs w:val="17"/>
        </w:rPr>
      </w:pPr>
    </w:p>
    <w:p w14:paraId="424D0245" w14:textId="77777777" w:rsidR="007B5D59" w:rsidRDefault="007B5D59" w:rsidP="00CA446D">
      <w:pPr>
        <w:spacing w:before="10"/>
        <w:rPr>
          <w:rFonts w:ascii="Times New Roman" w:hAnsi="Times New Roman"/>
          <w:sz w:val="17"/>
          <w:szCs w:val="17"/>
        </w:rPr>
      </w:pPr>
    </w:p>
    <w:p w14:paraId="1F5CE9EF" w14:textId="77777777" w:rsidR="007B5D59" w:rsidRDefault="007B5D59" w:rsidP="00CA446D">
      <w:pPr>
        <w:spacing w:before="10"/>
        <w:rPr>
          <w:rFonts w:ascii="Times New Roman" w:hAnsi="Times New Roman"/>
          <w:sz w:val="17"/>
          <w:szCs w:val="17"/>
        </w:rPr>
      </w:pPr>
    </w:p>
    <w:p w14:paraId="4A8739A2" w14:textId="77777777" w:rsidR="007B5D59" w:rsidRDefault="007B5D59" w:rsidP="007B5D59">
      <w:pPr>
        <w:rPr>
          <w:rFonts w:ascii="Times New Roman" w:hAnsi="Times New Roman"/>
        </w:rPr>
      </w:pPr>
    </w:p>
    <w:p w14:paraId="40BAE474" w14:textId="77777777" w:rsidR="007B5D59" w:rsidRDefault="007B5D59" w:rsidP="007B5D59">
      <w:pPr>
        <w:rPr>
          <w:rFonts w:ascii="Times New Roman" w:hAnsi="Times New Roman"/>
        </w:rPr>
      </w:pPr>
    </w:p>
    <w:tbl>
      <w:tblPr>
        <w:tblStyle w:val="Mkatabulky"/>
        <w:tblW w:w="10225" w:type="dxa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112"/>
        <w:gridCol w:w="5113"/>
      </w:tblGrid>
      <w:tr w:rsidR="007B5D59" w14:paraId="45C565C7" w14:textId="77777777" w:rsidTr="00CA316B">
        <w:trPr>
          <w:trHeight w:val="1654"/>
        </w:trPr>
        <w:tc>
          <w:tcPr>
            <w:tcW w:w="5112" w:type="dxa"/>
          </w:tcPr>
          <w:p w14:paraId="5CDAFF7E" w14:textId="77777777" w:rsidR="007B5D59" w:rsidRDefault="00B06B93" w:rsidP="00B06B9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drawing>
                <wp:anchor distT="0" distB="0" distL="114300" distR="114300" simplePos="0" relativeHeight="251658240" behindDoc="0" locked="0" layoutInCell="1" allowOverlap="1" wp14:anchorId="264C8F61" wp14:editId="6225423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176530</wp:posOffset>
                  </wp:positionV>
                  <wp:extent cx="2324100" cy="789940"/>
                  <wp:effectExtent l="0" t="0" r="0" b="0"/>
                  <wp:wrapNone/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olín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789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  <w:sz w:val="18"/>
                <w:szCs w:val="18"/>
              </w:rPr>
              <w:t>Objednatel</w:t>
            </w:r>
          </w:p>
        </w:tc>
        <w:tc>
          <w:tcPr>
            <w:tcW w:w="5113" w:type="dxa"/>
          </w:tcPr>
          <w:p w14:paraId="58887E4E" w14:textId="77777777" w:rsidR="007B5D59" w:rsidRDefault="007B5D59" w:rsidP="00CA316B">
            <w:pPr>
              <w:rPr>
                <w:rFonts w:cs="Arial"/>
                <w:sz w:val="24"/>
                <w:szCs w:val="24"/>
              </w:rPr>
            </w:pPr>
          </w:p>
          <w:p w14:paraId="07626802" w14:textId="77777777" w:rsidR="00B06B93" w:rsidRDefault="00B06B93" w:rsidP="00B06B93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Město Kolín</w:t>
            </w:r>
          </w:p>
          <w:p w14:paraId="653CB6E4" w14:textId="77777777" w:rsidR="00B06B93" w:rsidRDefault="00B06B93" w:rsidP="00B06B93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Karlovo náměstí 78</w:t>
            </w:r>
          </w:p>
          <w:p w14:paraId="6541426F" w14:textId="77777777" w:rsidR="00B06B93" w:rsidRDefault="00B06B93" w:rsidP="00B06B93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280 12, Kolín 1</w:t>
            </w:r>
          </w:p>
          <w:p w14:paraId="139E94F6" w14:textId="77777777" w:rsidR="007B5D59" w:rsidRPr="004C622D" w:rsidRDefault="007B5D59" w:rsidP="00CA316B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40DE56EA" w14:textId="77777777" w:rsidR="007B5D59" w:rsidRDefault="007B5D59" w:rsidP="007B5D59">
      <w:pPr>
        <w:rPr>
          <w:rFonts w:ascii="Times New Roman" w:hAnsi="Times New Roman"/>
        </w:rPr>
      </w:pPr>
    </w:p>
    <w:p w14:paraId="2CB91DC2" w14:textId="77777777" w:rsidR="007B5D59" w:rsidRDefault="007B5D59" w:rsidP="00CA446D">
      <w:pPr>
        <w:spacing w:before="10"/>
        <w:rPr>
          <w:rFonts w:ascii="Times New Roman" w:hAnsi="Times New Roman"/>
          <w:sz w:val="17"/>
          <w:szCs w:val="17"/>
        </w:rPr>
      </w:pPr>
    </w:p>
    <w:tbl>
      <w:tblPr>
        <w:tblStyle w:val="TableNormal"/>
        <w:tblW w:w="10206" w:type="dxa"/>
        <w:tblInd w:w="269" w:type="dxa"/>
        <w:tblBorders>
          <w:top w:val="single" w:sz="18" w:space="0" w:color="000000"/>
          <w:left w:val="single" w:sz="12" w:space="0" w:color="000000"/>
          <w:bottom w:val="single" w:sz="18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5103"/>
      </w:tblGrid>
      <w:tr w:rsidR="00CA446D" w14:paraId="6EC8E858" w14:textId="77777777" w:rsidTr="002F7ED8">
        <w:trPr>
          <w:trHeight w:val="1486"/>
        </w:trPr>
        <w:tc>
          <w:tcPr>
            <w:tcW w:w="5103" w:type="dxa"/>
          </w:tcPr>
          <w:p w14:paraId="54B771A5" w14:textId="77777777" w:rsidR="00CA446D" w:rsidRDefault="00CA446D" w:rsidP="002F7ED8">
            <w:pPr>
              <w:pStyle w:val="TableParagraph"/>
              <w:spacing w:line="205" w:lineRule="exact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pacing w:val="-1"/>
                <w:sz w:val="18"/>
              </w:rPr>
              <w:t>Gener</w:t>
            </w:r>
            <w:r>
              <w:rPr>
                <w:rFonts w:ascii="Arial"/>
                <w:spacing w:val="-1"/>
                <w:sz w:val="18"/>
              </w:rPr>
              <w:t>á</w:t>
            </w:r>
            <w:r>
              <w:rPr>
                <w:rFonts w:ascii="Arial"/>
                <w:spacing w:val="-1"/>
                <w:sz w:val="18"/>
              </w:rPr>
              <w:t>ln</w:t>
            </w:r>
            <w:r>
              <w:rPr>
                <w:rFonts w:ascii="Arial"/>
                <w:spacing w:val="-1"/>
                <w:sz w:val="18"/>
              </w:rPr>
              <w:t>í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projektant</w:t>
            </w:r>
            <w:proofErr w:type="spellEnd"/>
          </w:p>
          <w:p w14:paraId="1C8F9C70" w14:textId="77777777" w:rsidR="00CA446D" w:rsidRDefault="00CA446D" w:rsidP="002F7ED8">
            <w:pPr>
              <w:pStyle w:val="TableParagraph"/>
              <w:spacing w:before="1"/>
              <w:ind w:left="154" w:hanging="1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C7131D4" w14:textId="77777777" w:rsidR="00CA446D" w:rsidRDefault="00CA446D" w:rsidP="002F7ED8">
            <w:pPr>
              <w:pStyle w:val="TableParagraph"/>
              <w:spacing w:line="200" w:lineRule="atLeast"/>
              <w:ind w:left="55" w:right="-136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cs-CZ" w:eastAsia="cs-CZ"/>
              </w:rPr>
              <w:drawing>
                <wp:inline distT="0" distB="0" distL="0" distR="0" wp14:anchorId="4A6A5135" wp14:editId="6BBA498D">
                  <wp:extent cx="2610392" cy="430911"/>
                  <wp:effectExtent l="0" t="0" r="0" b="0"/>
                  <wp:docPr id="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0392" cy="430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14:paraId="2D917440" w14:textId="77777777" w:rsidR="00CA446D" w:rsidRDefault="00CA446D" w:rsidP="002F7ED8">
            <w:pPr>
              <w:pStyle w:val="TableParagraph"/>
              <w:spacing w:line="200" w:lineRule="atLeast"/>
              <w:ind w:left="55" w:right="-1364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402573BF" w14:textId="77777777" w:rsidR="00CA446D" w:rsidRPr="00885A05" w:rsidRDefault="00CA446D" w:rsidP="002F7ED8">
            <w:pPr>
              <w:pStyle w:val="TableParagraph"/>
              <w:spacing w:line="200" w:lineRule="atLeast"/>
              <w:ind w:left="55" w:right="-1364"/>
              <w:rPr>
                <w:rFonts w:ascii="Arial" w:eastAsia="Times New Roman" w:hAnsi="Arial" w:cs="Arial"/>
                <w:sz w:val="24"/>
                <w:szCs w:val="24"/>
              </w:rPr>
            </w:pPr>
            <w:r w:rsidRPr="00885A05">
              <w:rPr>
                <w:rFonts w:ascii="Arial" w:eastAsia="Times New Roman" w:hAnsi="Arial" w:cs="Arial"/>
                <w:sz w:val="24"/>
                <w:szCs w:val="24"/>
              </w:rPr>
              <w:t xml:space="preserve">REINVEST </w:t>
            </w:r>
            <w:proofErr w:type="spellStart"/>
            <w:r w:rsidRPr="00885A05">
              <w:rPr>
                <w:rFonts w:ascii="Arial" w:eastAsia="Times New Roman" w:hAnsi="Arial" w:cs="Arial"/>
                <w:sz w:val="24"/>
                <w:szCs w:val="24"/>
              </w:rPr>
              <w:t>spol</w:t>
            </w:r>
            <w:proofErr w:type="spellEnd"/>
            <w:r w:rsidRPr="00885A05">
              <w:rPr>
                <w:rFonts w:ascii="Arial" w:eastAsia="Times New Roman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s</w:t>
            </w:r>
            <w:r w:rsidRPr="00885A0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885A05">
              <w:rPr>
                <w:rFonts w:ascii="Arial" w:eastAsia="Times New Roman" w:hAnsi="Arial" w:cs="Arial"/>
                <w:sz w:val="24"/>
                <w:szCs w:val="24"/>
              </w:rPr>
              <w:t>r.o</w:t>
            </w:r>
            <w:proofErr w:type="spellEnd"/>
            <w:r w:rsidRPr="00885A05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14:paraId="77D63E93" w14:textId="77777777" w:rsidR="00CA446D" w:rsidRPr="00885A05" w:rsidRDefault="00CA446D" w:rsidP="002F7ED8">
            <w:pPr>
              <w:pStyle w:val="TableParagraph"/>
              <w:spacing w:line="200" w:lineRule="atLeast"/>
              <w:ind w:left="55" w:right="-1364"/>
              <w:rPr>
                <w:rFonts w:ascii="Arial" w:eastAsia="Times New Roman" w:hAnsi="Arial" w:cs="Arial"/>
                <w:sz w:val="24"/>
                <w:szCs w:val="24"/>
              </w:rPr>
            </w:pPr>
            <w:r w:rsidRPr="00885A05">
              <w:rPr>
                <w:rFonts w:ascii="Arial" w:eastAsia="Times New Roman" w:hAnsi="Arial" w:cs="Arial"/>
                <w:sz w:val="24"/>
                <w:szCs w:val="24"/>
              </w:rPr>
              <w:t xml:space="preserve">K </w:t>
            </w:r>
            <w:proofErr w:type="spellStart"/>
            <w:r w:rsidRPr="00885A05">
              <w:rPr>
                <w:rFonts w:ascii="Arial" w:eastAsia="Times New Roman" w:hAnsi="Arial" w:cs="Arial"/>
                <w:sz w:val="24"/>
                <w:szCs w:val="24"/>
              </w:rPr>
              <w:t>Novému</w:t>
            </w:r>
            <w:proofErr w:type="spellEnd"/>
            <w:r w:rsidRPr="00885A0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885A05">
              <w:rPr>
                <w:rFonts w:ascii="Arial" w:eastAsia="Times New Roman" w:hAnsi="Arial" w:cs="Arial"/>
                <w:sz w:val="24"/>
                <w:szCs w:val="24"/>
              </w:rPr>
              <w:t>dvoru</w:t>
            </w:r>
            <w:proofErr w:type="spellEnd"/>
            <w:r w:rsidRPr="00885A05">
              <w:rPr>
                <w:rFonts w:ascii="Arial" w:eastAsia="Times New Roman" w:hAnsi="Arial" w:cs="Arial"/>
                <w:sz w:val="24"/>
                <w:szCs w:val="24"/>
              </w:rPr>
              <w:t xml:space="preserve"> 897/66</w:t>
            </w:r>
          </w:p>
          <w:p w14:paraId="712B8596" w14:textId="77777777" w:rsidR="00CA446D" w:rsidRPr="00885A05" w:rsidRDefault="00CA446D" w:rsidP="002F7ED8">
            <w:pPr>
              <w:pStyle w:val="TableParagraph"/>
              <w:spacing w:line="200" w:lineRule="atLeast"/>
              <w:ind w:left="55" w:right="-1364"/>
              <w:rPr>
                <w:rFonts w:ascii="Arial" w:eastAsia="Times New Roman" w:hAnsi="Arial" w:cs="Arial"/>
                <w:sz w:val="24"/>
                <w:szCs w:val="24"/>
              </w:rPr>
            </w:pPr>
            <w:r w:rsidRPr="00885A05">
              <w:rPr>
                <w:rFonts w:ascii="Arial" w:eastAsia="Times New Roman" w:hAnsi="Arial" w:cs="Arial"/>
                <w:sz w:val="24"/>
                <w:szCs w:val="24"/>
              </w:rPr>
              <w:t>142 00 Praha 4</w:t>
            </w:r>
          </w:p>
          <w:p w14:paraId="2DB0B2D2" w14:textId="77777777" w:rsidR="00CA446D" w:rsidRPr="00885A05" w:rsidRDefault="00CA446D" w:rsidP="002F7ED8">
            <w:pPr>
              <w:pStyle w:val="TableParagraph"/>
              <w:spacing w:line="205" w:lineRule="exact"/>
              <w:ind w:left="54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="250" w:tblpY="471"/>
        <w:tblOverlap w:val="never"/>
        <w:tblW w:w="101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0"/>
        <w:gridCol w:w="1431"/>
        <w:gridCol w:w="5044"/>
        <w:gridCol w:w="2268"/>
      </w:tblGrid>
      <w:tr w:rsidR="00CA446D" w14:paraId="6B2A4C40" w14:textId="77777777" w:rsidTr="002F7ED8">
        <w:trPr>
          <w:trHeight w:val="539"/>
        </w:trPr>
        <w:tc>
          <w:tcPr>
            <w:tcW w:w="7905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2C8671CE" w14:textId="77777777" w:rsidR="00CA446D" w:rsidRDefault="00CA446D" w:rsidP="002F7ED8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Akce</w:t>
            </w:r>
            <w:proofErr w:type="spellEnd"/>
          </w:p>
          <w:p w14:paraId="3CC8ACCD" w14:textId="77777777" w:rsidR="00CA446D" w:rsidRPr="00A76B3A" w:rsidRDefault="00A76B3A" w:rsidP="002F7ED8">
            <w:pPr>
              <w:pStyle w:val="TableParagraph"/>
              <w:rPr>
                <w:rFonts w:eastAsia="Arial" w:cs="Arial"/>
                <w:sz w:val="32"/>
                <w:szCs w:val="32"/>
                <w:lang w:val="cs-CZ"/>
              </w:rPr>
            </w:pPr>
            <w:r w:rsidRPr="00A76B3A">
              <w:rPr>
                <w:rFonts w:eastAsia="Arial" w:cs="Arial"/>
                <w:sz w:val="32"/>
                <w:szCs w:val="32"/>
                <w:lang w:val="cs-CZ"/>
              </w:rPr>
              <w:t xml:space="preserve"> Rekonstrukce kanalizačních stok v ul. Táboritsk</w:t>
            </w:r>
            <w:r>
              <w:rPr>
                <w:rFonts w:eastAsia="Arial" w:cs="Arial"/>
                <w:sz w:val="32"/>
                <w:szCs w:val="32"/>
                <w:lang w:val="cs-CZ"/>
              </w:rPr>
              <w:t>á, P. Velikého a Jateční, Kolín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14:paraId="7999FA74" w14:textId="77777777" w:rsidR="00CA446D" w:rsidRPr="000667C7" w:rsidRDefault="00CA446D" w:rsidP="002F7ED8">
            <w:pPr>
              <w:pStyle w:val="TableParagraph"/>
              <w:rPr>
                <w:rFonts w:ascii="Arial" w:eastAsia="Arial" w:hAnsi="Arial" w:cs="Arial"/>
                <w:b/>
                <w:sz w:val="14"/>
                <w:szCs w:val="14"/>
              </w:rPr>
            </w:pPr>
            <w:proofErr w:type="spellStart"/>
            <w:r w:rsidRPr="000667C7">
              <w:rPr>
                <w:rFonts w:ascii="Arial" w:eastAsia="Arial" w:hAnsi="Arial" w:cs="Arial"/>
                <w:b/>
                <w:sz w:val="14"/>
                <w:szCs w:val="14"/>
              </w:rPr>
              <w:t>Číslo</w:t>
            </w:r>
            <w:proofErr w:type="spellEnd"/>
            <w:r w:rsidRPr="000667C7">
              <w:rPr>
                <w:rFonts w:ascii="Arial" w:eastAsia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0667C7">
              <w:rPr>
                <w:rFonts w:ascii="Arial" w:eastAsia="Arial" w:hAnsi="Arial" w:cs="Arial"/>
                <w:b/>
                <w:sz w:val="14"/>
                <w:szCs w:val="14"/>
              </w:rPr>
              <w:t>přílohy</w:t>
            </w:r>
            <w:proofErr w:type="spellEnd"/>
          </w:p>
          <w:p w14:paraId="232A2702" w14:textId="77777777" w:rsidR="00CA446D" w:rsidRDefault="00CA446D" w:rsidP="002F7ED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14:paraId="23273CBD" w14:textId="77777777" w:rsidR="00CA446D" w:rsidRDefault="00CA446D" w:rsidP="002F7ED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14:paraId="3351DD4D" w14:textId="77777777" w:rsidR="00CA446D" w:rsidRDefault="00CA446D" w:rsidP="002F7ED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14:paraId="66A3A71D" w14:textId="77777777" w:rsidR="00CA446D" w:rsidRDefault="00CA446D" w:rsidP="002F7ED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14:paraId="2F4F0310" w14:textId="77777777" w:rsidR="00CA446D" w:rsidRPr="00783B6C" w:rsidRDefault="00B06B93" w:rsidP="002F7ED8">
            <w:pPr>
              <w:pStyle w:val="TableParagraph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D</w:t>
            </w:r>
            <w:r w:rsidR="00CA446D">
              <w:rPr>
                <w:rFonts w:ascii="Arial" w:eastAsia="Arial" w:hAnsi="Arial" w:cs="Arial"/>
                <w:sz w:val="32"/>
                <w:szCs w:val="32"/>
              </w:rPr>
              <w:t>1</w:t>
            </w:r>
            <w:r>
              <w:rPr>
                <w:rFonts w:ascii="Arial" w:eastAsia="Arial" w:hAnsi="Arial" w:cs="Arial"/>
                <w:sz w:val="32"/>
                <w:szCs w:val="32"/>
              </w:rPr>
              <w:t>.2.1</w:t>
            </w:r>
            <w:r w:rsidR="00CA446D">
              <w:rPr>
                <w:rFonts w:ascii="Arial" w:eastAsia="Arial" w:hAnsi="Arial" w:cs="Arial"/>
                <w:sz w:val="32"/>
                <w:szCs w:val="32"/>
              </w:rPr>
              <w:t>.</w:t>
            </w:r>
          </w:p>
          <w:p w14:paraId="05355C80" w14:textId="77777777" w:rsidR="00CA446D" w:rsidRPr="00A71FB3" w:rsidRDefault="00CA446D" w:rsidP="002F7ED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CA446D" w14:paraId="1E22BFB7" w14:textId="77777777" w:rsidTr="002F7ED8">
        <w:trPr>
          <w:trHeight w:val="450"/>
        </w:trPr>
        <w:tc>
          <w:tcPr>
            <w:tcW w:w="143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50BC2477" w14:textId="77777777" w:rsidR="00CA446D" w:rsidRPr="000667C7" w:rsidRDefault="00CA446D" w:rsidP="002F7ED8">
            <w:pPr>
              <w:pStyle w:val="TableParagraph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0667C7">
              <w:rPr>
                <w:rFonts w:ascii="Arial" w:eastAsia="Arial" w:hAnsi="Arial" w:cs="Arial"/>
                <w:b/>
                <w:sz w:val="14"/>
                <w:szCs w:val="14"/>
              </w:rPr>
              <w:t>HIP</w:t>
            </w:r>
          </w:p>
          <w:p w14:paraId="5CCFD4C0" w14:textId="77777777" w:rsidR="00CA446D" w:rsidRPr="00A71FB3" w:rsidRDefault="00CA446D" w:rsidP="002F7ED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14:paraId="2C21BCB1" w14:textId="77777777" w:rsidR="00CA446D" w:rsidRPr="00A71FB3" w:rsidRDefault="00CA446D" w:rsidP="002F7ED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Ing. Marek Raška</w:t>
            </w:r>
          </w:p>
          <w:p w14:paraId="25509E35" w14:textId="77777777" w:rsidR="00CA446D" w:rsidRPr="00A71FB3" w:rsidRDefault="00CA446D" w:rsidP="002F7ED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4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20ACF" w14:textId="77777777" w:rsidR="00CA446D" w:rsidRPr="000667C7" w:rsidRDefault="00CA446D" w:rsidP="002F7ED8">
            <w:pPr>
              <w:pStyle w:val="TableParagraph"/>
              <w:rPr>
                <w:rFonts w:ascii="Arial" w:eastAsia="Arial" w:hAnsi="Arial" w:cs="Arial"/>
                <w:b/>
                <w:sz w:val="14"/>
                <w:szCs w:val="14"/>
              </w:rPr>
            </w:pPr>
            <w:proofErr w:type="spellStart"/>
            <w:r w:rsidRPr="000667C7">
              <w:rPr>
                <w:rFonts w:ascii="Arial" w:eastAsia="Arial" w:hAnsi="Arial" w:cs="Arial"/>
                <w:b/>
                <w:sz w:val="14"/>
                <w:szCs w:val="14"/>
              </w:rPr>
              <w:t>Katastr</w:t>
            </w:r>
            <w:proofErr w:type="spellEnd"/>
          </w:p>
          <w:p w14:paraId="34F5597A" w14:textId="77777777" w:rsidR="00CA446D" w:rsidRDefault="00CA446D" w:rsidP="002F7ED8">
            <w:pPr>
              <w:pStyle w:val="TableParagraph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  <w:p w14:paraId="43767297" w14:textId="77777777" w:rsidR="00CA446D" w:rsidRPr="00A71FB3" w:rsidRDefault="00B06B93" w:rsidP="002F7ED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Arial" w:hAnsi="Arial" w:cs="Arial"/>
                <w:sz w:val="14"/>
                <w:szCs w:val="14"/>
              </w:rPr>
              <w:t>Kolín</w:t>
            </w:r>
            <w:proofErr w:type="spellEnd"/>
          </w:p>
        </w:tc>
        <w:tc>
          <w:tcPr>
            <w:tcW w:w="5044" w:type="dxa"/>
            <w:vMerge w:val="restar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3216D975" w14:textId="77777777" w:rsidR="00CA446D" w:rsidRPr="000667C7" w:rsidRDefault="00CA446D" w:rsidP="002F7ED8">
            <w:pPr>
              <w:pStyle w:val="TableParagraph"/>
              <w:rPr>
                <w:rFonts w:ascii="Arial" w:eastAsia="Arial" w:hAnsi="Arial" w:cs="Arial"/>
                <w:b/>
                <w:sz w:val="14"/>
                <w:szCs w:val="14"/>
              </w:rPr>
            </w:pPr>
            <w:proofErr w:type="spellStart"/>
            <w:r w:rsidRPr="000667C7">
              <w:rPr>
                <w:rFonts w:ascii="Arial" w:eastAsia="Arial" w:hAnsi="Arial" w:cs="Arial"/>
                <w:b/>
                <w:sz w:val="14"/>
                <w:szCs w:val="14"/>
              </w:rPr>
              <w:t>Část</w:t>
            </w:r>
            <w:proofErr w:type="spellEnd"/>
          </w:p>
          <w:p w14:paraId="31A125BC" w14:textId="77777777" w:rsidR="00CA446D" w:rsidRDefault="00CA446D" w:rsidP="002F7ED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14:paraId="0E317B09" w14:textId="77777777" w:rsidR="00CA446D" w:rsidRDefault="00CA446D" w:rsidP="002F7ED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14:paraId="1B49C4AA" w14:textId="77777777" w:rsidR="00CA446D" w:rsidRDefault="00CA446D" w:rsidP="002F7ED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14:paraId="780A70AA" w14:textId="77777777" w:rsidR="00CA446D" w:rsidRDefault="00CA446D" w:rsidP="002F7ED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14:paraId="439131D4" w14:textId="77777777" w:rsidR="00CA446D" w:rsidRDefault="00CA446D" w:rsidP="002F7ED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14:paraId="34316676" w14:textId="77777777" w:rsidR="00CA446D" w:rsidRDefault="00CA446D" w:rsidP="002F7ED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14:paraId="66348B8A" w14:textId="77777777" w:rsidR="00CA446D" w:rsidRPr="00783B6C" w:rsidRDefault="00CA446D" w:rsidP="002F7ED8">
            <w:pPr>
              <w:pStyle w:val="TableParagraph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TECHNICKÁ ZPRÁVA</w:t>
            </w:r>
          </w:p>
          <w:p w14:paraId="08DA22B3" w14:textId="77777777" w:rsidR="00CA446D" w:rsidRDefault="00CA446D" w:rsidP="002F7ED8">
            <w:pPr>
              <w:pStyle w:val="TableParagraph"/>
              <w:rPr>
                <w:rFonts w:ascii="Arial" w:eastAsia="Arial" w:hAnsi="Arial" w:cs="Arial"/>
                <w:sz w:val="32"/>
                <w:szCs w:val="32"/>
              </w:rPr>
            </w:pPr>
          </w:p>
          <w:p w14:paraId="3371E048" w14:textId="77777777" w:rsidR="00CA446D" w:rsidRPr="00A14E36" w:rsidRDefault="00CA446D" w:rsidP="002F7ED8"/>
          <w:p w14:paraId="32B5E6ED" w14:textId="77777777" w:rsidR="00CA446D" w:rsidRDefault="00CA446D" w:rsidP="002F7ED8"/>
          <w:p w14:paraId="0768D17E" w14:textId="77777777" w:rsidR="00CA446D" w:rsidRDefault="00CA446D" w:rsidP="002F7ED8"/>
          <w:p w14:paraId="5B397583" w14:textId="77777777" w:rsidR="00CA446D" w:rsidRPr="00A14E36" w:rsidRDefault="00CA446D" w:rsidP="002F7ED8"/>
        </w:tc>
        <w:tc>
          <w:tcPr>
            <w:tcW w:w="22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65DF8E8" w14:textId="77777777" w:rsidR="00CA446D" w:rsidRPr="00A71FB3" w:rsidRDefault="00CA446D" w:rsidP="002F7ED8">
            <w:pPr>
              <w:ind w:firstLine="720"/>
              <w:rPr>
                <w:rFonts w:eastAsia="Arial" w:cs="Arial"/>
                <w:sz w:val="14"/>
                <w:szCs w:val="14"/>
              </w:rPr>
            </w:pPr>
          </w:p>
        </w:tc>
      </w:tr>
      <w:tr w:rsidR="00CA446D" w14:paraId="10D3EB7E" w14:textId="77777777" w:rsidTr="002F7ED8">
        <w:trPr>
          <w:trHeight w:val="249"/>
        </w:trPr>
        <w:tc>
          <w:tcPr>
            <w:tcW w:w="1430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36218461" w14:textId="77777777" w:rsidR="00CA446D" w:rsidRPr="000667C7" w:rsidRDefault="00CA446D" w:rsidP="002F7ED8">
            <w:pPr>
              <w:pStyle w:val="TableParagraph"/>
              <w:rPr>
                <w:rFonts w:ascii="Arial" w:eastAsia="Arial" w:hAnsi="Arial" w:cs="Arial"/>
                <w:b/>
                <w:sz w:val="14"/>
                <w:szCs w:val="14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  <w:szCs w:val="14"/>
              </w:rPr>
              <w:t>Vypracoval</w:t>
            </w:r>
            <w:proofErr w:type="spellEnd"/>
          </w:p>
          <w:p w14:paraId="3EE06038" w14:textId="77777777" w:rsidR="00CA446D" w:rsidRPr="00A71FB3" w:rsidRDefault="00CA446D" w:rsidP="002F7ED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14:paraId="40D81C29" w14:textId="77777777" w:rsidR="00CA446D" w:rsidRPr="00A71FB3" w:rsidRDefault="00CA446D" w:rsidP="002F7ED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14:paraId="3DBD263D" w14:textId="77777777" w:rsidR="00CA446D" w:rsidRPr="00A71FB3" w:rsidRDefault="00CA446D" w:rsidP="002F7ED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Ing. Jiří Sobol</w:t>
            </w:r>
          </w:p>
        </w:tc>
        <w:tc>
          <w:tcPr>
            <w:tcW w:w="14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0C7BB" w14:textId="77777777" w:rsidR="00CA446D" w:rsidRPr="000667C7" w:rsidRDefault="00CA446D" w:rsidP="002F7ED8">
            <w:pPr>
              <w:pStyle w:val="TableParagraph"/>
              <w:rPr>
                <w:rFonts w:ascii="Arial" w:eastAsia="Arial" w:hAnsi="Arial" w:cs="Arial"/>
                <w:b/>
                <w:sz w:val="14"/>
                <w:szCs w:val="14"/>
              </w:rPr>
            </w:pPr>
            <w:proofErr w:type="spellStart"/>
            <w:r w:rsidRPr="000667C7">
              <w:rPr>
                <w:rFonts w:ascii="Arial" w:eastAsia="Arial" w:hAnsi="Arial" w:cs="Arial"/>
                <w:b/>
                <w:sz w:val="14"/>
                <w:szCs w:val="14"/>
              </w:rPr>
              <w:t>Stupeň</w:t>
            </w:r>
            <w:proofErr w:type="spellEnd"/>
          </w:p>
          <w:p w14:paraId="2DAB150B" w14:textId="77777777" w:rsidR="00CA446D" w:rsidRDefault="00CA446D" w:rsidP="002F7ED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14:paraId="1753251C" w14:textId="77777777" w:rsidR="00CA446D" w:rsidRPr="00A71FB3" w:rsidRDefault="00573377" w:rsidP="002F7ED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DZS</w:t>
            </w:r>
          </w:p>
        </w:tc>
        <w:tc>
          <w:tcPr>
            <w:tcW w:w="5044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6BC35C0A" w14:textId="77777777" w:rsidR="00CA446D" w:rsidRPr="00A71FB3" w:rsidRDefault="00CA446D" w:rsidP="002F7ED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22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0AEE6AA" w14:textId="77777777" w:rsidR="00CA446D" w:rsidRDefault="00CA446D" w:rsidP="002F7ED8">
            <w:pPr>
              <w:ind w:firstLine="720"/>
              <w:rPr>
                <w:rFonts w:eastAsia="Arial" w:cs="Arial"/>
                <w:sz w:val="18"/>
                <w:szCs w:val="18"/>
              </w:rPr>
            </w:pPr>
          </w:p>
        </w:tc>
      </w:tr>
      <w:tr w:rsidR="00CA446D" w14:paraId="0D2D3766" w14:textId="77777777" w:rsidTr="002F7ED8">
        <w:trPr>
          <w:trHeight w:val="538"/>
        </w:trPr>
        <w:tc>
          <w:tcPr>
            <w:tcW w:w="1430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2CFDEB2F" w14:textId="77777777" w:rsidR="00CA446D" w:rsidRPr="00A71FB3" w:rsidRDefault="00CA446D" w:rsidP="002F7ED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4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43C93" w14:textId="77777777" w:rsidR="00CA446D" w:rsidRPr="000667C7" w:rsidRDefault="00CA446D" w:rsidP="002F7ED8">
            <w:pPr>
              <w:pStyle w:val="TableParagraph"/>
              <w:rPr>
                <w:rFonts w:ascii="Arial" w:eastAsia="Arial" w:hAnsi="Arial" w:cs="Arial"/>
                <w:b/>
                <w:sz w:val="14"/>
                <w:szCs w:val="14"/>
              </w:rPr>
            </w:pPr>
            <w:proofErr w:type="spellStart"/>
            <w:r w:rsidRPr="000667C7">
              <w:rPr>
                <w:rFonts w:ascii="Arial" w:eastAsia="Arial" w:hAnsi="Arial" w:cs="Arial"/>
                <w:b/>
                <w:sz w:val="14"/>
                <w:szCs w:val="14"/>
              </w:rPr>
              <w:t>Souř</w:t>
            </w:r>
            <w:proofErr w:type="spellEnd"/>
            <w:r w:rsidRPr="000667C7">
              <w:rPr>
                <w:rFonts w:ascii="Arial" w:eastAsia="Arial" w:hAnsi="Arial" w:cs="Arial"/>
                <w:b/>
                <w:sz w:val="14"/>
                <w:szCs w:val="14"/>
              </w:rPr>
              <w:t xml:space="preserve">. 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</w:t>
            </w:r>
            <w:r w:rsidRPr="000667C7">
              <w:rPr>
                <w:rFonts w:ascii="Arial" w:eastAsia="Arial" w:hAnsi="Arial" w:cs="Arial"/>
                <w:b/>
                <w:sz w:val="14"/>
                <w:szCs w:val="14"/>
              </w:rPr>
              <w:t>ystem</w:t>
            </w:r>
          </w:p>
          <w:p w14:paraId="0304865C" w14:textId="77777777" w:rsidR="00CA446D" w:rsidRDefault="00CA446D" w:rsidP="002F7ED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14:paraId="5FA31850" w14:textId="77777777" w:rsidR="00CA446D" w:rsidRPr="00A71FB3" w:rsidRDefault="00CA446D" w:rsidP="002F7ED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JSTK</w:t>
            </w:r>
          </w:p>
        </w:tc>
        <w:tc>
          <w:tcPr>
            <w:tcW w:w="5044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EE8AB4E" w14:textId="77777777" w:rsidR="00CA446D" w:rsidRPr="00A71FB3" w:rsidRDefault="00CA446D" w:rsidP="002F7ED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F008B95" w14:textId="77777777" w:rsidR="00CA446D" w:rsidRPr="000667C7" w:rsidRDefault="00CA446D" w:rsidP="002F7ED8">
            <w:pPr>
              <w:pStyle w:val="TableParagraph"/>
              <w:rPr>
                <w:rFonts w:ascii="Arial" w:eastAsia="Arial" w:hAnsi="Arial" w:cs="Arial"/>
                <w:b/>
                <w:sz w:val="18"/>
                <w:szCs w:val="18"/>
              </w:rPr>
            </w:pPr>
            <w:proofErr w:type="spellStart"/>
            <w:r w:rsidRPr="000667C7">
              <w:rPr>
                <w:rFonts w:ascii="Arial" w:eastAsia="Arial" w:hAnsi="Arial" w:cs="Arial"/>
                <w:b/>
                <w:sz w:val="14"/>
                <w:szCs w:val="14"/>
              </w:rPr>
              <w:t>Číslo</w:t>
            </w:r>
            <w:proofErr w:type="spellEnd"/>
            <w:r w:rsidRPr="000667C7">
              <w:rPr>
                <w:rFonts w:ascii="Arial" w:eastAsia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0667C7">
              <w:rPr>
                <w:rFonts w:ascii="Arial" w:eastAsia="Arial" w:hAnsi="Arial" w:cs="Arial"/>
                <w:b/>
                <w:sz w:val="14"/>
                <w:szCs w:val="14"/>
              </w:rPr>
              <w:t>soupravy</w:t>
            </w:r>
            <w:proofErr w:type="spellEnd"/>
          </w:p>
          <w:p w14:paraId="22F7881B" w14:textId="77777777" w:rsidR="00CA446D" w:rsidRPr="00A71FB3" w:rsidRDefault="00CA446D" w:rsidP="002F7ED8"/>
        </w:tc>
      </w:tr>
      <w:tr w:rsidR="00CA446D" w14:paraId="19FAFBA5" w14:textId="77777777" w:rsidTr="002F7ED8">
        <w:trPr>
          <w:trHeight w:val="247"/>
        </w:trPr>
        <w:tc>
          <w:tcPr>
            <w:tcW w:w="1430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1AB2F164" w14:textId="77777777" w:rsidR="00CA446D" w:rsidRPr="00A71FB3" w:rsidRDefault="00CA446D" w:rsidP="002F7ED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4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338AE" w14:textId="77777777" w:rsidR="00CA446D" w:rsidRPr="000667C7" w:rsidRDefault="00CA446D" w:rsidP="002F7ED8">
            <w:pPr>
              <w:pStyle w:val="TableParagraph"/>
              <w:rPr>
                <w:rFonts w:ascii="Arial" w:eastAsia="Arial" w:hAnsi="Arial" w:cs="Arial"/>
                <w:b/>
                <w:sz w:val="14"/>
                <w:szCs w:val="14"/>
              </w:rPr>
            </w:pPr>
            <w:proofErr w:type="spellStart"/>
            <w:r w:rsidRPr="000667C7">
              <w:rPr>
                <w:rFonts w:ascii="Arial" w:eastAsia="Arial" w:hAnsi="Arial" w:cs="Arial"/>
                <w:b/>
                <w:sz w:val="14"/>
                <w:szCs w:val="14"/>
              </w:rPr>
              <w:t>Varianta</w:t>
            </w:r>
            <w:proofErr w:type="spellEnd"/>
          </w:p>
          <w:p w14:paraId="7102639E" w14:textId="77777777" w:rsidR="00CA446D" w:rsidRDefault="00CA446D" w:rsidP="002F7ED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14:paraId="03B4A0A2" w14:textId="77777777" w:rsidR="00CA446D" w:rsidRDefault="00CA446D" w:rsidP="002F7ED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5044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4383209F" w14:textId="77777777" w:rsidR="00CA446D" w:rsidRDefault="00CA446D" w:rsidP="002F7ED8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8874F54" w14:textId="77777777" w:rsidR="00CA446D" w:rsidRDefault="00CA446D" w:rsidP="002F7ED8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CA446D" w14:paraId="1AA4D1F5" w14:textId="77777777" w:rsidTr="002F7ED8">
        <w:trPr>
          <w:trHeight w:val="247"/>
        </w:trPr>
        <w:tc>
          <w:tcPr>
            <w:tcW w:w="143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4C94B046" w14:textId="77777777" w:rsidR="00CA446D" w:rsidRDefault="00CA446D" w:rsidP="002F7ED8">
            <w:pPr>
              <w:pStyle w:val="TableParagraph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0667C7">
              <w:rPr>
                <w:rFonts w:ascii="Arial" w:eastAsia="Arial" w:hAnsi="Arial" w:cs="Arial"/>
                <w:b/>
                <w:sz w:val="14"/>
                <w:szCs w:val="14"/>
              </w:rPr>
              <w:t>Datum</w:t>
            </w:r>
          </w:p>
          <w:p w14:paraId="7F3B4445" w14:textId="77777777" w:rsidR="00CA446D" w:rsidRDefault="00CA446D" w:rsidP="002F7ED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14:paraId="1FB6F8EA" w14:textId="77777777" w:rsidR="00CA446D" w:rsidRPr="007B763F" w:rsidRDefault="00573377" w:rsidP="00A76B3A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03/2019</w:t>
            </w:r>
          </w:p>
        </w:tc>
        <w:tc>
          <w:tcPr>
            <w:tcW w:w="14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4977E793" w14:textId="77777777" w:rsidR="00CA446D" w:rsidRPr="000667C7" w:rsidRDefault="00CA446D" w:rsidP="002F7ED8">
            <w:pPr>
              <w:pStyle w:val="TableParagraph"/>
              <w:rPr>
                <w:rFonts w:ascii="Arial" w:eastAsia="Arial" w:hAnsi="Arial" w:cs="Arial"/>
                <w:b/>
                <w:sz w:val="14"/>
                <w:szCs w:val="14"/>
              </w:rPr>
            </w:pPr>
            <w:proofErr w:type="spellStart"/>
            <w:r w:rsidRPr="000667C7">
              <w:rPr>
                <w:rFonts w:ascii="Arial" w:eastAsia="Arial" w:hAnsi="Arial" w:cs="Arial"/>
                <w:b/>
                <w:sz w:val="14"/>
                <w:szCs w:val="14"/>
              </w:rPr>
              <w:t>Číslo</w:t>
            </w:r>
            <w:proofErr w:type="spellEnd"/>
            <w:r w:rsidRPr="000667C7">
              <w:rPr>
                <w:rFonts w:ascii="Arial" w:eastAsia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0667C7">
              <w:rPr>
                <w:rFonts w:ascii="Arial" w:eastAsia="Arial" w:hAnsi="Arial" w:cs="Arial"/>
                <w:b/>
                <w:sz w:val="14"/>
                <w:szCs w:val="14"/>
              </w:rPr>
              <w:t>zakázky</w:t>
            </w:r>
            <w:proofErr w:type="spellEnd"/>
          </w:p>
          <w:p w14:paraId="17FBBF95" w14:textId="77777777" w:rsidR="00CA446D" w:rsidRDefault="00CA446D" w:rsidP="002F7ED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14:paraId="2FF16E0D" w14:textId="77777777" w:rsidR="00CA446D" w:rsidRDefault="00CA446D" w:rsidP="002F7ED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5044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C17C808" w14:textId="77777777" w:rsidR="00CA446D" w:rsidRDefault="00CA446D" w:rsidP="002F7ED8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</w:tcPr>
          <w:p w14:paraId="1761B68C" w14:textId="77777777" w:rsidR="00CA446D" w:rsidRDefault="00CA446D" w:rsidP="002F7ED8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40176737" w14:textId="77777777" w:rsidR="00CA446D" w:rsidRDefault="00CA446D" w:rsidP="00CA446D">
      <w:pPr>
        <w:rPr>
          <w:rFonts w:eastAsia="Arial" w:cs="Arial"/>
          <w:sz w:val="16"/>
          <w:szCs w:val="16"/>
        </w:rPr>
        <w:sectPr w:rsidR="00CA446D" w:rsidSect="00CA446D">
          <w:footerReference w:type="default" r:id="rId10"/>
          <w:pgSz w:w="11910" w:h="16840"/>
          <w:pgMar w:top="1580" w:right="740" w:bottom="920" w:left="740" w:header="708" w:footer="732" w:gutter="0"/>
          <w:pgNumType w:start="1"/>
          <w:cols w:space="708"/>
        </w:sectPr>
      </w:pPr>
    </w:p>
    <w:p w14:paraId="5CDF8032" w14:textId="77777777" w:rsidR="00CA446D" w:rsidRDefault="00CA446D" w:rsidP="00CA446D"/>
    <w:p w14:paraId="0545E87E" w14:textId="77777777" w:rsidR="007E06BF" w:rsidRDefault="007E06BF">
      <w:pPr>
        <w:jc w:val="left"/>
        <w:rPr>
          <w:rFonts w:cs="Arial"/>
          <w:color w:val="000000" w:themeColor="text1"/>
        </w:rPr>
      </w:pPr>
    </w:p>
    <w:p w14:paraId="65F4D395" w14:textId="77777777" w:rsidR="006C6763" w:rsidRPr="007349F7" w:rsidRDefault="006C6763" w:rsidP="00113C96">
      <w:pPr>
        <w:jc w:val="center"/>
        <w:rPr>
          <w:rFonts w:cs="Arial"/>
          <w:color w:val="000000" w:themeColor="text1"/>
        </w:rPr>
      </w:pPr>
    </w:p>
    <w:p w14:paraId="7C65E29A" w14:textId="77777777" w:rsidR="00796821" w:rsidRPr="007349F7" w:rsidRDefault="00796821" w:rsidP="0033290C">
      <w:pPr>
        <w:rPr>
          <w:rFonts w:cs="Arial"/>
          <w:color w:val="000000" w:themeColor="text1"/>
        </w:rPr>
      </w:pPr>
    </w:p>
    <w:p w14:paraId="6BB3283A" w14:textId="77777777" w:rsidR="00E27980" w:rsidRPr="007349F7" w:rsidRDefault="00E27980" w:rsidP="00E27980">
      <w:pPr>
        <w:rPr>
          <w:rFonts w:cs="Arial"/>
          <w:color w:val="000000" w:themeColor="text1"/>
          <w:sz w:val="16"/>
          <w:szCs w:val="16"/>
        </w:rPr>
      </w:pPr>
    </w:p>
    <w:tbl>
      <w:tblPr>
        <w:tblW w:w="8510" w:type="dxa"/>
        <w:tblInd w:w="-4" w:type="dxa"/>
        <w:tblLook w:val="01E0" w:firstRow="1" w:lastRow="1" w:firstColumn="1" w:lastColumn="1" w:noHBand="0" w:noVBand="0"/>
      </w:tblPr>
      <w:tblGrid>
        <w:gridCol w:w="8510"/>
      </w:tblGrid>
      <w:tr w:rsidR="00F81B53" w:rsidRPr="007349F7" w14:paraId="5335296C" w14:textId="77777777" w:rsidTr="00AA14F6">
        <w:trPr>
          <w:trHeight w:val="510"/>
        </w:trPr>
        <w:tc>
          <w:tcPr>
            <w:tcW w:w="8510" w:type="dxa"/>
            <w:tcBorders>
              <w:bottom w:val="single" w:sz="4" w:space="0" w:color="auto"/>
            </w:tcBorders>
            <w:tcMar>
              <w:left w:w="0" w:type="dxa"/>
            </w:tcMar>
            <w:vAlign w:val="center"/>
          </w:tcPr>
          <w:p w14:paraId="531B23B1" w14:textId="77777777" w:rsidR="00532923" w:rsidRPr="007349F7" w:rsidRDefault="00532923" w:rsidP="001F529C">
            <w:pPr>
              <w:tabs>
                <w:tab w:val="left" w:pos="3960"/>
                <w:tab w:val="left" w:pos="4320"/>
              </w:tabs>
              <w:jc w:val="left"/>
              <w:rPr>
                <w:rFonts w:cs="Arial"/>
                <w:bCs/>
                <w:color w:val="000000" w:themeColor="text1"/>
                <w:sz w:val="30"/>
                <w:szCs w:val="30"/>
              </w:rPr>
            </w:pPr>
            <w:r w:rsidRPr="007349F7">
              <w:rPr>
                <w:rFonts w:cs="Arial"/>
                <w:bCs/>
                <w:color w:val="000000" w:themeColor="text1"/>
                <w:sz w:val="30"/>
                <w:szCs w:val="30"/>
              </w:rPr>
              <w:t>OBSAH</w:t>
            </w:r>
          </w:p>
        </w:tc>
      </w:tr>
    </w:tbl>
    <w:p w14:paraId="3982F232" w14:textId="77777777" w:rsidR="006744BF" w:rsidRPr="007349F7" w:rsidRDefault="006744BF" w:rsidP="00DD3884">
      <w:pPr>
        <w:rPr>
          <w:rFonts w:cs="Arial"/>
        </w:rPr>
      </w:pPr>
    </w:p>
    <w:p w14:paraId="6F923975" w14:textId="77777777" w:rsidR="00F6635F" w:rsidRPr="007349F7" w:rsidRDefault="00F6635F" w:rsidP="00F6635F">
      <w:pPr>
        <w:tabs>
          <w:tab w:val="right" w:pos="8505"/>
        </w:tabs>
        <w:rPr>
          <w:rFonts w:cs="Arial"/>
          <w:bCs/>
          <w:color w:val="000000" w:themeColor="text1"/>
        </w:rPr>
      </w:pPr>
      <w:r w:rsidRPr="007349F7">
        <w:rPr>
          <w:rFonts w:cs="Arial"/>
          <w:b/>
          <w:bCs/>
          <w:color w:val="000000" w:themeColor="text1"/>
        </w:rPr>
        <w:tab/>
      </w:r>
      <w:r w:rsidRPr="007349F7">
        <w:rPr>
          <w:rFonts w:cs="Arial"/>
          <w:bCs/>
          <w:color w:val="000000" w:themeColor="text1"/>
        </w:rPr>
        <w:t>strana</w:t>
      </w:r>
    </w:p>
    <w:p w14:paraId="57B340C7" w14:textId="14FE502F" w:rsidR="00A004E5" w:rsidRDefault="00813F46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7349F7">
        <w:rPr>
          <w:rFonts w:cs="Arial"/>
          <w:color w:val="000000" w:themeColor="text1"/>
        </w:rPr>
        <w:fldChar w:fldCharType="begin"/>
      </w:r>
      <w:r w:rsidR="00952B1F" w:rsidRPr="007349F7">
        <w:rPr>
          <w:rFonts w:cs="Arial"/>
          <w:color w:val="000000" w:themeColor="text1"/>
        </w:rPr>
        <w:instrText xml:space="preserve"> TOC \o \h \z \u </w:instrText>
      </w:r>
      <w:r w:rsidRPr="007349F7">
        <w:rPr>
          <w:rFonts w:cs="Arial"/>
          <w:color w:val="000000" w:themeColor="text1"/>
        </w:rPr>
        <w:fldChar w:fldCharType="separate"/>
      </w:r>
      <w:hyperlink w:anchor="_Toc500874941" w:history="1">
        <w:r w:rsidR="00A004E5" w:rsidRPr="009C3974">
          <w:rPr>
            <w:rStyle w:val="Hypertextovodkaz"/>
            <w:rFonts w:cs="Arial"/>
            <w:noProof/>
          </w:rPr>
          <w:t>1.</w:t>
        </w:r>
        <w:r w:rsidR="00A004E5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A004E5" w:rsidRPr="009C3974">
          <w:rPr>
            <w:rStyle w:val="Hypertextovodkaz"/>
            <w:rFonts w:cs="Arial"/>
            <w:noProof/>
          </w:rPr>
          <w:t>Úvod</w:t>
        </w:r>
        <w:r w:rsidR="00A004E5">
          <w:rPr>
            <w:noProof/>
            <w:webHidden/>
          </w:rPr>
          <w:tab/>
        </w:r>
        <w:r w:rsidR="00A004E5">
          <w:rPr>
            <w:noProof/>
            <w:webHidden/>
          </w:rPr>
          <w:fldChar w:fldCharType="begin"/>
        </w:r>
        <w:r w:rsidR="00A004E5">
          <w:rPr>
            <w:noProof/>
            <w:webHidden/>
          </w:rPr>
          <w:instrText xml:space="preserve"> PAGEREF _Toc500874941 \h </w:instrText>
        </w:r>
        <w:r w:rsidR="00A004E5">
          <w:rPr>
            <w:noProof/>
            <w:webHidden/>
          </w:rPr>
        </w:r>
        <w:r w:rsidR="00A004E5">
          <w:rPr>
            <w:noProof/>
            <w:webHidden/>
          </w:rPr>
          <w:fldChar w:fldCharType="separate"/>
        </w:r>
        <w:r w:rsidR="00667816">
          <w:rPr>
            <w:noProof/>
            <w:webHidden/>
          </w:rPr>
          <w:t>3</w:t>
        </w:r>
        <w:r w:rsidR="00A004E5">
          <w:rPr>
            <w:noProof/>
            <w:webHidden/>
          </w:rPr>
          <w:fldChar w:fldCharType="end"/>
        </w:r>
      </w:hyperlink>
    </w:p>
    <w:p w14:paraId="12C8F520" w14:textId="08976557" w:rsidR="00A004E5" w:rsidRDefault="00667816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874942" w:history="1">
        <w:r w:rsidR="00A004E5" w:rsidRPr="009C3974">
          <w:rPr>
            <w:rStyle w:val="Hypertextovodkaz"/>
            <w:noProof/>
          </w:rPr>
          <w:t>1.1</w:t>
        </w:r>
        <w:r w:rsidR="00A004E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004E5" w:rsidRPr="009C3974">
          <w:rPr>
            <w:rStyle w:val="Hypertextovodkaz"/>
            <w:noProof/>
          </w:rPr>
          <w:t>Identifikační údaje</w:t>
        </w:r>
        <w:r w:rsidR="00A004E5">
          <w:rPr>
            <w:noProof/>
            <w:webHidden/>
          </w:rPr>
          <w:tab/>
        </w:r>
        <w:r w:rsidR="00A004E5">
          <w:rPr>
            <w:noProof/>
            <w:webHidden/>
          </w:rPr>
          <w:fldChar w:fldCharType="begin"/>
        </w:r>
        <w:r w:rsidR="00A004E5">
          <w:rPr>
            <w:noProof/>
            <w:webHidden/>
          </w:rPr>
          <w:instrText xml:space="preserve"> PAGEREF _Toc500874942 \h </w:instrText>
        </w:r>
        <w:r w:rsidR="00A004E5">
          <w:rPr>
            <w:noProof/>
            <w:webHidden/>
          </w:rPr>
        </w:r>
        <w:r w:rsidR="00A004E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004E5">
          <w:rPr>
            <w:noProof/>
            <w:webHidden/>
          </w:rPr>
          <w:fldChar w:fldCharType="end"/>
        </w:r>
      </w:hyperlink>
    </w:p>
    <w:p w14:paraId="42709681" w14:textId="27BB4CB6" w:rsidR="00A004E5" w:rsidRDefault="00667816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874943" w:history="1">
        <w:r w:rsidR="00A004E5" w:rsidRPr="009C3974">
          <w:rPr>
            <w:rStyle w:val="Hypertextovodkaz"/>
            <w:noProof/>
          </w:rPr>
          <w:t>1.1.1</w:t>
        </w:r>
        <w:r w:rsidR="00A004E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004E5" w:rsidRPr="009C3974">
          <w:rPr>
            <w:rStyle w:val="Hypertextovodkaz"/>
            <w:noProof/>
          </w:rPr>
          <w:t>Údaje o stavbě</w:t>
        </w:r>
        <w:r w:rsidR="00A004E5">
          <w:rPr>
            <w:noProof/>
            <w:webHidden/>
          </w:rPr>
          <w:tab/>
        </w:r>
        <w:r w:rsidR="00A004E5">
          <w:rPr>
            <w:noProof/>
            <w:webHidden/>
          </w:rPr>
          <w:fldChar w:fldCharType="begin"/>
        </w:r>
        <w:r w:rsidR="00A004E5">
          <w:rPr>
            <w:noProof/>
            <w:webHidden/>
          </w:rPr>
          <w:instrText xml:space="preserve"> PAGEREF _Toc500874943 \h </w:instrText>
        </w:r>
        <w:r w:rsidR="00A004E5">
          <w:rPr>
            <w:noProof/>
            <w:webHidden/>
          </w:rPr>
        </w:r>
        <w:r w:rsidR="00A004E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004E5">
          <w:rPr>
            <w:noProof/>
            <w:webHidden/>
          </w:rPr>
          <w:fldChar w:fldCharType="end"/>
        </w:r>
      </w:hyperlink>
    </w:p>
    <w:p w14:paraId="744AB072" w14:textId="1A10BD1C" w:rsidR="00A004E5" w:rsidRDefault="00667816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00874944" w:history="1">
        <w:r w:rsidR="00A004E5" w:rsidRPr="009C3974">
          <w:rPr>
            <w:rStyle w:val="Hypertextovodkaz"/>
            <w:rFonts w:cs="Arial"/>
            <w:noProof/>
          </w:rPr>
          <w:t>2.</w:t>
        </w:r>
        <w:r w:rsidR="00A004E5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A004E5" w:rsidRPr="009C3974">
          <w:rPr>
            <w:rStyle w:val="Hypertextovodkaz"/>
            <w:rFonts w:cs="Arial"/>
            <w:noProof/>
          </w:rPr>
          <w:t>ZÁKLADNÍ ÚDAJE O STAVBĚ</w:t>
        </w:r>
        <w:r w:rsidR="00A004E5">
          <w:rPr>
            <w:noProof/>
            <w:webHidden/>
          </w:rPr>
          <w:tab/>
        </w:r>
        <w:r w:rsidR="00A004E5">
          <w:rPr>
            <w:noProof/>
            <w:webHidden/>
          </w:rPr>
          <w:fldChar w:fldCharType="begin"/>
        </w:r>
        <w:r w:rsidR="00A004E5">
          <w:rPr>
            <w:noProof/>
            <w:webHidden/>
          </w:rPr>
          <w:instrText xml:space="preserve"> PAGEREF _Toc500874944 \h </w:instrText>
        </w:r>
        <w:r w:rsidR="00A004E5">
          <w:rPr>
            <w:noProof/>
            <w:webHidden/>
          </w:rPr>
        </w:r>
        <w:r w:rsidR="00A004E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004E5">
          <w:rPr>
            <w:noProof/>
            <w:webHidden/>
          </w:rPr>
          <w:fldChar w:fldCharType="end"/>
        </w:r>
      </w:hyperlink>
    </w:p>
    <w:p w14:paraId="70600098" w14:textId="4AD426DE" w:rsidR="00A004E5" w:rsidRDefault="00667816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874945" w:history="1">
        <w:r w:rsidR="00A004E5" w:rsidRPr="009C3974">
          <w:rPr>
            <w:rStyle w:val="Hypertextovodkaz"/>
            <w:rFonts w:eastAsia="Lucida Sans Unicode"/>
            <w:noProof/>
          </w:rPr>
          <w:t>2.1</w:t>
        </w:r>
        <w:r w:rsidR="00A004E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004E5" w:rsidRPr="009C3974">
          <w:rPr>
            <w:rStyle w:val="Hypertextovodkaz"/>
            <w:rFonts w:eastAsia="Lucida Sans Unicode"/>
            <w:noProof/>
          </w:rPr>
          <w:t>Stručný popis návrhu stavby, její funkce, význam a umístění.</w:t>
        </w:r>
        <w:r w:rsidR="00A004E5">
          <w:rPr>
            <w:noProof/>
            <w:webHidden/>
          </w:rPr>
          <w:tab/>
        </w:r>
        <w:r w:rsidR="00A004E5">
          <w:rPr>
            <w:noProof/>
            <w:webHidden/>
          </w:rPr>
          <w:fldChar w:fldCharType="begin"/>
        </w:r>
        <w:r w:rsidR="00A004E5">
          <w:rPr>
            <w:noProof/>
            <w:webHidden/>
          </w:rPr>
          <w:instrText xml:space="preserve"> PAGEREF _Toc500874945 \h </w:instrText>
        </w:r>
        <w:r w:rsidR="00A004E5">
          <w:rPr>
            <w:noProof/>
            <w:webHidden/>
          </w:rPr>
        </w:r>
        <w:r w:rsidR="00A004E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004E5">
          <w:rPr>
            <w:noProof/>
            <w:webHidden/>
          </w:rPr>
          <w:fldChar w:fldCharType="end"/>
        </w:r>
      </w:hyperlink>
    </w:p>
    <w:p w14:paraId="2E03B8BD" w14:textId="10C2E8C1" w:rsidR="00A004E5" w:rsidRDefault="00667816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00874946" w:history="1">
        <w:r w:rsidR="00A004E5" w:rsidRPr="009C3974">
          <w:rPr>
            <w:rStyle w:val="Hypertextovodkaz"/>
            <w:rFonts w:cs="Arial"/>
            <w:noProof/>
          </w:rPr>
          <w:t>3.</w:t>
        </w:r>
        <w:r w:rsidR="00A004E5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A004E5" w:rsidRPr="009C3974">
          <w:rPr>
            <w:rStyle w:val="Hypertextovodkaz"/>
            <w:rFonts w:cs="Arial"/>
            <w:noProof/>
          </w:rPr>
          <w:t>PODMÍNKY REALIZACE STAVBY</w:t>
        </w:r>
        <w:r w:rsidR="00A004E5">
          <w:rPr>
            <w:noProof/>
            <w:webHidden/>
          </w:rPr>
          <w:tab/>
        </w:r>
        <w:r w:rsidR="00A004E5">
          <w:rPr>
            <w:noProof/>
            <w:webHidden/>
          </w:rPr>
          <w:fldChar w:fldCharType="begin"/>
        </w:r>
        <w:r w:rsidR="00A004E5">
          <w:rPr>
            <w:noProof/>
            <w:webHidden/>
          </w:rPr>
          <w:instrText xml:space="preserve"> PAGEREF _Toc500874946 \h </w:instrText>
        </w:r>
        <w:r w:rsidR="00A004E5">
          <w:rPr>
            <w:noProof/>
            <w:webHidden/>
          </w:rPr>
        </w:r>
        <w:r w:rsidR="00A004E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004E5">
          <w:rPr>
            <w:noProof/>
            <w:webHidden/>
          </w:rPr>
          <w:fldChar w:fldCharType="end"/>
        </w:r>
      </w:hyperlink>
    </w:p>
    <w:p w14:paraId="5FD2E554" w14:textId="4DEFD4BC" w:rsidR="00A004E5" w:rsidRDefault="00667816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00874947" w:history="1">
        <w:r w:rsidR="00A004E5" w:rsidRPr="009C3974">
          <w:rPr>
            <w:rStyle w:val="Hypertextovodkaz"/>
            <w:rFonts w:cs="Arial"/>
            <w:noProof/>
          </w:rPr>
          <w:t>4.</w:t>
        </w:r>
        <w:r w:rsidR="00A004E5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A004E5" w:rsidRPr="009C3974">
          <w:rPr>
            <w:rStyle w:val="Hypertextovodkaz"/>
            <w:rFonts w:cs="Arial"/>
            <w:noProof/>
          </w:rPr>
          <w:t>SOUHRNNÝ TECHNICKÝ POPIS STAVBY</w:t>
        </w:r>
        <w:r w:rsidR="00A004E5">
          <w:rPr>
            <w:noProof/>
            <w:webHidden/>
          </w:rPr>
          <w:tab/>
        </w:r>
        <w:r w:rsidR="00A004E5">
          <w:rPr>
            <w:noProof/>
            <w:webHidden/>
          </w:rPr>
          <w:fldChar w:fldCharType="begin"/>
        </w:r>
        <w:r w:rsidR="00A004E5">
          <w:rPr>
            <w:noProof/>
            <w:webHidden/>
          </w:rPr>
          <w:instrText xml:space="preserve"> PAGEREF _Toc500874947 \h </w:instrText>
        </w:r>
        <w:r w:rsidR="00A004E5">
          <w:rPr>
            <w:noProof/>
            <w:webHidden/>
          </w:rPr>
        </w:r>
        <w:r w:rsidR="00A004E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004E5">
          <w:rPr>
            <w:noProof/>
            <w:webHidden/>
          </w:rPr>
          <w:fldChar w:fldCharType="end"/>
        </w:r>
      </w:hyperlink>
    </w:p>
    <w:p w14:paraId="38B4A9F9" w14:textId="7ADD0756" w:rsidR="00A004E5" w:rsidRDefault="00667816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874948" w:history="1">
        <w:r w:rsidR="00A004E5" w:rsidRPr="009C3974">
          <w:rPr>
            <w:rStyle w:val="Hypertextovodkaz"/>
            <w:noProof/>
          </w:rPr>
          <w:t>4.1</w:t>
        </w:r>
        <w:r w:rsidR="00A004E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004E5" w:rsidRPr="009C3974">
          <w:rPr>
            <w:rStyle w:val="Hypertextovodkaz"/>
            <w:noProof/>
          </w:rPr>
          <w:t>Technický popis stavby</w:t>
        </w:r>
        <w:r w:rsidR="00A004E5">
          <w:rPr>
            <w:noProof/>
            <w:webHidden/>
          </w:rPr>
          <w:tab/>
        </w:r>
        <w:r w:rsidR="00A004E5">
          <w:rPr>
            <w:noProof/>
            <w:webHidden/>
          </w:rPr>
          <w:fldChar w:fldCharType="begin"/>
        </w:r>
        <w:r w:rsidR="00A004E5">
          <w:rPr>
            <w:noProof/>
            <w:webHidden/>
          </w:rPr>
          <w:instrText xml:space="preserve"> PAGEREF _Toc500874948 \h </w:instrText>
        </w:r>
        <w:r w:rsidR="00A004E5">
          <w:rPr>
            <w:noProof/>
            <w:webHidden/>
          </w:rPr>
        </w:r>
        <w:r w:rsidR="00A004E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004E5">
          <w:rPr>
            <w:noProof/>
            <w:webHidden/>
          </w:rPr>
          <w:fldChar w:fldCharType="end"/>
        </w:r>
      </w:hyperlink>
    </w:p>
    <w:p w14:paraId="05E982DD" w14:textId="266C0583" w:rsidR="00A004E5" w:rsidRDefault="00667816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00874949" w:history="1">
        <w:r w:rsidR="00A004E5" w:rsidRPr="009C3974">
          <w:rPr>
            <w:rStyle w:val="Hypertextovodkaz"/>
            <w:rFonts w:cs="Arial"/>
            <w:noProof/>
          </w:rPr>
          <w:t>5.</w:t>
        </w:r>
        <w:r w:rsidR="00A004E5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A004E5" w:rsidRPr="009C3974">
          <w:rPr>
            <w:rStyle w:val="Hypertextovodkaz"/>
            <w:rFonts w:cs="Arial"/>
            <w:noProof/>
          </w:rPr>
          <w:t>DOTČENÁ OCHRANNÁ PÁSMA</w:t>
        </w:r>
        <w:r w:rsidR="00A004E5">
          <w:rPr>
            <w:noProof/>
            <w:webHidden/>
          </w:rPr>
          <w:tab/>
        </w:r>
        <w:r w:rsidR="00A004E5">
          <w:rPr>
            <w:noProof/>
            <w:webHidden/>
          </w:rPr>
          <w:fldChar w:fldCharType="begin"/>
        </w:r>
        <w:r w:rsidR="00A004E5">
          <w:rPr>
            <w:noProof/>
            <w:webHidden/>
          </w:rPr>
          <w:instrText xml:space="preserve"> PAGEREF _Toc500874949 \h </w:instrText>
        </w:r>
        <w:r w:rsidR="00A004E5">
          <w:rPr>
            <w:noProof/>
            <w:webHidden/>
          </w:rPr>
        </w:r>
        <w:r w:rsidR="00A004E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A004E5">
          <w:rPr>
            <w:noProof/>
            <w:webHidden/>
          </w:rPr>
          <w:fldChar w:fldCharType="end"/>
        </w:r>
      </w:hyperlink>
    </w:p>
    <w:p w14:paraId="6A4DFDBF" w14:textId="6BDE1E74" w:rsidR="00A004E5" w:rsidRDefault="00667816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00874950" w:history="1">
        <w:r w:rsidR="00A004E5" w:rsidRPr="009C3974">
          <w:rPr>
            <w:rStyle w:val="Hypertextovodkaz"/>
            <w:rFonts w:cs="Arial"/>
            <w:noProof/>
          </w:rPr>
          <w:t>6.</w:t>
        </w:r>
        <w:r w:rsidR="00A004E5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A004E5" w:rsidRPr="009C3974">
          <w:rPr>
            <w:rStyle w:val="Hypertextovodkaz"/>
            <w:rFonts w:cs="Arial"/>
            <w:noProof/>
          </w:rPr>
          <w:t>NÁROKY STAVBY NA ZDROJE A JEJÍ POTŘEBY</w:t>
        </w:r>
        <w:r w:rsidR="00A004E5">
          <w:rPr>
            <w:noProof/>
            <w:webHidden/>
          </w:rPr>
          <w:tab/>
        </w:r>
        <w:r w:rsidR="00A004E5">
          <w:rPr>
            <w:noProof/>
            <w:webHidden/>
          </w:rPr>
          <w:fldChar w:fldCharType="begin"/>
        </w:r>
        <w:r w:rsidR="00A004E5">
          <w:rPr>
            <w:noProof/>
            <w:webHidden/>
          </w:rPr>
          <w:instrText xml:space="preserve"> PAGEREF _Toc500874950 \h </w:instrText>
        </w:r>
        <w:r w:rsidR="00A004E5">
          <w:rPr>
            <w:noProof/>
            <w:webHidden/>
          </w:rPr>
        </w:r>
        <w:r w:rsidR="00A004E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A004E5">
          <w:rPr>
            <w:noProof/>
            <w:webHidden/>
          </w:rPr>
          <w:fldChar w:fldCharType="end"/>
        </w:r>
      </w:hyperlink>
    </w:p>
    <w:p w14:paraId="4D0C81B2" w14:textId="77777777" w:rsidR="00C46FD3" w:rsidRPr="007349F7" w:rsidRDefault="00813F46" w:rsidP="00D95B8E">
      <w:pPr>
        <w:pStyle w:val="Obsah5"/>
        <w:rPr>
          <w:rFonts w:cs="Arial"/>
        </w:rPr>
      </w:pPr>
      <w:r w:rsidRPr="007349F7">
        <w:rPr>
          <w:rFonts w:cs="Arial"/>
        </w:rPr>
        <w:fldChar w:fldCharType="end"/>
      </w:r>
    </w:p>
    <w:p w14:paraId="73D8666C" w14:textId="77777777" w:rsidR="00C46FD3" w:rsidRPr="007349F7" w:rsidRDefault="00C46FD3" w:rsidP="00D95B8E">
      <w:pPr>
        <w:pStyle w:val="Obsah5"/>
        <w:rPr>
          <w:rFonts w:cs="Arial"/>
          <w:color w:val="000000" w:themeColor="text1"/>
        </w:rPr>
      </w:pPr>
      <w:bookmarkStart w:id="0" w:name="_Toc167240464"/>
      <w:bookmarkStart w:id="1" w:name="_Toc170478967"/>
    </w:p>
    <w:p w14:paraId="4FDE387E" w14:textId="77777777" w:rsidR="00C46FD3" w:rsidRPr="007349F7" w:rsidRDefault="00C46FD3" w:rsidP="00D95B8E">
      <w:pPr>
        <w:pStyle w:val="Obsah5"/>
        <w:rPr>
          <w:rFonts w:cs="Arial"/>
          <w:color w:val="000000" w:themeColor="text1"/>
        </w:rPr>
      </w:pPr>
    </w:p>
    <w:p w14:paraId="1B2A0BF9" w14:textId="77777777" w:rsidR="00693245" w:rsidRPr="007349F7" w:rsidRDefault="00B47B01" w:rsidP="00D95B8E">
      <w:pPr>
        <w:pStyle w:val="Obsah5"/>
        <w:rPr>
          <w:rFonts w:cs="Arial"/>
          <w:color w:val="000000" w:themeColor="text1"/>
        </w:rPr>
      </w:pPr>
      <w:r w:rsidRPr="007349F7">
        <w:rPr>
          <w:rFonts w:cs="Arial"/>
          <w:color w:val="000000" w:themeColor="text1"/>
        </w:rPr>
        <w:tab/>
      </w:r>
      <w:r w:rsidRPr="007349F7">
        <w:rPr>
          <w:rFonts w:cs="Arial"/>
          <w:color w:val="000000" w:themeColor="text1"/>
        </w:rPr>
        <w:tab/>
      </w:r>
    </w:p>
    <w:p w14:paraId="371A0CE6" w14:textId="77777777" w:rsidR="00A004E5" w:rsidRDefault="00A004E5">
      <w:pPr>
        <w:jc w:val="left"/>
        <w:rPr>
          <w:rFonts w:cs="Arial"/>
        </w:rPr>
      </w:pPr>
      <w:bookmarkStart w:id="2" w:name="_Toc499019049"/>
      <w:bookmarkStart w:id="3" w:name="_Toc500874941"/>
      <w:bookmarkStart w:id="4" w:name="_Toc352133450"/>
      <w:bookmarkEnd w:id="0"/>
      <w:bookmarkEnd w:id="1"/>
      <w:r>
        <w:rPr>
          <w:rFonts w:cs="Arial"/>
          <w:b/>
          <w:bCs/>
          <w:caps/>
        </w:rPr>
        <w:br w:type="page"/>
      </w:r>
    </w:p>
    <w:p w14:paraId="7D6DAB4B" w14:textId="77777777" w:rsidR="00A004E5" w:rsidRDefault="00A004E5" w:rsidP="00A004E5">
      <w:pPr>
        <w:pStyle w:val="Nadpis1"/>
        <w:numPr>
          <w:ilvl w:val="0"/>
          <w:numId w:val="12"/>
        </w:numPr>
        <w:rPr>
          <w:rFonts w:cs="Arial"/>
        </w:rPr>
      </w:pPr>
      <w:r>
        <w:rPr>
          <w:rFonts w:cs="Arial"/>
          <w:b w:val="0"/>
          <w:bCs w:val="0"/>
        </w:rPr>
        <w:lastRenderedPageBreak/>
        <w:t>Úvod</w:t>
      </w:r>
      <w:bookmarkEnd w:id="2"/>
      <w:bookmarkEnd w:id="3"/>
      <w:r>
        <w:rPr>
          <w:rFonts w:cs="Arial"/>
          <w:b w:val="0"/>
          <w:bCs w:val="0"/>
        </w:rPr>
        <w:t xml:space="preserve"> </w:t>
      </w:r>
    </w:p>
    <w:p w14:paraId="735150FB" w14:textId="77777777" w:rsidR="00A004E5" w:rsidRDefault="00A004E5" w:rsidP="00A004E5">
      <w:pPr>
        <w:pStyle w:val="Nadpis2"/>
        <w:numPr>
          <w:ilvl w:val="1"/>
          <w:numId w:val="12"/>
        </w:numPr>
      </w:pPr>
      <w:bookmarkStart w:id="5" w:name="_Toc499019050"/>
      <w:bookmarkStart w:id="6" w:name="_Toc500874942"/>
      <w:r>
        <w:t>Identifikační údaje</w:t>
      </w:r>
      <w:bookmarkStart w:id="7" w:name="_GoBack"/>
      <w:bookmarkEnd w:id="5"/>
      <w:bookmarkEnd w:id="6"/>
      <w:bookmarkEnd w:id="7"/>
    </w:p>
    <w:p w14:paraId="119CAD64" w14:textId="77777777" w:rsidR="00A004E5" w:rsidRDefault="00A004E5" w:rsidP="00A004E5">
      <w:pPr>
        <w:pStyle w:val="Nadpis3"/>
        <w:numPr>
          <w:ilvl w:val="2"/>
          <w:numId w:val="12"/>
        </w:numPr>
      </w:pPr>
      <w:bookmarkStart w:id="8" w:name="_Toc499019051"/>
      <w:bookmarkStart w:id="9" w:name="_Toc500874943"/>
      <w:r>
        <w:t>Údaje o stavbě</w:t>
      </w:r>
      <w:bookmarkEnd w:id="8"/>
      <w:bookmarkEnd w:id="9"/>
      <w:r>
        <w:t xml:space="preserve"> </w:t>
      </w:r>
    </w:p>
    <w:p w14:paraId="42B480B6" w14:textId="77777777" w:rsidR="00A76B3A" w:rsidRDefault="00A004E5" w:rsidP="00A76B3A">
      <w:pPr>
        <w:autoSpaceDE w:val="0"/>
        <w:autoSpaceDN w:val="0"/>
        <w:adjustRightInd w:val="0"/>
        <w:jc w:val="left"/>
        <w:rPr>
          <w:rFonts w:cs="Arial"/>
          <w:color w:val="000000"/>
        </w:rPr>
      </w:pPr>
      <w:r>
        <w:rPr>
          <w:rFonts w:cs="Arial"/>
        </w:rPr>
        <w:t>Název stavby:</w:t>
      </w:r>
      <w:r>
        <w:rPr>
          <w:rFonts w:cs="Arial"/>
        </w:rPr>
        <w:tab/>
      </w:r>
      <w:r w:rsidR="00A76B3A">
        <w:rPr>
          <w:rFonts w:cs="Arial"/>
          <w:color w:val="000000"/>
        </w:rPr>
        <w:t xml:space="preserve">      </w:t>
      </w:r>
      <w:r w:rsidR="00A76B3A">
        <w:rPr>
          <w:rFonts w:cs="Arial"/>
          <w:color w:val="000000"/>
        </w:rPr>
        <w:tab/>
        <w:t xml:space="preserve">Rekonstrukce kanalizačních stok v ul. Táboritská, </w:t>
      </w:r>
    </w:p>
    <w:p w14:paraId="21BAA67A" w14:textId="77777777" w:rsidR="00A76B3A" w:rsidRDefault="00A76B3A" w:rsidP="00A76B3A">
      <w:pPr>
        <w:autoSpaceDE w:val="0"/>
        <w:autoSpaceDN w:val="0"/>
        <w:adjustRightInd w:val="0"/>
        <w:ind w:left="1418" w:firstLine="709"/>
        <w:jc w:val="left"/>
        <w:rPr>
          <w:rFonts w:cs="Arial"/>
          <w:color w:val="000000"/>
        </w:rPr>
      </w:pPr>
      <w:r>
        <w:rPr>
          <w:rFonts w:cs="Arial"/>
          <w:color w:val="000000"/>
        </w:rPr>
        <w:t>P. Velikého a Jateční, Kolín</w:t>
      </w:r>
    </w:p>
    <w:p w14:paraId="1091606D" w14:textId="77777777" w:rsidR="00A004E5" w:rsidRDefault="00A004E5" w:rsidP="00A004E5">
      <w:pPr>
        <w:tabs>
          <w:tab w:val="left" w:pos="2410"/>
        </w:tabs>
        <w:spacing w:after="120"/>
        <w:rPr>
          <w:rFonts w:cs="Arial"/>
        </w:rPr>
      </w:pPr>
    </w:p>
    <w:p w14:paraId="342D01BA" w14:textId="77777777" w:rsidR="00A004E5" w:rsidRDefault="00A004E5" w:rsidP="00A004E5">
      <w:pPr>
        <w:tabs>
          <w:tab w:val="left" w:pos="2410"/>
        </w:tabs>
        <w:spacing w:after="120"/>
        <w:rPr>
          <w:rFonts w:cs="Arial"/>
        </w:rPr>
      </w:pPr>
      <w:r>
        <w:rPr>
          <w:rFonts w:cs="Arial"/>
        </w:rPr>
        <w:t>Místo stavby:</w:t>
      </w:r>
      <w:r>
        <w:rPr>
          <w:rFonts w:cs="Arial"/>
        </w:rPr>
        <w:tab/>
      </w:r>
      <w:r w:rsidR="00B06B93">
        <w:rPr>
          <w:rFonts w:cs="Arial"/>
        </w:rPr>
        <w:t>Kolín</w:t>
      </w:r>
    </w:p>
    <w:p w14:paraId="3DA80507" w14:textId="77777777" w:rsidR="00A004E5" w:rsidRDefault="00A004E5" w:rsidP="00A004E5">
      <w:pPr>
        <w:tabs>
          <w:tab w:val="left" w:pos="2410"/>
        </w:tabs>
        <w:spacing w:after="120"/>
        <w:rPr>
          <w:rFonts w:cs="Arial"/>
        </w:rPr>
      </w:pPr>
      <w:r>
        <w:rPr>
          <w:rFonts w:cs="Arial"/>
        </w:rPr>
        <w:t>Katastrální území:</w:t>
      </w:r>
      <w:r>
        <w:rPr>
          <w:rFonts w:cs="Arial"/>
        </w:rPr>
        <w:tab/>
      </w:r>
      <w:r w:rsidR="00B06B93">
        <w:rPr>
          <w:rFonts w:cs="Arial"/>
        </w:rPr>
        <w:t>Kolín</w:t>
      </w:r>
    </w:p>
    <w:p w14:paraId="71D5A9D1" w14:textId="77777777" w:rsidR="00A004E5" w:rsidRDefault="00A004E5" w:rsidP="00A004E5">
      <w:pPr>
        <w:rPr>
          <w:rFonts w:cs="Arial"/>
        </w:rPr>
      </w:pPr>
    </w:p>
    <w:p w14:paraId="2CE0B3AF" w14:textId="77777777" w:rsidR="00A004E5" w:rsidRDefault="00A004E5" w:rsidP="00A004E5">
      <w:pPr>
        <w:pStyle w:val="Nadpis1"/>
        <w:numPr>
          <w:ilvl w:val="0"/>
          <w:numId w:val="12"/>
        </w:numPr>
        <w:rPr>
          <w:rFonts w:cs="Arial"/>
        </w:rPr>
      </w:pPr>
      <w:bookmarkStart w:id="10" w:name="_Toc499019056"/>
      <w:bookmarkStart w:id="11" w:name="_Toc302478874"/>
      <w:bookmarkStart w:id="12" w:name="_Toc500874944"/>
      <w:r>
        <w:rPr>
          <w:rFonts w:cs="Arial"/>
          <w:b w:val="0"/>
          <w:bCs w:val="0"/>
        </w:rPr>
        <w:t>ZÁKLADNÍ ÚDAJE O STAVBĚ</w:t>
      </w:r>
      <w:bookmarkEnd w:id="10"/>
      <w:bookmarkEnd w:id="11"/>
      <w:bookmarkEnd w:id="12"/>
    </w:p>
    <w:p w14:paraId="435A04AF" w14:textId="77777777" w:rsidR="00A004E5" w:rsidRDefault="00A004E5" w:rsidP="00A004E5">
      <w:pPr>
        <w:pStyle w:val="Nadpis2"/>
        <w:numPr>
          <w:ilvl w:val="1"/>
          <w:numId w:val="12"/>
        </w:numPr>
        <w:rPr>
          <w:rFonts w:eastAsia="Lucida Sans Unicode"/>
        </w:rPr>
      </w:pPr>
      <w:bookmarkStart w:id="13" w:name="_Toc499019057"/>
      <w:bookmarkStart w:id="14" w:name="_Toc302478875"/>
      <w:bookmarkStart w:id="15" w:name="_Toc500874945"/>
      <w:r>
        <w:rPr>
          <w:rFonts w:eastAsia="Lucida Sans Unicode"/>
        </w:rPr>
        <w:t>Stručný popis návrhu stavby, její funkce, význam a umístění.</w:t>
      </w:r>
      <w:bookmarkEnd w:id="13"/>
      <w:bookmarkEnd w:id="14"/>
      <w:bookmarkEnd w:id="15"/>
    </w:p>
    <w:p w14:paraId="6F728BAE" w14:textId="77777777" w:rsidR="00A004E5" w:rsidRDefault="00A004E5" w:rsidP="00A76B3A">
      <w:pPr>
        <w:autoSpaceDE w:val="0"/>
        <w:autoSpaceDN w:val="0"/>
        <w:adjustRightInd w:val="0"/>
        <w:jc w:val="left"/>
        <w:rPr>
          <w:rFonts w:cs="Arial"/>
        </w:rPr>
      </w:pPr>
      <w:bookmarkStart w:id="16" w:name="_Toc302478876"/>
      <w:r>
        <w:rPr>
          <w:rFonts w:cs="Arial"/>
        </w:rPr>
        <w:t xml:space="preserve">Předmětem projektu je rekonstrukce </w:t>
      </w:r>
      <w:r w:rsidR="00A76B3A">
        <w:rPr>
          <w:rFonts w:cs="Arial"/>
        </w:rPr>
        <w:t>ulic</w:t>
      </w:r>
      <w:r w:rsidR="00B06B93">
        <w:rPr>
          <w:rFonts w:cs="Arial"/>
        </w:rPr>
        <w:t xml:space="preserve"> </w:t>
      </w:r>
      <w:r w:rsidR="00A76B3A">
        <w:rPr>
          <w:rFonts w:cs="Arial"/>
          <w:color w:val="000000"/>
        </w:rPr>
        <w:t>Táboritská, P. Velikého a Jateční</w:t>
      </w:r>
      <w:r w:rsidR="00B06B93">
        <w:rPr>
          <w:rFonts w:cs="Arial"/>
        </w:rPr>
        <w:t xml:space="preserve"> po opravě </w:t>
      </w:r>
      <w:proofErr w:type="gramStart"/>
      <w:r w:rsidR="00B06B93">
        <w:rPr>
          <w:rFonts w:cs="Arial"/>
        </w:rPr>
        <w:t>kanalizace.</w:t>
      </w:r>
      <w:r>
        <w:rPr>
          <w:rFonts w:cs="Arial"/>
        </w:rPr>
        <w:t>.</w:t>
      </w:r>
      <w:proofErr w:type="gramEnd"/>
    </w:p>
    <w:bookmarkEnd w:id="16"/>
    <w:p w14:paraId="186597D0" w14:textId="77777777" w:rsidR="00A004E5" w:rsidRDefault="00A004E5" w:rsidP="00A004E5">
      <w:pPr>
        <w:ind w:left="360"/>
        <w:rPr>
          <w:rFonts w:cs="Arial"/>
        </w:rPr>
      </w:pPr>
    </w:p>
    <w:p w14:paraId="0C7DB4F2" w14:textId="77777777" w:rsidR="00A004E5" w:rsidRDefault="00A004E5" w:rsidP="00A004E5">
      <w:pPr>
        <w:pStyle w:val="Nadpis1"/>
        <w:numPr>
          <w:ilvl w:val="0"/>
          <w:numId w:val="12"/>
        </w:numPr>
        <w:rPr>
          <w:rFonts w:cs="Arial"/>
        </w:rPr>
      </w:pPr>
      <w:bookmarkStart w:id="17" w:name="_Toc499019059"/>
      <w:bookmarkStart w:id="18" w:name="_Toc302478881"/>
      <w:bookmarkStart w:id="19" w:name="_Toc500874946"/>
      <w:r>
        <w:rPr>
          <w:rFonts w:cs="Arial"/>
          <w:b w:val="0"/>
          <w:bCs w:val="0"/>
        </w:rPr>
        <w:t>PODMÍNKY REALIZACE STAVBY</w:t>
      </w:r>
      <w:bookmarkEnd w:id="17"/>
      <w:bookmarkEnd w:id="18"/>
      <w:bookmarkEnd w:id="19"/>
    </w:p>
    <w:p w14:paraId="4D936C19" w14:textId="77777777" w:rsidR="00A004E5" w:rsidRDefault="00A004E5" w:rsidP="00A004E5">
      <w:pPr>
        <w:rPr>
          <w:rFonts w:cs="Arial"/>
        </w:rPr>
      </w:pPr>
      <w:r>
        <w:rPr>
          <w:rFonts w:cs="Arial"/>
        </w:rPr>
        <w:t xml:space="preserve">Stavba nesouvisí se stavbou jiného stavebníka. Je však potřeba koordinovat jednotlivé fáze výstavby, hlavně s důrazem na stavební činnosti plánované v okolí. </w:t>
      </w:r>
    </w:p>
    <w:p w14:paraId="2BA6E029" w14:textId="77777777" w:rsidR="00A004E5" w:rsidRDefault="00A004E5" w:rsidP="00A004E5">
      <w:pPr>
        <w:rPr>
          <w:rFonts w:cs="Arial"/>
        </w:rPr>
      </w:pPr>
    </w:p>
    <w:p w14:paraId="3BF26002" w14:textId="77777777" w:rsidR="00A004E5" w:rsidRDefault="00A004E5" w:rsidP="00A004E5">
      <w:pPr>
        <w:rPr>
          <w:rFonts w:cs="Arial"/>
          <w:color w:val="FF0000"/>
          <w:sz w:val="22"/>
          <w:szCs w:val="22"/>
        </w:rPr>
      </w:pPr>
    </w:p>
    <w:p w14:paraId="5C5A01C5" w14:textId="77777777" w:rsidR="00A004E5" w:rsidRDefault="00A004E5" w:rsidP="00A004E5">
      <w:pPr>
        <w:pStyle w:val="Nadpis1"/>
        <w:numPr>
          <w:ilvl w:val="0"/>
          <w:numId w:val="12"/>
        </w:numPr>
        <w:rPr>
          <w:rFonts w:cs="Arial"/>
        </w:rPr>
      </w:pPr>
      <w:bookmarkStart w:id="20" w:name="_Toc499019061"/>
      <w:bookmarkStart w:id="21" w:name="_Toc302478884"/>
      <w:bookmarkStart w:id="22" w:name="_Toc500874947"/>
      <w:r>
        <w:rPr>
          <w:rFonts w:cs="Arial"/>
          <w:b w:val="0"/>
          <w:bCs w:val="0"/>
        </w:rPr>
        <w:t>SOUHRNNÝ TECHNICKÝ POPIS STAVBY</w:t>
      </w:r>
      <w:bookmarkEnd w:id="20"/>
      <w:bookmarkEnd w:id="21"/>
      <w:bookmarkEnd w:id="22"/>
    </w:p>
    <w:p w14:paraId="0402C2A1" w14:textId="77777777" w:rsidR="00A004E5" w:rsidRDefault="00A004E5" w:rsidP="00A004E5">
      <w:pPr>
        <w:pStyle w:val="Nadpis2"/>
        <w:numPr>
          <w:ilvl w:val="1"/>
          <w:numId w:val="12"/>
        </w:numPr>
      </w:pPr>
      <w:bookmarkStart w:id="23" w:name="_Toc499019062"/>
      <w:bookmarkStart w:id="24" w:name="_Toc500874948"/>
      <w:bookmarkStart w:id="25" w:name="_Toc302478885"/>
      <w:bookmarkStart w:id="26" w:name="_Toc208065242"/>
      <w:r>
        <w:t>Technický popis stavby</w:t>
      </w:r>
      <w:bookmarkEnd w:id="23"/>
      <w:bookmarkEnd w:id="24"/>
    </w:p>
    <w:p w14:paraId="78F148B7" w14:textId="77777777" w:rsidR="00A004E5" w:rsidRDefault="00A004E5" w:rsidP="00A004E5">
      <w:pPr>
        <w:rPr>
          <w:rFonts w:cs="Arial"/>
          <w:u w:val="single"/>
        </w:rPr>
      </w:pPr>
      <w:r>
        <w:rPr>
          <w:rFonts w:cs="Arial"/>
          <w:u w:val="single"/>
        </w:rPr>
        <w:t>Odkopávky pro komunikaci</w:t>
      </w:r>
    </w:p>
    <w:p w14:paraId="5B7F9774" w14:textId="77777777" w:rsidR="00A004E5" w:rsidRDefault="00A004E5" w:rsidP="00A004E5">
      <w:pPr>
        <w:rPr>
          <w:rFonts w:cs="Arial"/>
        </w:rPr>
      </w:pPr>
      <w:r>
        <w:rPr>
          <w:rFonts w:cs="Arial"/>
        </w:rPr>
        <w:t>Odkopávky budou provedeny tak, že dílčí stavební materiály budou odděleny pro druhotné využití, zejména asfaltové kryty, betonové panely a dlažební kostky.</w:t>
      </w:r>
    </w:p>
    <w:bookmarkEnd w:id="25"/>
    <w:bookmarkEnd w:id="26"/>
    <w:p w14:paraId="48E22A76" w14:textId="77777777" w:rsidR="00A004E5" w:rsidRDefault="00A004E5" w:rsidP="00A004E5">
      <w:pPr>
        <w:rPr>
          <w:rFonts w:cs="Arial"/>
        </w:rPr>
      </w:pPr>
    </w:p>
    <w:p w14:paraId="2783CB3C" w14:textId="77777777" w:rsidR="00A004E5" w:rsidRDefault="00A004E5" w:rsidP="00A004E5">
      <w:pPr>
        <w:rPr>
          <w:rFonts w:cs="Arial"/>
          <w:u w:val="single"/>
        </w:rPr>
      </w:pPr>
      <w:r>
        <w:rPr>
          <w:rFonts w:cs="Arial"/>
          <w:u w:val="single"/>
        </w:rPr>
        <w:t>Provádění zásypů inženýrských sítí</w:t>
      </w:r>
    </w:p>
    <w:p w14:paraId="06187286" w14:textId="77777777" w:rsidR="00A004E5" w:rsidRDefault="00A004E5" w:rsidP="00A004E5">
      <w:pPr>
        <w:rPr>
          <w:rFonts w:cs="Arial"/>
        </w:rPr>
      </w:pPr>
      <w:r>
        <w:rPr>
          <w:rFonts w:cs="Arial"/>
        </w:rPr>
        <w:t>Po vybudování vedení IS a v případě, že před vlastní stavbou budou provedeny opravy stávajících inženýrských sítí, je nutné zásypy liniových výkopů po položení sítí řádně po vrstvách zhutnit. V případě provádění hlubších liniových výkopů (hlubších než 1m) doporučujeme míru zhutnění zásypu kontrolovat po zhutnění každé vrstvy. Zvýšenou pozornost je třeba věnovat především v těsném sousedství revizních šachet pro kanalizaci. Pro zhutnění je nejvýhodnější užít motorový pěch („žábu“).</w:t>
      </w:r>
    </w:p>
    <w:p w14:paraId="72EE3B38" w14:textId="77777777" w:rsidR="00A004E5" w:rsidRDefault="00A004E5" w:rsidP="00A004E5">
      <w:pPr>
        <w:rPr>
          <w:rFonts w:cs="Arial"/>
        </w:rPr>
      </w:pPr>
      <w:r>
        <w:rPr>
          <w:rFonts w:cs="Arial"/>
        </w:rPr>
        <w:t>Pro spodní podkladní vrstvu bude použita v tl. 250 mm Štěrkodrť.</w:t>
      </w:r>
    </w:p>
    <w:p w14:paraId="3862CA8E" w14:textId="77777777" w:rsidR="00A004E5" w:rsidRDefault="00A004E5" w:rsidP="00A004E5">
      <w:pPr>
        <w:rPr>
          <w:rFonts w:cs="Arial"/>
        </w:rPr>
      </w:pPr>
      <w:r>
        <w:rPr>
          <w:rFonts w:cs="Arial"/>
        </w:rPr>
        <w:t>Provádění zemního tělesa, pláně bude v souladu s ČSN 736133.</w:t>
      </w:r>
    </w:p>
    <w:p w14:paraId="41018320" w14:textId="77777777" w:rsidR="00A004E5" w:rsidRDefault="00A004E5" w:rsidP="00A004E5">
      <w:pPr>
        <w:rPr>
          <w:rFonts w:cs="Arial"/>
        </w:rPr>
      </w:pPr>
    </w:p>
    <w:p w14:paraId="72103EC9" w14:textId="77777777" w:rsidR="00A004E5" w:rsidRDefault="00A004E5" w:rsidP="00A004E5">
      <w:pPr>
        <w:rPr>
          <w:rFonts w:cs="Arial"/>
        </w:rPr>
      </w:pPr>
      <w:r>
        <w:rPr>
          <w:rFonts w:cs="Arial"/>
        </w:rPr>
        <w:t xml:space="preserve">Vlastní skladby </w:t>
      </w:r>
    </w:p>
    <w:p w14:paraId="74458EE4" w14:textId="77777777" w:rsidR="00A004E5" w:rsidRDefault="00A004E5" w:rsidP="00A004E5">
      <w:pPr>
        <w:rPr>
          <w:rFonts w:cs="Arial"/>
        </w:rPr>
      </w:pPr>
      <w:r>
        <w:rPr>
          <w:rFonts w:cs="Arial"/>
        </w:rPr>
        <w:t xml:space="preserve">Skladba vozovky, parkovacích stání, chodníku a přejezdů je navržena v souladu s ČSN, EN a TP. Chodník a Parkovací pásy jsou navrženy s krytem z betonové dlažby, vozovka </w:t>
      </w:r>
      <w:r>
        <w:rPr>
          <w:rFonts w:cs="Arial"/>
        </w:rPr>
        <w:lastRenderedPageBreak/>
        <w:t>z asfaltového betonu. Hodnota modulu přetvárnosti na pláni Edef,2 musí být alespoň 45 MPa u chodníků 30MPa.</w:t>
      </w:r>
    </w:p>
    <w:p w14:paraId="2B87B3FF" w14:textId="77777777" w:rsidR="00A004E5" w:rsidRDefault="00A004E5" w:rsidP="00A004E5">
      <w:pPr>
        <w:rPr>
          <w:rFonts w:cs="Arial"/>
        </w:rPr>
      </w:pPr>
    </w:p>
    <w:p w14:paraId="1010F829" w14:textId="77777777" w:rsidR="00A004E5" w:rsidRDefault="00A004E5" w:rsidP="00A004E5">
      <w:pPr>
        <w:rPr>
          <w:rFonts w:cs="Arial"/>
        </w:rPr>
      </w:pPr>
      <w:r>
        <w:rPr>
          <w:rFonts w:cs="Arial"/>
        </w:rPr>
        <w:t>Konstrukce vozovky:</w:t>
      </w:r>
    </w:p>
    <w:p w14:paraId="760CEB0C" w14:textId="77777777" w:rsidR="00A004E5" w:rsidRDefault="00A004E5" w:rsidP="00A004E5">
      <w:pPr>
        <w:rPr>
          <w:rFonts w:cs="Arial"/>
        </w:rPr>
      </w:pPr>
      <w:r>
        <w:rPr>
          <w:rFonts w:cs="Arial"/>
        </w:rPr>
        <w:t xml:space="preserve">ASFALTOVÝ BETON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ACO 11</w:t>
      </w:r>
      <w:r>
        <w:rPr>
          <w:rFonts w:cs="Arial"/>
        </w:rPr>
        <w:tab/>
        <w:t>40mm</w:t>
      </w:r>
    </w:p>
    <w:p w14:paraId="68A2275D" w14:textId="77777777" w:rsidR="00A004E5" w:rsidRDefault="00A004E5" w:rsidP="00A004E5">
      <w:pPr>
        <w:rPr>
          <w:rFonts w:cs="Arial"/>
        </w:rPr>
      </w:pPr>
      <w:r>
        <w:rPr>
          <w:rFonts w:cs="Arial"/>
        </w:rPr>
        <w:t>SPOJOVACÍ POSTŘIK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PS, EM</w:t>
      </w:r>
      <w:r>
        <w:rPr>
          <w:rFonts w:cs="Arial"/>
        </w:rPr>
        <w:tab/>
      </w:r>
      <w:r>
        <w:rPr>
          <w:rFonts w:cs="Arial"/>
        </w:rPr>
        <w:tab/>
        <w:t>0,20kg/m2</w:t>
      </w:r>
    </w:p>
    <w:p w14:paraId="2FCD0C4E" w14:textId="77777777" w:rsidR="00A004E5" w:rsidRDefault="00A004E5" w:rsidP="00A004E5">
      <w:pPr>
        <w:rPr>
          <w:rFonts w:cs="Arial"/>
        </w:rPr>
      </w:pPr>
      <w:r>
        <w:rPr>
          <w:rFonts w:cs="Arial"/>
        </w:rPr>
        <w:t>OBALOVANÉ KAMENIVO</w:t>
      </w:r>
      <w:r>
        <w:rPr>
          <w:rFonts w:cs="Arial"/>
        </w:rPr>
        <w:tab/>
      </w:r>
      <w:r>
        <w:rPr>
          <w:rFonts w:cs="Arial"/>
        </w:rPr>
        <w:tab/>
        <w:t>ACP+</w:t>
      </w:r>
      <w:r>
        <w:rPr>
          <w:rFonts w:cs="Arial"/>
        </w:rPr>
        <w:tab/>
      </w:r>
      <w:r>
        <w:rPr>
          <w:rFonts w:cs="Arial"/>
        </w:rPr>
        <w:tab/>
        <w:t>60mm</w:t>
      </w:r>
    </w:p>
    <w:p w14:paraId="685DC6ED" w14:textId="77777777" w:rsidR="00A004E5" w:rsidRDefault="00A004E5" w:rsidP="00A004E5">
      <w:pPr>
        <w:rPr>
          <w:rFonts w:cs="Arial"/>
        </w:rPr>
      </w:pPr>
      <w:r>
        <w:rPr>
          <w:rFonts w:cs="Arial"/>
        </w:rPr>
        <w:t>INFILTRAČNÍ POSTŘIK</w:t>
      </w:r>
      <w:r>
        <w:rPr>
          <w:rFonts w:cs="Arial"/>
        </w:rPr>
        <w:tab/>
      </w:r>
      <w:r>
        <w:rPr>
          <w:rFonts w:cs="Arial"/>
        </w:rPr>
        <w:tab/>
        <w:t>PIA, E</w:t>
      </w:r>
      <w:r>
        <w:rPr>
          <w:rFonts w:cs="Arial"/>
        </w:rPr>
        <w:tab/>
      </w:r>
      <w:r>
        <w:rPr>
          <w:rFonts w:cs="Arial"/>
        </w:rPr>
        <w:tab/>
        <w:t>0,30kg/m2</w:t>
      </w:r>
    </w:p>
    <w:p w14:paraId="70A573F2" w14:textId="77777777" w:rsidR="00A004E5" w:rsidRDefault="00A004E5" w:rsidP="00A004E5">
      <w:pPr>
        <w:rPr>
          <w:rFonts w:cs="Arial"/>
        </w:rPr>
      </w:pPr>
      <w:r>
        <w:rPr>
          <w:rFonts w:cs="Arial"/>
        </w:rPr>
        <w:t>SMĚS STMELENÁ CEMENTEM</w:t>
      </w:r>
      <w:r>
        <w:rPr>
          <w:rFonts w:cs="Arial"/>
        </w:rPr>
        <w:tab/>
        <w:t xml:space="preserve">SC C8/10       </w:t>
      </w:r>
      <w:r>
        <w:rPr>
          <w:rFonts w:cs="Arial"/>
        </w:rPr>
        <w:tab/>
        <w:t xml:space="preserve">150 mm  </w:t>
      </w:r>
    </w:p>
    <w:p w14:paraId="165E02CD" w14:textId="77777777" w:rsidR="00A004E5" w:rsidRDefault="00A004E5" w:rsidP="00A004E5">
      <w:pPr>
        <w:rPr>
          <w:rFonts w:cs="Arial"/>
          <w:u w:val="single"/>
        </w:rPr>
      </w:pPr>
      <w:r>
        <w:rPr>
          <w:rFonts w:cs="Arial"/>
          <w:u w:val="single"/>
        </w:rPr>
        <w:t>ŠTĚRKODRŤ</w:t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  <w:t xml:space="preserve">ŠD B               </w:t>
      </w:r>
      <w:r>
        <w:rPr>
          <w:rFonts w:cs="Arial"/>
          <w:u w:val="single"/>
        </w:rPr>
        <w:tab/>
        <w:t xml:space="preserve">180 mm        </w:t>
      </w:r>
    </w:p>
    <w:p w14:paraId="2F9E3DED" w14:textId="77777777" w:rsidR="00A004E5" w:rsidRDefault="00A004E5" w:rsidP="00A004E5">
      <w:pPr>
        <w:rPr>
          <w:rFonts w:cs="Arial"/>
        </w:rPr>
      </w:pPr>
      <w:r>
        <w:rPr>
          <w:rFonts w:cs="Arial"/>
        </w:rPr>
        <w:t xml:space="preserve">CELKEM                      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430 mm</w:t>
      </w:r>
    </w:p>
    <w:p w14:paraId="64BA8390" w14:textId="77777777" w:rsidR="00A004E5" w:rsidRDefault="00A004E5" w:rsidP="00A004E5">
      <w:pPr>
        <w:rPr>
          <w:rFonts w:cs="Arial"/>
        </w:rPr>
      </w:pPr>
    </w:p>
    <w:p w14:paraId="62561CAD" w14:textId="77777777" w:rsidR="00A004E5" w:rsidRDefault="00A004E5" w:rsidP="00A004E5">
      <w:pPr>
        <w:rPr>
          <w:rFonts w:cs="Arial"/>
        </w:rPr>
      </w:pPr>
      <w:r>
        <w:rPr>
          <w:rFonts w:cs="Arial"/>
        </w:rPr>
        <w:t>Příčný sklon vo</w:t>
      </w:r>
      <w:r w:rsidR="00B06B93">
        <w:rPr>
          <w:rFonts w:cs="Arial"/>
        </w:rPr>
        <w:t xml:space="preserve">zovky je navržen 2,5%, </w:t>
      </w:r>
      <w:r>
        <w:rPr>
          <w:rFonts w:cs="Arial"/>
        </w:rPr>
        <w:t xml:space="preserve">a podélné sklony zůstanou zachovány dle stávající </w:t>
      </w:r>
      <w:r w:rsidR="00B06B93">
        <w:rPr>
          <w:rFonts w:cs="Arial"/>
        </w:rPr>
        <w:t xml:space="preserve">nivelety </w:t>
      </w:r>
      <w:r>
        <w:rPr>
          <w:rFonts w:cs="Arial"/>
        </w:rPr>
        <w:t>vozovky.</w:t>
      </w:r>
    </w:p>
    <w:p w14:paraId="1C97123C" w14:textId="77777777" w:rsidR="00A004E5" w:rsidRDefault="00A004E5" w:rsidP="00A004E5">
      <w:pPr>
        <w:rPr>
          <w:rFonts w:cs="Arial"/>
        </w:rPr>
      </w:pPr>
    </w:p>
    <w:p w14:paraId="6AA34529" w14:textId="77777777" w:rsidR="00A004E5" w:rsidRDefault="00A004E5" w:rsidP="00A004E5">
      <w:pPr>
        <w:rPr>
          <w:rFonts w:cs="Arial"/>
        </w:rPr>
      </w:pPr>
      <w:r>
        <w:rPr>
          <w:rFonts w:cs="Arial"/>
        </w:rPr>
        <w:t xml:space="preserve">Komunikaci bude lemovat </w:t>
      </w:r>
      <w:r w:rsidR="00B06B93">
        <w:rPr>
          <w:rFonts w:cs="Arial"/>
        </w:rPr>
        <w:t xml:space="preserve">stávající </w:t>
      </w:r>
      <w:r>
        <w:rPr>
          <w:rFonts w:cs="Arial"/>
        </w:rPr>
        <w:t>silniční obruba osazená do betonu s boční opěrou, stupeň 2</w:t>
      </w:r>
      <w:r w:rsidR="00B06B93">
        <w:rPr>
          <w:rFonts w:cs="Arial"/>
        </w:rPr>
        <w:t xml:space="preserve"> - 5</w:t>
      </w:r>
      <w:r>
        <w:rPr>
          <w:rFonts w:cs="Arial"/>
        </w:rPr>
        <w:t xml:space="preserve">cm, na vjezdech a místech pro přecházení, stupeň 12 – 15 cm v průběžné části chodníku.  </w:t>
      </w:r>
      <w:r w:rsidR="00B06B93">
        <w:rPr>
          <w:rFonts w:cs="Arial"/>
        </w:rPr>
        <w:t>Lokálně bude vyrovnána. Mezi obrubou a jízdním pásem bude provede</w:t>
      </w:r>
      <w:r w:rsidR="00A76B3A">
        <w:rPr>
          <w:rFonts w:cs="Arial"/>
        </w:rPr>
        <w:t xml:space="preserve">na </w:t>
      </w:r>
      <w:proofErr w:type="spellStart"/>
      <w:r w:rsidR="00A76B3A">
        <w:rPr>
          <w:rFonts w:cs="Arial"/>
        </w:rPr>
        <w:t>přídlažba</w:t>
      </w:r>
      <w:proofErr w:type="spellEnd"/>
      <w:r w:rsidR="00A76B3A">
        <w:rPr>
          <w:rFonts w:cs="Arial"/>
        </w:rPr>
        <w:t xml:space="preserve"> betonovými deskami nebo dvojlinkou z žulové kostky.</w:t>
      </w:r>
    </w:p>
    <w:p w14:paraId="14A12D09" w14:textId="77777777" w:rsidR="00A004E5" w:rsidRDefault="00A004E5" w:rsidP="00A004E5">
      <w:pPr>
        <w:rPr>
          <w:rFonts w:cs="Arial"/>
        </w:rPr>
      </w:pPr>
    </w:p>
    <w:p w14:paraId="06495E68" w14:textId="77777777" w:rsidR="00A004E5" w:rsidRDefault="00A004E5" w:rsidP="00A004E5">
      <w:pPr>
        <w:rPr>
          <w:rFonts w:cs="Arial"/>
        </w:rPr>
      </w:pPr>
      <w:r>
        <w:rPr>
          <w:rFonts w:cs="Arial"/>
        </w:rPr>
        <w:t xml:space="preserve">Případné zásypy budou provedeny vhodným nenamrzavým materiálem. </w:t>
      </w:r>
    </w:p>
    <w:p w14:paraId="47B76EBB" w14:textId="77777777" w:rsidR="00A004E5" w:rsidRDefault="00A004E5" w:rsidP="00A004E5">
      <w:pPr>
        <w:rPr>
          <w:rFonts w:cs="Arial"/>
        </w:rPr>
      </w:pPr>
    </w:p>
    <w:p w14:paraId="631FE98D" w14:textId="77777777" w:rsidR="00A004E5" w:rsidRDefault="00A004E5" w:rsidP="00A004E5">
      <w:pPr>
        <w:rPr>
          <w:rFonts w:cs="Arial"/>
          <w:u w:val="single"/>
        </w:rPr>
      </w:pPr>
      <w:r>
        <w:rPr>
          <w:rFonts w:cs="Arial"/>
          <w:u w:val="single"/>
        </w:rPr>
        <w:t>Ochrana podzemní inženýrských sítí, chráničky</w:t>
      </w:r>
    </w:p>
    <w:p w14:paraId="5A4FBC75" w14:textId="77777777" w:rsidR="00A004E5" w:rsidRDefault="00A004E5" w:rsidP="00A004E5">
      <w:pPr>
        <w:rPr>
          <w:rFonts w:cs="Arial"/>
        </w:rPr>
      </w:pPr>
      <w:r>
        <w:rPr>
          <w:rFonts w:cs="Arial"/>
        </w:rPr>
        <w:t>Stávající podzemní sítě v místě napojení budou před zahájením zemních prací vytyčeny správci a jejich poloha ověřena sondami. Kabely budou ochráněny chráničkami (bude dodržena ČSN).</w:t>
      </w:r>
    </w:p>
    <w:p w14:paraId="3FFDC678" w14:textId="77777777" w:rsidR="00A004E5" w:rsidRDefault="00A004E5" w:rsidP="00A004E5">
      <w:pPr>
        <w:rPr>
          <w:rFonts w:cs="Arial"/>
          <w:u w:val="single"/>
        </w:rPr>
      </w:pPr>
    </w:p>
    <w:p w14:paraId="05B3CE00" w14:textId="77777777" w:rsidR="00A004E5" w:rsidRDefault="00A004E5" w:rsidP="00A004E5">
      <w:pPr>
        <w:rPr>
          <w:rFonts w:cs="Arial"/>
          <w:u w:val="single"/>
        </w:rPr>
      </w:pPr>
      <w:r>
        <w:rPr>
          <w:rFonts w:cs="Arial"/>
          <w:u w:val="single"/>
        </w:rPr>
        <w:t>Požární ochrana</w:t>
      </w:r>
    </w:p>
    <w:p w14:paraId="5DF298C2" w14:textId="77777777" w:rsidR="00A004E5" w:rsidRDefault="00A004E5" w:rsidP="00A004E5">
      <w:pPr>
        <w:rPr>
          <w:rFonts w:cs="Arial"/>
        </w:rPr>
      </w:pPr>
      <w:r>
        <w:rPr>
          <w:rFonts w:cs="Arial"/>
        </w:rPr>
        <w:t>Používané materiály pro stavbu komunikací vyhovují z hledisek PO. Šířky komunikací umožňují příjezd požárních vozidel ke všem budovám v areálu. Odstupy od stávajících objektů vyhovují normám ČSN.</w:t>
      </w:r>
    </w:p>
    <w:p w14:paraId="3EDB449C" w14:textId="77777777" w:rsidR="00A004E5" w:rsidRDefault="00A004E5" w:rsidP="00A004E5">
      <w:pPr>
        <w:rPr>
          <w:rFonts w:cs="Arial"/>
        </w:rPr>
      </w:pPr>
      <w:r>
        <w:rPr>
          <w:rFonts w:cs="Arial"/>
        </w:rPr>
        <w:t>Předmětem tohoto požárně bezpečnostního řešení je posouzení rekonstrukce stávající komunikace z hlediska požární bezpečnosti. Rekonstrukce je posuzována podle následujících norem:</w:t>
      </w:r>
    </w:p>
    <w:p w14:paraId="7CE3F15B" w14:textId="77777777" w:rsidR="00A004E5" w:rsidRDefault="00A004E5" w:rsidP="00A004E5">
      <w:pPr>
        <w:rPr>
          <w:rFonts w:cs="Arial"/>
        </w:rPr>
      </w:pPr>
    </w:p>
    <w:p w14:paraId="4FAF2459" w14:textId="77777777" w:rsidR="00A004E5" w:rsidRDefault="00A004E5" w:rsidP="00A004E5">
      <w:pPr>
        <w:rPr>
          <w:rFonts w:cs="Arial"/>
        </w:rPr>
      </w:pPr>
      <w:r>
        <w:rPr>
          <w:rFonts w:cs="Arial"/>
        </w:rPr>
        <w:t xml:space="preserve">ČSN 73 </w:t>
      </w:r>
      <w:proofErr w:type="gramStart"/>
      <w:r>
        <w:rPr>
          <w:rFonts w:cs="Arial"/>
        </w:rPr>
        <w:t>0802-Požární</w:t>
      </w:r>
      <w:proofErr w:type="gramEnd"/>
      <w:r>
        <w:rPr>
          <w:rFonts w:cs="Arial"/>
        </w:rPr>
        <w:t xml:space="preserve"> bezpečnost staveb. Nevýrobní objekty</w:t>
      </w:r>
    </w:p>
    <w:p w14:paraId="0D124094" w14:textId="77777777" w:rsidR="00A004E5" w:rsidRDefault="00A004E5" w:rsidP="00A004E5">
      <w:pPr>
        <w:rPr>
          <w:rFonts w:cs="Arial"/>
        </w:rPr>
      </w:pPr>
      <w:r>
        <w:rPr>
          <w:rFonts w:cs="Arial"/>
        </w:rPr>
        <w:t xml:space="preserve">ČSN 73 </w:t>
      </w:r>
      <w:proofErr w:type="gramStart"/>
      <w:r>
        <w:rPr>
          <w:rFonts w:cs="Arial"/>
        </w:rPr>
        <w:t>0873-Požární</w:t>
      </w:r>
      <w:proofErr w:type="gramEnd"/>
      <w:r>
        <w:rPr>
          <w:rFonts w:cs="Arial"/>
        </w:rPr>
        <w:t xml:space="preserve"> bezpečnost staveb. Zásobování požární vodou </w:t>
      </w:r>
    </w:p>
    <w:p w14:paraId="104423DE" w14:textId="77777777" w:rsidR="00A004E5" w:rsidRDefault="00A004E5" w:rsidP="00A004E5">
      <w:pPr>
        <w:rPr>
          <w:rFonts w:cs="Arial"/>
        </w:rPr>
      </w:pPr>
      <w:r>
        <w:rPr>
          <w:rFonts w:cs="Arial"/>
        </w:rPr>
        <w:t>Vyhláška 246/2001 Sb., § 41</w:t>
      </w:r>
    </w:p>
    <w:p w14:paraId="2120B4AC" w14:textId="77777777" w:rsidR="00A004E5" w:rsidRDefault="00A004E5" w:rsidP="00A004E5">
      <w:pPr>
        <w:rPr>
          <w:rFonts w:cs="Arial"/>
        </w:rPr>
      </w:pPr>
      <w:r>
        <w:rPr>
          <w:rFonts w:cs="Arial"/>
        </w:rPr>
        <w:t>Vyhláška 23/2008 Sb.</w:t>
      </w:r>
    </w:p>
    <w:p w14:paraId="7EBFE6B9" w14:textId="77777777" w:rsidR="00A004E5" w:rsidRDefault="00A004E5" w:rsidP="00A004E5">
      <w:pPr>
        <w:rPr>
          <w:rFonts w:cs="Arial"/>
          <w:u w:val="single"/>
        </w:rPr>
      </w:pPr>
    </w:p>
    <w:p w14:paraId="230348E9" w14:textId="77777777" w:rsidR="00A004E5" w:rsidRDefault="00A004E5" w:rsidP="00A004E5">
      <w:pPr>
        <w:rPr>
          <w:rFonts w:cs="Arial"/>
        </w:rPr>
      </w:pPr>
      <w:r>
        <w:rPr>
          <w:rFonts w:cs="Arial"/>
        </w:rPr>
        <w:t xml:space="preserve">Zařízení pro protipožární zásah - Navrhovaná stavba bude vyhovovat požadavkům podle ČSN 73 0802 a je řešená podle ČSN 73 6100, ČSN 73 6110 a ČSN 73 6114, komunikace má vjezdy na okolní pozemky, nemá vlastní nástupní plochy. Všechny křížení a křižovatky na opravovaném úseku a v jeho okolí splňují podle obalových křivek průjezd nákladního vodidla (požární technika). </w:t>
      </w:r>
    </w:p>
    <w:p w14:paraId="5010D64E" w14:textId="77777777" w:rsidR="00A004E5" w:rsidRDefault="00A004E5" w:rsidP="00A004E5">
      <w:pPr>
        <w:rPr>
          <w:rFonts w:cs="Arial"/>
          <w:b/>
        </w:rPr>
      </w:pPr>
    </w:p>
    <w:p w14:paraId="30FA4900" w14:textId="77777777" w:rsidR="00A004E5" w:rsidRDefault="00A004E5" w:rsidP="00A004E5">
      <w:pPr>
        <w:rPr>
          <w:rFonts w:cs="Arial"/>
        </w:rPr>
      </w:pPr>
      <w:r>
        <w:rPr>
          <w:rFonts w:cs="Arial"/>
        </w:rPr>
        <w:t>Zásobování požární vodou - Vnější odběrní místo tvoří stávající podzemní požární hydranty v okolí stavby, které musí projít funkční kontrolou. Požární hydranty jsou umístěny mimo požárně nebezpečný prostor objektů. Přístupová komunikace umožňující příjezd k vnějšímu odběrnímu místu požární vody alespoň do vzdálenosti 9 m musí být trvale přístupná pro mobilní požární techniku. K vnějšímu odběrnímu místu musí být trvale zajištěn volný přístup a doporučuje se pro obsluhu armatur vnějšího odběrního místa vytvořit volnou manipulační plochu o velikosti alespoň 3m</w:t>
      </w:r>
      <w:r>
        <w:rPr>
          <w:rFonts w:cs="Arial"/>
          <w:vertAlign w:val="superscript"/>
        </w:rPr>
        <w:t>2</w:t>
      </w:r>
      <w:r>
        <w:rPr>
          <w:rFonts w:cs="Arial"/>
        </w:rPr>
        <w:t>. Požární hydrant musí být označen tabulkou tak, aby byl jednoznačně zřejmý jejich účel.</w:t>
      </w:r>
    </w:p>
    <w:p w14:paraId="0CCF569A" w14:textId="77777777" w:rsidR="00A004E5" w:rsidRDefault="00A004E5" w:rsidP="00A004E5">
      <w:pPr>
        <w:rPr>
          <w:rFonts w:cs="Arial"/>
          <w:color w:val="FF0000"/>
        </w:rPr>
      </w:pPr>
    </w:p>
    <w:p w14:paraId="0939FE02" w14:textId="77777777" w:rsidR="00A004E5" w:rsidRDefault="00A004E5" w:rsidP="00A004E5">
      <w:pPr>
        <w:rPr>
          <w:rFonts w:cs="Arial"/>
          <w:u w:val="single"/>
        </w:rPr>
      </w:pPr>
      <w:r>
        <w:rPr>
          <w:rFonts w:cs="Arial"/>
          <w:u w:val="single"/>
        </w:rPr>
        <w:t>Odvodnění</w:t>
      </w:r>
    </w:p>
    <w:p w14:paraId="10D23EB6" w14:textId="77777777" w:rsidR="00A004E5" w:rsidRDefault="00A004E5" w:rsidP="00A004E5">
      <w:pPr>
        <w:rPr>
          <w:rFonts w:cs="Arial"/>
        </w:rPr>
      </w:pPr>
      <w:r>
        <w:rPr>
          <w:rFonts w:cs="Arial"/>
        </w:rPr>
        <w:lastRenderedPageBreak/>
        <w:t xml:space="preserve">Odvodnění vozovky je navrženo příčným a podélným spádem do uličních vpustí. Ty jsou napojeny na novou kanalizaci. </w:t>
      </w:r>
    </w:p>
    <w:p w14:paraId="6CBC977E" w14:textId="77777777" w:rsidR="00A004E5" w:rsidRDefault="00A004E5" w:rsidP="00A004E5">
      <w:pPr>
        <w:rPr>
          <w:rFonts w:cs="Arial"/>
        </w:rPr>
      </w:pPr>
    </w:p>
    <w:p w14:paraId="1A0CB2A3" w14:textId="77777777" w:rsidR="00A004E5" w:rsidRDefault="00A004E5" w:rsidP="00A004E5">
      <w:pPr>
        <w:rPr>
          <w:rFonts w:cs="Arial"/>
          <w:u w:val="single"/>
        </w:rPr>
      </w:pPr>
      <w:r>
        <w:rPr>
          <w:rFonts w:cs="Arial"/>
          <w:u w:val="single"/>
        </w:rPr>
        <w:t>Dopravní značení</w:t>
      </w:r>
    </w:p>
    <w:p w14:paraId="742DE669" w14:textId="77777777" w:rsidR="00A004E5" w:rsidRDefault="00A004E5" w:rsidP="00A004E5">
      <w:pPr>
        <w:rPr>
          <w:rFonts w:cs="Arial"/>
        </w:rPr>
      </w:pPr>
      <w:r>
        <w:rPr>
          <w:rFonts w:cs="Arial"/>
        </w:rPr>
        <w:t>Stávající svislé dopravní značení bude aktualizováno</w:t>
      </w:r>
      <w:r w:rsidR="00976CB3">
        <w:rPr>
          <w:rFonts w:cs="Arial"/>
        </w:rPr>
        <w:t>, osazení značení bude upraveno dle platných právních předpisů. V přechodech budou obnoveny přisvětlovací pásky LED</w:t>
      </w:r>
      <w:r>
        <w:rPr>
          <w:rFonts w:cs="Arial"/>
        </w:rPr>
        <w:t>.</w:t>
      </w:r>
    </w:p>
    <w:p w14:paraId="1FED4A20" w14:textId="77777777" w:rsidR="00A004E5" w:rsidRDefault="00A004E5" w:rsidP="00A004E5">
      <w:pPr>
        <w:rPr>
          <w:rFonts w:cs="Arial"/>
        </w:rPr>
      </w:pPr>
    </w:p>
    <w:p w14:paraId="6D416A64" w14:textId="77777777" w:rsidR="00A004E5" w:rsidRDefault="00A004E5" w:rsidP="00A004E5">
      <w:pPr>
        <w:rPr>
          <w:rFonts w:cs="Arial"/>
          <w:u w:val="single"/>
        </w:rPr>
      </w:pPr>
      <w:r>
        <w:rPr>
          <w:rFonts w:cs="Arial"/>
          <w:u w:val="single"/>
        </w:rPr>
        <w:t>Závěrem</w:t>
      </w:r>
    </w:p>
    <w:p w14:paraId="019B6416" w14:textId="77777777" w:rsidR="00A004E5" w:rsidRDefault="00A004E5" w:rsidP="00A004E5">
      <w:pPr>
        <w:rPr>
          <w:rFonts w:cs="Arial"/>
        </w:rPr>
      </w:pPr>
      <w:r>
        <w:rPr>
          <w:rFonts w:cs="Arial"/>
        </w:rPr>
        <w:t xml:space="preserve">Dodavatel je povinen dodržovat související normy a předpisy, zejména bezpečnostní a to </w:t>
      </w:r>
      <w:proofErr w:type="spellStart"/>
      <w:r>
        <w:rPr>
          <w:rFonts w:cs="Arial"/>
        </w:rPr>
        <w:t>vyhl</w:t>
      </w:r>
      <w:proofErr w:type="spellEnd"/>
      <w:r>
        <w:rPr>
          <w:rFonts w:cs="Arial"/>
        </w:rPr>
        <w:t>. ČÚBP 321/90 Sb.</w:t>
      </w:r>
    </w:p>
    <w:p w14:paraId="415B46E1" w14:textId="77777777" w:rsidR="00A004E5" w:rsidRDefault="00A004E5" w:rsidP="00A004E5">
      <w:pPr>
        <w:rPr>
          <w:rFonts w:cs="Arial"/>
        </w:rPr>
      </w:pPr>
      <w:r>
        <w:rPr>
          <w:rFonts w:cs="Arial"/>
        </w:rPr>
        <w:t>Před zahájením zemních prací dodavatel provede ověření stavu a polohy dotčených podzemních inženýrských sítí podle vytyčení jejich správci. O vytyčení všech sítí bude tech. dozor investora a dodavatel vést prokazatelnou evidenci. Poloha vyznačená v projektu je informativním zákresem podle údajů správců sítí nebo podle podkladů (realizačních projektů) zapůjčených investorem.</w:t>
      </w:r>
    </w:p>
    <w:p w14:paraId="65BB09FE" w14:textId="77777777" w:rsidR="00A004E5" w:rsidRDefault="00A004E5" w:rsidP="00A004E5">
      <w:pPr>
        <w:rPr>
          <w:rFonts w:cs="Arial"/>
        </w:rPr>
      </w:pPr>
    </w:p>
    <w:p w14:paraId="537B3BED" w14:textId="77777777" w:rsidR="00A004E5" w:rsidRDefault="00A004E5" w:rsidP="00A004E5">
      <w:pPr>
        <w:rPr>
          <w:rFonts w:cs="Arial"/>
        </w:rPr>
      </w:pPr>
      <w:r>
        <w:rPr>
          <w:rFonts w:cs="Arial"/>
        </w:rPr>
        <w:t>Návrhy konstrukcí, použité materiály a pracovní postupy musí splňovat soutěžní podmínky, příslušné ČSN, EN a Technické podmínky pro opravy a rekonstrukce komunikací.</w:t>
      </w:r>
    </w:p>
    <w:p w14:paraId="39B6C718" w14:textId="77777777" w:rsidR="00A004E5" w:rsidRDefault="00A004E5" w:rsidP="00A004E5">
      <w:pPr>
        <w:rPr>
          <w:rFonts w:cs="Arial"/>
        </w:rPr>
      </w:pPr>
      <w:r>
        <w:rPr>
          <w:rFonts w:cs="Arial"/>
        </w:rPr>
        <w:t xml:space="preserve">Předmětem stavby je chodník vedle vozovky ve svém stávajícím vedení a vybavení. Doplnění bezpečnostních prvků (svodidel, zábradlí, sloupků) není uvažováno. </w:t>
      </w:r>
    </w:p>
    <w:p w14:paraId="3400AEF3" w14:textId="77777777" w:rsidR="00A004E5" w:rsidRDefault="00A004E5" w:rsidP="00A004E5">
      <w:pPr>
        <w:pStyle w:val="Nadpis1"/>
        <w:numPr>
          <w:ilvl w:val="0"/>
          <w:numId w:val="12"/>
        </w:numPr>
        <w:rPr>
          <w:rFonts w:cs="Arial"/>
        </w:rPr>
      </w:pPr>
      <w:bookmarkStart w:id="27" w:name="_Toc499019065"/>
      <w:bookmarkStart w:id="28" w:name="_Toc353871863"/>
      <w:bookmarkStart w:id="29" w:name="_Toc500874949"/>
      <w:r>
        <w:rPr>
          <w:rFonts w:cs="Arial"/>
          <w:b w:val="0"/>
          <w:bCs w:val="0"/>
        </w:rPr>
        <w:t>DOTČENÁ OCHRANNÁ PÁSMA</w:t>
      </w:r>
      <w:bookmarkEnd w:id="27"/>
      <w:bookmarkEnd w:id="28"/>
      <w:bookmarkEnd w:id="29"/>
    </w:p>
    <w:p w14:paraId="194461D8" w14:textId="77777777" w:rsidR="00A004E5" w:rsidRDefault="00A004E5" w:rsidP="00A004E5">
      <w:pPr>
        <w:rPr>
          <w:rFonts w:eastAsia="Lucida Sans Unicode" w:cs="Arial"/>
        </w:rPr>
      </w:pPr>
      <w:r>
        <w:rPr>
          <w:rFonts w:eastAsia="Lucida Sans Unicode" w:cs="Arial"/>
        </w:rPr>
        <w:t xml:space="preserve">Je nutné respektovat podmínky a požadavky jednotlivých ochranných pásem při realizaci stavby a to hlavně ochranných pásem IS. Všechny IS je před stavbou nutné nechat vytyčit jednotlivými správci. </w:t>
      </w:r>
    </w:p>
    <w:p w14:paraId="6F6A4C78" w14:textId="77777777" w:rsidR="00A004E5" w:rsidRDefault="00A004E5" w:rsidP="00A004E5">
      <w:pPr>
        <w:rPr>
          <w:rFonts w:eastAsia="Lucida Sans Unicode" w:cs="Arial"/>
        </w:rPr>
      </w:pPr>
      <w:r>
        <w:rPr>
          <w:rFonts w:eastAsia="Lucida Sans Unicode" w:cs="Arial"/>
        </w:rPr>
        <w:t>PD řeší rekonstrukci stávající komunikace. Šířkové a výškové řešení je zachováno a nedochází k podstatnějším změnám.</w:t>
      </w:r>
    </w:p>
    <w:p w14:paraId="5C048FDA" w14:textId="77777777" w:rsidR="00A004E5" w:rsidRDefault="00A004E5" w:rsidP="00A004E5">
      <w:pPr>
        <w:rPr>
          <w:rFonts w:eastAsia="Lucida Sans Unicode" w:cs="Arial"/>
        </w:rPr>
      </w:pPr>
    </w:p>
    <w:p w14:paraId="360F8C91" w14:textId="77777777" w:rsidR="00A004E5" w:rsidRDefault="00A004E5" w:rsidP="00A004E5">
      <w:pPr>
        <w:rPr>
          <w:rFonts w:eastAsia="Lucida Sans Unicode" w:cs="Arial"/>
        </w:rPr>
      </w:pPr>
      <w:r>
        <w:rPr>
          <w:rFonts w:eastAsia="Lucida Sans Unicode" w:cs="Arial"/>
        </w:rPr>
        <w:t xml:space="preserve">Stavbou komunikace nevznikají žádná další jiná ochranná pásma, ale je nutné dodržet při stavbě stávající ochranná pásma, zejména O. P. inženýrských sítí a nově budovaných IS. Průběh inženýrských sítí je nutné nechat vytyčit jednotlivými správci a ověřit sondami. </w:t>
      </w:r>
    </w:p>
    <w:p w14:paraId="0D905F82" w14:textId="77777777" w:rsidR="00A004E5" w:rsidRDefault="00A004E5" w:rsidP="00A004E5">
      <w:pPr>
        <w:rPr>
          <w:rFonts w:eastAsia="Lucida Sans Unicode" w:cs="Arial"/>
        </w:rPr>
      </w:pPr>
      <w:r>
        <w:rPr>
          <w:rFonts w:eastAsia="Lucida Sans Unicode" w:cs="Arial"/>
        </w:rPr>
        <w:t>Objednavatel umožní v rámci uzavírky komunikace případné provedení chrániček jednotlivými správci IS.</w:t>
      </w:r>
    </w:p>
    <w:p w14:paraId="76ACC6FB" w14:textId="77777777" w:rsidR="00A004E5" w:rsidRDefault="00A004E5" w:rsidP="00A004E5">
      <w:pPr>
        <w:pStyle w:val="Nadpis1"/>
        <w:numPr>
          <w:ilvl w:val="0"/>
          <w:numId w:val="12"/>
        </w:numPr>
        <w:rPr>
          <w:rFonts w:cs="Arial"/>
        </w:rPr>
      </w:pPr>
      <w:bookmarkStart w:id="30" w:name="_Toc499019067"/>
      <w:bookmarkStart w:id="31" w:name="_Toc353871865"/>
      <w:bookmarkStart w:id="32" w:name="_Toc500874950"/>
      <w:r>
        <w:rPr>
          <w:rFonts w:cs="Arial"/>
          <w:b w:val="0"/>
          <w:bCs w:val="0"/>
        </w:rPr>
        <w:t>NÁROKY STAVBY NA ZDROJE A JEJÍ POTŘEBY</w:t>
      </w:r>
      <w:bookmarkEnd w:id="30"/>
      <w:bookmarkEnd w:id="31"/>
      <w:bookmarkEnd w:id="32"/>
    </w:p>
    <w:p w14:paraId="5D5A7355" w14:textId="77777777" w:rsidR="00A004E5" w:rsidRDefault="00A004E5" w:rsidP="00A004E5">
      <w:pPr>
        <w:rPr>
          <w:rFonts w:cs="Arial"/>
        </w:rPr>
      </w:pPr>
      <w:r>
        <w:rPr>
          <w:rFonts w:eastAsia="Lucida Sans Unicode" w:cs="Arial"/>
          <w:bCs/>
        </w:rPr>
        <w:t xml:space="preserve">Při realizaci stavby bude veškerý potřebný materiál dodáván přímo na místo. </w:t>
      </w:r>
      <w:r>
        <w:rPr>
          <w:rFonts w:cs="Arial"/>
        </w:rPr>
        <w:t>Zařízení staveniště bude umístěno na ploše mimo vozovku. Při umístění a používání ZS nesmí dojít k poškození komunikace a ohrožení provozu na ní. Rovněž nesmí dojít k poškození životního prostředí divokými skládkami, úniky ropných látek apod.</w:t>
      </w:r>
    </w:p>
    <w:p w14:paraId="7207704C" w14:textId="77777777" w:rsidR="00A004E5" w:rsidRDefault="00A004E5" w:rsidP="00A004E5">
      <w:pPr>
        <w:rPr>
          <w:rFonts w:cs="Arial"/>
        </w:rPr>
      </w:pPr>
      <w:r>
        <w:rPr>
          <w:rFonts w:cs="Arial"/>
        </w:rPr>
        <w:t>Odvoz a uložení vybouraných hmot na řízené skládky zajistí zhotovitel. Nový materiál bude bez meziskládek dáván rovnou do díla. Odběr vody bude z hydrantových nástavců v blízkosti stavby. O povolení odběru zažádá až zhotovitel stavby. WC bude použito chemické, el. přípojka uvažována není.</w:t>
      </w:r>
    </w:p>
    <w:bookmarkEnd w:id="4"/>
    <w:p w14:paraId="226C0D72" w14:textId="77777777" w:rsidR="00CB0C9E" w:rsidRPr="00A004E5" w:rsidRDefault="00CB0C9E">
      <w:pPr>
        <w:jc w:val="left"/>
        <w:rPr>
          <w:rFonts w:cs="Arial"/>
          <w:bCs/>
          <w:iCs/>
          <w:caps/>
          <w:color w:val="FF0000"/>
          <w:sz w:val="24"/>
          <w:szCs w:val="28"/>
        </w:rPr>
      </w:pPr>
    </w:p>
    <w:sectPr w:rsidR="00CB0C9E" w:rsidRPr="00A004E5" w:rsidSect="002F7ED8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809" w:right="1701" w:bottom="1758" w:left="1701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F9A16" w14:textId="77777777" w:rsidR="00C760F3" w:rsidRDefault="00C760F3" w:rsidP="00207A11">
      <w:r>
        <w:separator/>
      </w:r>
    </w:p>
  </w:endnote>
  <w:endnote w:type="continuationSeparator" w:id="0">
    <w:p w14:paraId="3DB2E953" w14:textId="77777777" w:rsidR="00C760F3" w:rsidRDefault="00C760F3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ABD82" w14:textId="77777777" w:rsidR="002F7ED8" w:rsidRDefault="00B77F66">
    <w:pPr>
      <w:spacing w:line="14" w:lineRule="auto"/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869B2EF" wp14:editId="0A0269B9">
              <wp:simplePos x="0" y="0"/>
              <wp:positionH relativeFrom="page">
                <wp:posOffset>3678555</wp:posOffset>
              </wp:positionH>
              <wp:positionV relativeFrom="page">
                <wp:posOffset>10074910</wp:posOffset>
              </wp:positionV>
              <wp:extent cx="203200" cy="177800"/>
              <wp:effectExtent l="0" t="0" r="6350" b="12700"/>
              <wp:wrapNone/>
              <wp:docPr id="1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3FBBE6" w14:textId="77777777" w:rsidR="002F7ED8" w:rsidRDefault="00813F46">
                          <w:pPr>
                            <w:pStyle w:val="Zkladntext"/>
                            <w:spacing w:line="265" w:lineRule="exact"/>
                            <w:ind w:left="40"/>
                          </w:pPr>
                          <w:r>
                            <w:fldChar w:fldCharType="begin"/>
                          </w:r>
                          <w:r w:rsidR="0039189B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D241C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69B2E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89.65pt;margin-top:793.3pt;width:16pt;height:1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+vcrA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" filled="f" stroked="f">
              <v:textbox inset="0,0,0,0">
                <w:txbxContent>
                  <w:p w14:paraId="393FBBE6" w14:textId="77777777" w:rsidR="002F7ED8" w:rsidRDefault="00813F46">
                    <w:pPr>
                      <w:pStyle w:val="Zkladntext"/>
                      <w:spacing w:line="265" w:lineRule="exact"/>
                      <w:ind w:left="40"/>
                    </w:pPr>
                    <w:r>
                      <w:fldChar w:fldCharType="begin"/>
                    </w:r>
                    <w:r w:rsidR="0039189B">
                      <w:instrText xml:space="preserve"> PAGE </w:instrText>
                    </w:r>
                    <w:r>
                      <w:fldChar w:fldCharType="separate"/>
                    </w:r>
                    <w:r w:rsidR="001D241C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2F7ED8" w14:paraId="6A7F062B" w14:textId="77777777" w:rsidTr="00837B86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6E575918" w14:textId="77777777" w:rsidR="002F7ED8" w:rsidRDefault="002F7ED8" w:rsidP="00837B86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2801DCC4" w14:textId="77777777" w:rsidR="002F7ED8" w:rsidRPr="00B40E75" w:rsidRDefault="00813F46" w:rsidP="00837B86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="002F7ED8"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2F7ED8">
            <w:rPr>
              <w:noProof/>
              <w:color w:val="000000" w:themeColor="text1"/>
              <w:sz w:val="16"/>
              <w:szCs w:val="16"/>
            </w:rPr>
            <w:t>14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="002F7ED8"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="002F7ED8"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2F7ED8">
            <w:rPr>
              <w:noProof/>
              <w:color w:val="000000" w:themeColor="text1"/>
              <w:sz w:val="16"/>
              <w:szCs w:val="16"/>
            </w:rPr>
            <w:t>11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="002F7ED8"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2F7ED8" w14:paraId="7CD97946" w14:textId="77777777" w:rsidTr="00837B86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261C9DF4" w14:textId="77777777" w:rsidR="002F7ED8" w:rsidRDefault="002F7ED8" w:rsidP="00837B86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814449896"/>
              <w:text/>
            </w:sdtPr>
            <w:sdtEndPr/>
            <w:sdtContent>
              <w:r>
                <w:rPr>
                  <w:caps/>
                  <w:color w:val="000000" w:themeColor="text1"/>
                  <w:sz w:val="12"/>
                  <w:szCs w:val="12"/>
                </w:rPr>
                <w:t>11 2242 02 01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32E4568F" w14:textId="77777777" w:rsidR="002F7ED8" w:rsidRDefault="002F7ED8" w:rsidP="00837B86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489379301"/>
              <w:text/>
            </w:sdtPr>
            <w:sdtEndPr/>
            <w:sdtContent>
              <w:proofErr w:type="spellStart"/>
              <w:r>
                <w:rPr>
                  <w:color w:val="000000" w:themeColor="text1"/>
                  <w:sz w:val="12"/>
                  <w:szCs w:val="12"/>
                </w:rPr>
                <w:t>aa</w:t>
              </w:r>
              <w:proofErr w:type="spellEnd"/>
            </w:sdtContent>
          </w:sdt>
        </w:p>
      </w:tc>
    </w:tr>
    <w:tr w:rsidR="002F7ED8" w14:paraId="4DAB368E" w14:textId="77777777" w:rsidTr="00837B86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3E0E5DA7" w14:textId="77777777" w:rsidR="002F7ED8" w:rsidRDefault="002F7ED8" w:rsidP="00837B86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1703858173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008372/13/1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82BA6CF" w14:textId="77777777" w:rsidR="002F7ED8" w:rsidRPr="00B40E75" w:rsidRDefault="002F7ED8" w:rsidP="00837B86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602530224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3C58B9E1" w14:textId="77777777" w:rsidR="002F7ED8" w:rsidRPr="00F81B53" w:rsidRDefault="002F7ED8" w:rsidP="00837B86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2F7ED8" w14:paraId="0B6F3062" w14:textId="77777777" w:rsidTr="00ED492F">
      <w:trPr>
        <w:trHeight w:val="227"/>
        <w:jc w:val="center"/>
      </w:trPr>
      <w:tc>
        <w:tcPr>
          <w:tcW w:w="510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4FCEB68C" w14:textId="77777777" w:rsidR="002F7ED8" w:rsidRDefault="002F7ED8" w:rsidP="00ED492F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</w:p>
      </w:tc>
      <w:tc>
        <w:tcPr>
          <w:tcW w:w="3402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83DF1B9" w14:textId="77777777" w:rsidR="002F7ED8" w:rsidRPr="00B40E75" w:rsidRDefault="00813F46" w:rsidP="00ED492F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="002F7ED8"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1D241C">
            <w:rPr>
              <w:noProof/>
              <w:color w:val="000000" w:themeColor="text1"/>
              <w:sz w:val="16"/>
              <w:szCs w:val="16"/>
            </w:rPr>
            <w:t>4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="002F7ED8"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="002F7ED8"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1D241C">
            <w:rPr>
              <w:noProof/>
              <w:color w:val="000000" w:themeColor="text1"/>
              <w:sz w:val="16"/>
              <w:szCs w:val="16"/>
            </w:rPr>
            <w:t>5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="002F7ED8" w:rsidRPr="00B40E75">
            <w:rPr>
              <w:color w:val="000000" w:themeColor="text1"/>
              <w:sz w:val="16"/>
              <w:szCs w:val="16"/>
            </w:rPr>
            <w:t>)</w:t>
          </w:r>
        </w:p>
      </w:tc>
    </w:tr>
  </w:tbl>
  <w:p w14:paraId="439FE1D7" w14:textId="77777777" w:rsidR="002F7ED8" w:rsidRPr="00F81B53" w:rsidRDefault="002F7ED8" w:rsidP="00837B86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F8AEE" w14:textId="77777777" w:rsidR="00C760F3" w:rsidRDefault="00C760F3" w:rsidP="00207A11">
      <w:r>
        <w:separator/>
      </w:r>
    </w:p>
  </w:footnote>
  <w:footnote w:type="continuationSeparator" w:id="0">
    <w:p w14:paraId="2D302425" w14:textId="77777777" w:rsidR="00C760F3" w:rsidRDefault="00C760F3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1DDD7" w14:textId="77777777" w:rsidR="002F7ED8" w:rsidRPr="00AE3921" w:rsidRDefault="002F7ED8" w:rsidP="00837B86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="00B77F66">
      <w:rPr>
        <w:noProof/>
        <w:color w:val="000000" w:themeColor="text1"/>
      </w:rPr>
      <mc:AlternateContent>
        <mc:Choice Requires="wpc">
          <w:drawing>
            <wp:inline distT="0" distB="0" distL="0" distR="0" wp14:anchorId="199E8B17" wp14:editId="724AC3A0">
              <wp:extent cx="683895" cy="199390"/>
              <wp:effectExtent l="0" t="9525" r="1905" b="635"/>
              <wp:docPr id="15" name="Plátno 3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95"/>
                      <wps:cNvSpPr>
                        <a:spLocks noEditPoints="1"/>
                      </wps:cNvSpPr>
                      <wps:spPr bwMode="auto">
                        <a:xfrm>
                          <a:off x="507370" y="26612"/>
                          <a:ext cx="176525" cy="172178"/>
                        </a:xfrm>
                        <a:custGeom>
                          <a:avLst/>
                          <a:gdLst>
                            <a:gd name="T0" fmla="*/ 2147483647 w 556"/>
                            <a:gd name="T1" fmla="*/ 2147483647 h 543"/>
                            <a:gd name="T2" fmla="*/ 2147483647 w 556"/>
                            <a:gd name="T3" fmla="*/ 2147483647 h 543"/>
                            <a:gd name="T4" fmla="*/ 2147483647 w 556"/>
                            <a:gd name="T5" fmla="*/ 2147483647 h 543"/>
                            <a:gd name="T6" fmla="*/ 2147483647 w 556"/>
                            <a:gd name="T7" fmla="*/ 2147483647 h 543"/>
                            <a:gd name="T8" fmla="*/ 2147483647 w 556"/>
                            <a:gd name="T9" fmla="*/ 2147483647 h 543"/>
                            <a:gd name="T10" fmla="*/ 2147483647 w 556"/>
                            <a:gd name="T11" fmla="*/ 2147483647 h 543"/>
                            <a:gd name="T12" fmla="*/ 2147483647 w 556"/>
                            <a:gd name="T13" fmla="*/ 2147483647 h 543"/>
                            <a:gd name="T14" fmla="*/ 2147483647 w 556"/>
                            <a:gd name="T15" fmla="*/ 2147483647 h 543"/>
                            <a:gd name="T16" fmla="*/ 2147483647 w 556"/>
                            <a:gd name="T17" fmla="*/ 2147483647 h 543"/>
                            <a:gd name="T18" fmla="*/ 2147483647 w 556"/>
                            <a:gd name="T19" fmla="*/ 2147483647 h 543"/>
                            <a:gd name="T20" fmla="*/ 2147483647 w 556"/>
                            <a:gd name="T21" fmla="*/ 2147483647 h 543"/>
                            <a:gd name="T22" fmla="*/ 2147483647 w 556"/>
                            <a:gd name="T23" fmla="*/ 0 h 543"/>
                            <a:gd name="T24" fmla="*/ 2147483647 w 556"/>
                            <a:gd name="T25" fmla="*/ 2147483647 h 543"/>
                            <a:gd name="T26" fmla="*/ 2147483647 w 556"/>
                            <a:gd name="T27" fmla="*/ 2147483647 h 543"/>
                            <a:gd name="T28" fmla="*/ 0 w 556"/>
                            <a:gd name="T29" fmla="*/ 2147483647 h 543"/>
                            <a:gd name="T30" fmla="*/ 0 w 556"/>
                            <a:gd name="T31" fmla="*/ 2147483647 h 543"/>
                            <a:gd name="T32" fmla="*/ 2147483647 w 556"/>
                            <a:gd name="T33" fmla="*/ 2147483647 h 543"/>
                            <a:gd name="T34" fmla="*/ 2147483647 w 556"/>
                            <a:gd name="T35" fmla="*/ 2147483647 h 543"/>
                            <a:gd name="T36" fmla="*/ 2147483647 w 556"/>
                            <a:gd name="T37" fmla="*/ 2147483647 h 543"/>
                            <a:gd name="T38" fmla="*/ 2147483647 w 556"/>
                            <a:gd name="T39" fmla="*/ 2147483647 h 543"/>
                            <a:gd name="T40" fmla="*/ 2147483647 w 556"/>
                            <a:gd name="T41" fmla="*/ 2147483647 h 543"/>
                            <a:gd name="T42" fmla="*/ 2147483647 w 556"/>
                            <a:gd name="T43" fmla="*/ 2147483647 h 543"/>
                            <a:gd name="T44" fmla="*/ 2147483647 w 556"/>
                            <a:gd name="T45" fmla="*/ 2147483647 h 543"/>
                            <a:gd name="T46" fmla="*/ 2147483647 w 556"/>
                            <a:gd name="T47" fmla="*/ 2147483647 h 543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</a:gdLst>
                          <a:ahLst/>
                          <a:cxnLst>
                            <a:cxn ang="T48">
                              <a:pos x="T0" y="T1"/>
                            </a:cxn>
                            <a:cxn ang="T49">
                              <a:pos x="T2" y="T3"/>
                            </a:cxn>
                            <a:cxn ang="T50">
                              <a:pos x="T4" y="T5"/>
                            </a:cxn>
                            <a:cxn ang="T51">
                              <a:pos x="T6" y="T7"/>
                            </a:cxn>
                            <a:cxn ang="T52">
                              <a:pos x="T8" y="T9"/>
                            </a:cxn>
                            <a:cxn ang="T53">
                              <a:pos x="T10" y="T11"/>
                            </a:cxn>
                            <a:cxn ang="T54">
                              <a:pos x="T12" y="T13"/>
                            </a:cxn>
                            <a:cxn ang="T55">
                              <a:pos x="T14" y="T15"/>
                            </a:cxn>
                            <a:cxn ang="T56">
                              <a:pos x="T16" y="T17"/>
                            </a:cxn>
                            <a:cxn ang="T57">
                              <a:pos x="T18" y="T19"/>
                            </a:cxn>
                            <a:cxn ang="T58">
                              <a:pos x="T20" y="T21"/>
                            </a:cxn>
                            <a:cxn ang="T59">
                              <a:pos x="T22" y="T23"/>
                            </a:cxn>
                            <a:cxn ang="T60">
                              <a:pos x="T24" y="T25"/>
                            </a:cxn>
                            <a:cxn ang="T61">
                              <a:pos x="T26" y="T27"/>
                            </a:cxn>
                            <a:cxn ang="T62">
                              <a:pos x="T28" y="T29"/>
                            </a:cxn>
                            <a:cxn ang="T63">
                              <a:pos x="T30" y="T31"/>
                            </a:cxn>
                            <a:cxn ang="T64">
                              <a:pos x="T32" y="T33"/>
                            </a:cxn>
                            <a:cxn ang="T65">
                              <a:pos x="T34" y="T35"/>
                            </a:cxn>
                            <a:cxn ang="T66">
                              <a:pos x="T36" y="T37"/>
                            </a:cxn>
                            <a:cxn ang="T67">
                              <a:pos x="T38" y="T39"/>
                            </a:cxn>
                            <a:cxn ang="T68">
                              <a:pos x="T40" y="T41"/>
                            </a:cxn>
                            <a:cxn ang="T69">
                              <a:pos x="T42" y="T43"/>
                            </a:cxn>
                            <a:cxn ang="T70">
                              <a:pos x="T44" y="T45"/>
                            </a:cxn>
                            <a:cxn ang="T71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96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2147483647 w 131"/>
                            <a:gd name="T1" fmla="*/ 2147483647 h 132"/>
                            <a:gd name="T2" fmla="*/ 2147483647 w 131"/>
                            <a:gd name="T3" fmla="*/ 2147483647 h 132"/>
                            <a:gd name="T4" fmla="*/ 2147483647 w 131"/>
                            <a:gd name="T5" fmla="*/ 2147483647 h 132"/>
                            <a:gd name="T6" fmla="*/ 2147483647 w 131"/>
                            <a:gd name="T7" fmla="*/ 2147483647 h 132"/>
                            <a:gd name="T8" fmla="*/ 2147483647 w 131"/>
                            <a:gd name="T9" fmla="*/ 2147483647 h 132"/>
                            <a:gd name="T10" fmla="*/ 2147483647 w 131"/>
                            <a:gd name="T11" fmla="*/ 2147483647 h 132"/>
                            <a:gd name="T12" fmla="*/ 2147483647 w 131"/>
                            <a:gd name="T13" fmla="*/ 2147483647 h 132"/>
                            <a:gd name="T14" fmla="*/ 2147483647 w 131"/>
                            <a:gd name="T15" fmla="*/ 2147483647 h 132"/>
                            <a:gd name="T16" fmla="*/ 2147483647 w 131"/>
                            <a:gd name="T17" fmla="*/ 2147483647 h 132"/>
                            <a:gd name="T18" fmla="*/ 2147483647 w 131"/>
                            <a:gd name="T19" fmla="*/ 2147483647 h 132"/>
                            <a:gd name="T20" fmla="*/ 2147483647 w 131"/>
                            <a:gd name="T21" fmla="*/ 2147483647 h 132"/>
                            <a:gd name="T22" fmla="*/ 2147483647 w 131"/>
                            <a:gd name="T23" fmla="*/ 2147483647 h 132"/>
                            <a:gd name="T24" fmla="*/ 2147483647 w 131"/>
                            <a:gd name="T25" fmla="*/ 2147483647 h 132"/>
                            <a:gd name="T26" fmla="*/ 2147483647 w 131"/>
                            <a:gd name="T27" fmla="*/ 2147483647 h 132"/>
                            <a:gd name="T28" fmla="*/ 2147483647 w 131"/>
                            <a:gd name="T29" fmla="*/ 2147483647 h 132"/>
                            <a:gd name="T30" fmla="*/ 2147483647 w 131"/>
                            <a:gd name="T31" fmla="*/ 2147483647 h 132"/>
                            <a:gd name="T32" fmla="*/ 2147483647 w 131"/>
                            <a:gd name="T33" fmla="*/ 2147483647 h 132"/>
                            <a:gd name="T34" fmla="*/ 2147483647 w 131"/>
                            <a:gd name="T35" fmla="*/ 2147483647 h 132"/>
                            <a:gd name="T36" fmla="*/ 0 w 131"/>
                            <a:gd name="T37" fmla="*/ 2147483647 h 132"/>
                            <a:gd name="T38" fmla="*/ 0 w 131"/>
                            <a:gd name="T39" fmla="*/ 2147483647 h 132"/>
                            <a:gd name="T40" fmla="*/ 2147483647 w 131"/>
                            <a:gd name="T41" fmla="*/ 2147483647 h 132"/>
                            <a:gd name="T42" fmla="*/ 2147483647 w 131"/>
                            <a:gd name="T43" fmla="*/ 2147483647 h 132"/>
                            <a:gd name="T44" fmla="*/ 2147483647 w 131"/>
                            <a:gd name="T45" fmla="*/ 2147483647 h 132"/>
                            <a:gd name="T46" fmla="*/ 2147483647 w 131"/>
                            <a:gd name="T47" fmla="*/ 2147483647 h 132"/>
                            <a:gd name="T48" fmla="*/ 2147483647 w 131"/>
                            <a:gd name="T49" fmla="*/ 2147483647 h 132"/>
                            <a:gd name="T50" fmla="*/ 2147483647 w 131"/>
                            <a:gd name="T51" fmla="*/ 2147483647 h 132"/>
                            <a:gd name="T52" fmla="*/ 2147483647 w 131"/>
                            <a:gd name="T53" fmla="*/ 2147483647 h 132"/>
                            <a:gd name="T54" fmla="*/ 2147483647 w 131"/>
                            <a:gd name="T55" fmla="*/ 0 h 132"/>
                            <a:gd name="T56" fmla="*/ 2147483647 w 131"/>
                            <a:gd name="T57" fmla="*/ 0 h 132"/>
                            <a:gd name="T58" fmla="*/ 2147483647 w 131"/>
                            <a:gd name="T59" fmla="*/ 2147483647 h 132"/>
                            <a:gd name="T60" fmla="*/ 2147483647 w 131"/>
                            <a:gd name="T61" fmla="*/ 2147483647 h 132"/>
                            <a:gd name="T62" fmla="*/ 2147483647 w 131"/>
                            <a:gd name="T63" fmla="*/ 2147483647 h 132"/>
                            <a:gd name="T64" fmla="*/ 2147483647 w 131"/>
                            <a:gd name="T65" fmla="*/ 2147483647 h 132"/>
                            <a:gd name="T66" fmla="*/ 2147483647 w 131"/>
                            <a:gd name="T67" fmla="*/ 2147483647 h 132"/>
                            <a:gd name="T68" fmla="*/ 2147483647 w 131"/>
                            <a:gd name="T69" fmla="*/ 2147483647 h 132"/>
                            <a:gd name="T70" fmla="*/ 2147483647 w 131"/>
                            <a:gd name="T71" fmla="*/ 2147483647 h 132"/>
                            <a:gd name="T72" fmla="*/ 2147483647 w 131"/>
                            <a:gd name="T73" fmla="*/ 2147483647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97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2147483647 w 131"/>
                            <a:gd name="T1" fmla="*/ 2147483647 h 132"/>
                            <a:gd name="T2" fmla="*/ 2147483647 w 131"/>
                            <a:gd name="T3" fmla="*/ 2147483647 h 132"/>
                            <a:gd name="T4" fmla="*/ 2147483647 w 131"/>
                            <a:gd name="T5" fmla="*/ 2147483647 h 132"/>
                            <a:gd name="T6" fmla="*/ 2147483647 w 131"/>
                            <a:gd name="T7" fmla="*/ 2147483647 h 132"/>
                            <a:gd name="T8" fmla="*/ 2147483647 w 131"/>
                            <a:gd name="T9" fmla="*/ 2147483647 h 132"/>
                            <a:gd name="T10" fmla="*/ 2147483647 w 131"/>
                            <a:gd name="T11" fmla="*/ 2147483647 h 132"/>
                            <a:gd name="T12" fmla="*/ 2147483647 w 131"/>
                            <a:gd name="T13" fmla="*/ 2147483647 h 132"/>
                            <a:gd name="T14" fmla="*/ 2147483647 w 131"/>
                            <a:gd name="T15" fmla="*/ 2147483647 h 132"/>
                            <a:gd name="T16" fmla="*/ 2147483647 w 131"/>
                            <a:gd name="T17" fmla="*/ 2147483647 h 132"/>
                            <a:gd name="T18" fmla="*/ 2147483647 w 131"/>
                            <a:gd name="T19" fmla="*/ 2147483647 h 132"/>
                            <a:gd name="T20" fmla="*/ 2147483647 w 131"/>
                            <a:gd name="T21" fmla="*/ 2147483647 h 132"/>
                            <a:gd name="T22" fmla="*/ 2147483647 w 131"/>
                            <a:gd name="T23" fmla="*/ 2147483647 h 132"/>
                            <a:gd name="T24" fmla="*/ 2147483647 w 131"/>
                            <a:gd name="T25" fmla="*/ 2147483647 h 132"/>
                            <a:gd name="T26" fmla="*/ 2147483647 w 131"/>
                            <a:gd name="T27" fmla="*/ 2147483647 h 132"/>
                            <a:gd name="T28" fmla="*/ 2147483647 w 131"/>
                            <a:gd name="T29" fmla="*/ 2147483647 h 132"/>
                            <a:gd name="T30" fmla="*/ 2147483647 w 131"/>
                            <a:gd name="T31" fmla="*/ 2147483647 h 132"/>
                            <a:gd name="T32" fmla="*/ 2147483647 w 131"/>
                            <a:gd name="T33" fmla="*/ 2147483647 h 132"/>
                            <a:gd name="T34" fmla="*/ 2147483647 w 131"/>
                            <a:gd name="T35" fmla="*/ 2147483647 h 132"/>
                            <a:gd name="T36" fmla="*/ 0 w 131"/>
                            <a:gd name="T37" fmla="*/ 2147483647 h 132"/>
                            <a:gd name="T38" fmla="*/ 0 w 131"/>
                            <a:gd name="T39" fmla="*/ 2147483647 h 132"/>
                            <a:gd name="T40" fmla="*/ 2147483647 w 131"/>
                            <a:gd name="T41" fmla="*/ 2147483647 h 132"/>
                            <a:gd name="T42" fmla="*/ 2147483647 w 131"/>
                            <a:gd name="T43" fmla="*/ 2147483647 h 132"/>
                            <a:gd name="T44" fmla="*/ 2147483647 w 131"/>
                            <a:gd name="T45" fmla="*/ 2147483647 h 132"/>
                            <a:gd name="T46" fmla="*/ 2147483647 w 131"/>
                            <a:gd name="T47" fmla="*/ 2147483647 h 132"/>
                            <a:gd name="T48" fmla="*/ 2147483647 w 131"/>
                            <a:gd name="T49" fmla="*/ 2147483647 h 132"/>
                            <a:gd name="T50" fmla="*/ 2147483647 w 131"/>
                            <a:gd name="T51" fmla="*/ 2147483647 h 132"/>
                            <a:gd name="T52" fmla="*/ 2147483647 w 131"/>
                            <a:gd name="T53" fmla="*/ 2147483647 h 132"/>
                            <a:gd name="T54" fmla="*/ 2147483647 w 131"/>
                            <a:gd name="T55" fmla="*/ 0 h 132"/>
                            <a:gd name="T56" fmla="*/ 2147483647 w 131"/>
                            <a:gd name="T57" fmla="*/ 0 h 132"/>
                            <a:gd name="T58" fmla="*/ 2147483647 w 131"/>
                            <a:gd name="T59" fmla="*/ 2147483647 h 132"/>
                            <a:gd name="T60" fmla="*/ 2147483647 w 131"/>
                            <a:gd name="T61" fmla="*/ 2147483647 h 132"/>
                            <a:gd name="T62" fmla="*/ 2147483647 w 131"/>
                            <a:gd name="T63" fmla="*/ 2147483647 h 132"/>
                            <a:gd name="T64" fmla="*/ 2147483647 w 131"/>
                            <a:gd name="T65" fmla="*/ 2147483647 h 132"/>
                            <a:gd name="T66" fmla="*/ 2147483647 w 131"/>
                            <a:gd name="T67" fmla="*/ 2147483647 h 132"/>
                            <a:gd name="T68" fmla="*/ 2147483647 w 131"/>
                            <a:gd name="T69" fmla="*/ 2147483647 h 132"/>
                            <a:gd name="T70" fmla="*/ 2147483647 w 131"/>
                            <a:gd name="T71" fmla="*/ 2147483647 h 132"/>
                            <a:gd name="T72" fmla="*/ 2147483647 w 131"/>
                            <a:gd name="T73" fmla="*/ 2147483647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98"/>
                      <wps:cNvSpPr>
                        <a:spLocks noEditPoints="1"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2147483647 w 266"/>
                            <a:gd name="T1" fmla="*/ 0 h 271"/>
                            <a:gd name="T2" fmla="*/ 2147483647 w 266"/>
                            <a:gd name="T3" fmla="*/ 2147483647 h 271"/>
                            <a:gd name="T4" fmla="*/ 2147483647 w 266"/>
                            <a:gd name="T5" fmla="*/ 2147483647 h 271"/>
                            <a:gd name="T6" fmla="*/ 2147483647 w 266"/>
                            <a:gd name="T7" fmla="*/ 2147483647 h 271"/>
                            <a:gd name="T8" fmla="*/ 2147483647 w 266"/>
                            <a:gd name="T9" fmla="*/ 2147483647 h 271"/>
                            <a:gd name="T10" fmla="*/ 2147483647 w 266"/>
                            <a:gd name="T11" fmla="*/ 2147483647 h 271"/>
                            <a:gd name="T12" fmla="*/ 2147483647 w 266"/>
                            <a:gd name="T13" fmla="*/ 2147483647 h 271"/>
                            <a:gd name="T14" fmla="*/ 2147483647 w 266"/>
                            <a:gd name="T15" fmla="*/ 2147483647 h 271"/>
                            <a:gd name="T16" fmla="*/ 2147483647 w 266"/>
                            <a:gd name="T17" fmla="*/ 2147483647 h 271"/>
                            <a:gd name="T18" fmla="*/ 2147483647 w 266"/>
                            <a:gd name="T19" fmla="*/ 2147483647 h 271"/>
                            <a:gd name="T20" fmla="*/ 2147483647 w 266"/>
                            <a:gd name="T21" fmla="*/ 2147483647 h 271"/>
                            <a:gd name="T22" fmla="*/ 2147483647 w 266"/>
                            <a:gd name="T23" fmla="*/ 2147483647 h 271"/>
                            <a:gd name="T24" fmla="*/ 2147483647 w 266"/>
                            <a:gd name="T25" fmla="*/ 2147483647 h 271"/>
                            <a:gd name="T26" fmla="*/ 2147483647 w 266"/>
                            <a:gd name="T27" fmla="*/ 2147483647 h 271"/>
                            <a:gd name="T28" fmla="*/ 2147483647 w 266"/>
                            <a:gd name="T29" fmla="*/ 2147483647 h 271"/>
                            <a:gd name="T30" fmla="*/ 2147483647 w 266"/>
                            <a:gd name="T31" fmla="*/ 2147483647 h 271"/>
                            <a:gd name="T32" fmla="*/ 2147483647 w 266"/>
                            <a:gd name="T33" fmla="*/ 2147483647 h 271"/>
                            <a:gd name="T34" fmla="*/ 2147483647 w 266"/>
                            <a:gd name="T35" fmla="*/ 2147483647 h 271"/>
                            <a:gd name="T36" fmla="*/ 2147483647 w 266"/>
                            <a:gd name="T37" fmla="*/ 2147483647 h 271"/>
                            <a:gd name="T38" fmla="*/ 2147483647 w 266"/>
                            <a:gd name="T39" fmla="*/ 2147483647 h 271"/>
                            <a:gd name="T40" fmla="*/ 2147483647 w 266"/>
                            <a:gd name="T41" fmla="*/ 2147483647 h 271"/>
                            <a:gd name="T42" fmla="*/ 2147483647 w 266"/>
                            <a:gd name="T43" fmla="*/ 2147483647 h 271"/>
                            <a:gd name="T44" fmla="*/ 2147483647 w 266"/>
                            <a:gd name="T45" fmla="*/ 2147483647 h 271"/>
                            <a:gd name="T46" fmla="*/ 2147483647 w 266"/>
                            <a:gd name="T47" fmla="*/ 2147483647 h 271"/>
                            <a:gd name="T48" fmla="*/ 0 w 266"/>
                            <a:gd name="T49" fmla="*/ 2147483647 h 271"/>
                            <a:gd name="T50" fmla="*/ 2147483647 w 266"/>
                            <a:gd name="T51" fmla="*/ 2147483647 h 271"/>
                            <a:gd name="T52" fmla="*/ 2147483647 w 266"/>
                            <a:gd name="T53" fmla="*/ 2147483647 h 271"/>
                            <a:gd name="T54" fmla="*/ 2147483647 w 266"/>
                            <a:gd name="T55" fmla="*/ 2147483647 h 271"/>
                            <a:gd name="T56" fmla="*/ 2147483647 w 266"/>
                            <a:gd name="T57" fmla="*/ 2147483647 h 271"/>
                            <a:gd name="T58" fmla="*/ 2147483647 w 266"/>
                            <a:gd name="T59" fmla="*/ 2147483647 h 271"/>
                            <a:gd name="T60" fmla="*/ 2147483647 w 266"/>
                            <a:gd name="T61" fmla="*/ 2147483647 h 271"/>
                            <a:gd name="T62" fmla="*/ 2147483647 w 266"/>
                            <a:gd name="T63" fmla="*/ 0 h 271"/>
                            <a:gd name="T64" fmla="*/ 2147483647 w 266"/>
                            <a:gd name="T65" fmla="*/ 2147483647 h 271"/>
                            <a:gd name="T66" fmla="*/ 2147483647 w 266"/>
                            <a:gd name="T67" fmla="*/ 2147483647 h 271"/>
                            <a:gd name="T68" fmla="*/ 2147483647 w 266"/>
                            <a:gd name="T69" fmla="*/ 2147483647 h 271"/>
                            <a:gd name="T70" fmla="*/ 2147483647 w 266"/>
                            <a:gd name="T71" fmla="*/ 2147483647 h 271"/>
                            <a:gd name="T72" fmla="*/ 2147483647 w 266"/>
                            <a:gd name="T73" fmla="*/ 2147483647 h 271"/>
                            <a:gd name="T74" fmla="*/ 2147483647 w 266"/>
                            <a:gd name="T75" fmla="*/ 2147483647 h 271"/>
                            <a:gd name="T76" fmla="*/ 2147483647 w 266"/>
                            <a:gd name="T77" fmla="*/ 2147483647 h 271"/>
                            <a:gd name="T78" fmla="*/ 2147483647 w 266"/>
                            <a:gd name="T79" fmla="*/ 2147483647 h 271"/>
                            <a:gd name="T80" fmla="*/ 2147483647 w 266"/>
                            <a:gd name="T81" fmla="*/ 2147483647 h 271"/>
                            <a:gd name="T82" fmla="*/ 2147483647 w 266"/>
                            <a:gd name="T83" fmla="*/ 2147483647 h 271"/>
                            <a:gd name="T84" fmla="*/ 2147483647 w 266"/>
                            <a:gd name="T85" fmla="*/ 2147483647 h 271"/>
                            <a:gd name="T86" fmla="*/ 2147483647 w 266"/>
                            <a:gd name="T87" fmla="*/ 2147483647 h 271"/>
                            <a:gd name="T88" fmla="*/ 2147483647 w 266"/>
                            <a:gd name="T89" fmla="*/ 2147483647 h 271"/>
                            <a:gd name="T90" fmla="*/ 2147483647 w 266"/>
                            <a:gd name="T91" fmla="*/ 2147483647 h 271"/>
                            <a:gd name="T92" fmla="*/ 2147483647 w 266"/>
                            <a:gd name="T93" fmla="*/ 2147483647 h 271"/>
                            <a:gd name="T94" fmla="*/ 2147483647 w 266"/>
                            <a:gd name="T95" fmla="*/ 2147483647 h 271"/>
                            <a:gd name="T96" fmla="*/ 2147483647 w 266"/>
                            <a:gd name="T97" fmla="*/ 2147483647 h 271"/>
                            <a:gd name="T98" fmla="*/ 2147483647 w 266"/>
                            <a:gd name="T99" fmla="*/ 2147483647 h 271"/>
                            <a:gd name="T100" fmla="*/ 2147483647 w 266"/>
                            <a:gd name="T101" fmla="*/ 2147483647 h 271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</a:gdLst>
                          <a:ahLst/>
                          <a:cxnLst>
                            <a:cxn ang="T102">
                              <a:pos x="T0" y="T1"/>
                            </a:cxn>
                            <a:cxn ang="T103">
                              <a:pos x="T2" y="T3"/>
                            </a:cxn>
                            <a:cxn ang="T104">
                              <a:pos x="T4" y="T5"/>
                            </a:cxn>
                            <a:cxn ang="T105">
                              <a:pos x="T6" y="T7"/>
                            </a:cxn>
                            <a:cxn ang="T106">
                              <a:pos x="T8" y="T9"/>
                            </a:cxn>
                            <a:cxn ang="T107">
                              <a:pos x="T10" y="T11"/>
                            </a:cxn>
                            <a:cxn ang="T108">
                              <a:pos x="T12" y="T13"/>
                            </a:cxn>
                            <a:cxn ang="T109">
                              <a:pos x="T14" y="T15"/>
                            </a:cxn>
                            <a:cxn ang="T110">
                              <a:pos x="T16" y="T17"/>
                            </a:cxn>
                            <a:cxn ang="T111">
                              <a:pos x="T18" y="T19"/>
                            </a:cxn>
                            <a:cxn ang="T112">
                              <a:pos x="T20" y="T21"/>
                            </a:cxn>
                            <a:cxn ang="T113">
                              <a:pos x="T22" y="T23"/>
                            </a:cxn>
                            <a:cxn ang="T114">
                              <a:pos x="T24" y="T25"/>
                            </a:cxn>
                            <a:cxn ang="T115">
                              <a:pos x="T26" y="T27"/>
                            </a:cxn>
                            <a:cxn ang="T116">
                              <a:pos x="T28" y="T29"/>
                            </a:cxn>
                            <a:cxn ang="T117">
                              <a:pos x="T30" y="T31"/>
                            </a:cxn>
                            <a:cxn ang="T118">
                              <a:pos x="T32" y="T33"/>
                            </a:cxn>
                            <a:cxn ang="T119">
                              <a:pos x="T34" y="T35"/>
                            </a:cxn>
                            <a:cxn ang="T120">
                              <a:pos x="T36" y="T37"/>
                            </a:cxn>
                            <a:cxn ang="T121">
                              <a:pos x="T38" y="T39"/>
                            </a:cxn>
                            <a:cxn ang="T122">
                              <a:pos x="T40" y="T41"/>
                            </a:cxn>
                            <a:cxn ang="T123">
                              <a:pos x="T42" y="T43"/>
                            </a:cxn>
                            <a:cxn ang="T124">
                              <a:pos x="T44" y="T45"/>
                            </a:cxn>
                            <a:cxn ang="T125">
                              <a:pos x="T46" y="T47"/>
                            </a:cxn>
                            <a:cxn ang="T126">
                              <a:pos x="T48" y="T49"/>
                            </a:cxn>
                            <a:cxn ang="T127">
                              <a:pos x="T50" y="T51"/>
                            </a:cxn>
                            <a:cxn ang="T128">
                              <a:pos x="T52" y="T53"/>
                            </a:cxn>
                            <a:cxn ang="T129">
                              <a:pos x="T54" y="T55"/>
                            </a:cxn>
                            <a:cxn ang="T130">
                              <a:pos x="T56" y="T57"/>
                            </a:cxn>
                            <a:cxn ang="T131">
                              <a:pos x="T58" y="T59"/>
                            </a:cxn>
                            <a:cxn ang="T132">
                              <a:pos x="T60" y="T61"/>
                            </a:cxn>
                            <a:cxn ang="T133">
                              <a:pos x="T62" y="T63"/>
                            </a:cxn>
                            <a:cxn ang="T134">
                              <a:pos x="T64" y="T65"/>
                            </a:cxn>
                            <a:cxn ang="T135">
                              <a:pos x="T66" y="T67"/>
                            </a:cxn>
                            <a:cxn ang="T136">
                              <a:pos x="T68" y="T69"/>
                            </a:cxn>
                            <a:cxn ang="T137">
                              <a:pos x="T70" y="T71"/>
                            </a:cxn>
                            <a:cxn ang="T138">
                              <a:pos x="T72" y="T73"/>
                            </a:cxn>
                            <a:cxn ang="T139">
                              <a:pos x="T74" y="T75"/>
                            </a:cxn>
                            <a:cxn ang="T140">
                              <a:pos x="T76" y="T77"/>
                            </a:cxn>
                            <a:cxn ang="T141">
                              <a:pos x="T78" y="T79"/>
                            </a:cxn>
                            <a:cxn ang="T142">
                              <a:pos x="T80" y="T81"/>
                            </a:cxn>
                            <a:cxn ang="T143">
                              <a:pos x="T82" y="T83"/>
                            </a:cxn>
                            <a:cxn ang="T144">
                              <a:pos x="T84" y="T85"/>
                            </a:cxn>
                            <a:cxn ang="T145">
                              <a:pos x="T86" y="T87"/>
                            </a:cxn>
                            <a:cxn ang="T146">
                              <a:pos x="T88" y="T89"/>
                            </a:cxn>
                            <a:cxn ang="T147">
                              <a:pos x="T90" y="T91"/>
                            </a:cxn>
                            <a:cxn ang="T148">
                              <a:pos x="T92" y="T93"/>
                            </a:cxn>
                            <a:cxn ang="T149">
                              <a:pos x="T94" y="T95"/>
                            </a:cxn>
                            <a:cxn ang="T150">
                              <a:pos x="T96" y="T97"/>
                            </a:cxn>
                            <a:cxn ang="T151">
                              <a:pos x="T98" y="T99"/>
                            </a:cxn>
                            <a:cxn ang="T152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99"/>
                      <wps:cNvSpPr>
                        <a:spLocks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2147483647 w 266"/>
                            <a:gd name="T1" fmla="*/ 0 h 271"/>
                            <a:gd name="T2" fmla="*/ 2147483647 w 266"/>
                            <a:gd name="T3" fmla="*/ 2147483647 h 271"/>
                            <a:gd name="T4" fmla="*/ 2147483647 w 266"/>
                            <a:gd name="T5" fmla="*/ 2147483647 h 271"/>
                            <a:gd name="T6" fmla="*/ 2147483647 w 266"/>
                            <a:gd name="T7" fmla="*/ 2147483647 h 271"/>
                            <a:gd name="T8" fmla="*/ 2147483647 w 266"/>
                            <a:gd name="T9" fmla="*/ 2147483647 h 271"/>
                            <a:gd name="T10" fmla="*/ 2147483647 w 266"/>
                            <a:gd name="T11" fmla="*/ 2147483647 h 271"/>
                            <a:gd name="T12" fmla="*/ 2147483647 w 266"/>
                            <a:gd name="T13" fmla="*/ 2147483647 h 271"/>
                            <a:gd name="T14" fmla="*/ 2147483647 w 266"/>
                            <a:gd name="T15" fmla="*/ 2147483647 h 271"/>
                            <a:gd name="T16" fmla="*/ 2147483647 w 266"/>
                            <a:gd name="T17" fmla="*/ 2147483647 h 271"/>
                            <a:gd name="T18" fmla="*/ 2147483647 w 266"/>
                            <a:gd name="T19" fmla="*/ 2147483647 h 271"/>
                            <a:gd name="T20" fmla="*/ 2147483647 w 266"/>
                            <a:gd name="T21" fmla="*/ 2147483647 h 271"/>
                            <a:gd name="T22" fmla="*/ 2147483647 w 266"/>
                            <a:gd name="T23" fmla="*/ 2147483647 h 271"/>
                            <a:gd name="T24" fmla="*/ 2147483647 w 266"/>
                            <a:gd name="T25" fmla="*/ 2147483647 h 271"/>
                            <a:gd name="T26" fmla="*/ 2147483647 w 266"/>
                            <a:gd name="T27" fmla="*/ 2147483647 h 271"/>
                            <a:gd name="T28" fmla="*/ 2147483647 w 266"/>
                            <a:gd name="T29" fmla="*/ 2147483647 h 271"/>
                            <a:gd name="T30" fmla="*/ 2147483647 w 266"/>
                            <a:gd name="T31" fmla="*/ 2147483647 h 271"/>
                            <a:gd name="T32" fmla="*/ 2147483647 w 266"/>
                            <a:gd name="T33" fmla="*/ 2147483647 h 271"/>
                            <a:gd name="T34" fmla="*/ 2147483647 w 266"/>
                            <a:gd name="T35" fmla="*/ 2147483647 h 271"/>
                            <a:gd name="T36" fmla="*/ 2147483647 w 266"/>
                            <a:gd name="T37" fmla="*/ 2147483647 h 271"/>
                            <a:gd name="T38" fmla="*/ 2147483647 w 266"/>
                            <a:gd name="T39" fmla="*/ 2147483647 h 271"/>
                            <a:gd name="T40" fmla="*/ 2147483647 w 266"/>
                            <a:gd name="T41" fmla="*/ 2147483647 h 271"/>
                            <a:gd name="T42" fmla="*/ 2147483647 w 266"/>
                            <a:gd name="T43" fmla="*/ 2147483647 h 271"/>
                            <a:gd name="T44" fmla="*/ 2147483647 w 266"/>
                            <a:gd name="T45" fmla="*/ 2147483647 h 271"/>
                            <a:gd name="T46" fmla="*/ 2147483647 w 266"/>
                            <a:gd name="T47" fmla="*/ 2147483647 h 271"/>
                            <a:gd name="T48" fmla="*/ 0 w 266"/>
                            <a:gd name="T49" fmla="*/ 2147483647 h 271"/>
                            <a:gd name="T50" fmla="*/ 2147483647 w 266"/>
                            <a:gd name="T51" fmla="*/ 2147483647 h 271"/>
                            <a:gd name="T52" fmla="*/ 2147483647 w 266"/>
                            <a:gd name="T53" fmla="*/ 2147483647 h 271"/>
                            <a:gd name="T54" fmla="*/ 2147483647 w 266"/>
                            <a:gd name="T55" fmla="*/ 2147483647 h 271"/>
                            <a:gd name="T56" fmla="*/ 2147483647 w 266"/>
                            <a:gd name="T57" fmla="*/ 2147483647 h 271"/>
                            <a:gd name="T58" fmla="*/ 2147483647 w 266"/>
                            <a:gd name="T59" fmla="*/ 2147483647 h 271"/>
                            <a:gd name="T60" fmla="*/ 2147483647 w 266"/>
                            <a:gd name="T61" fmla="*/ 2147483647 h 271"/>
                            <a:gd name="T62" fmla="*/ 2147483647 w 266"/>
                            <a:gd name="T63" fmla="*/ 0 h 271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</a:gdLst>
                          <a:ahLst/>
                          <a:cxnLst>
                            <a:cxn ang="T64">
                              <a:pos x="T0" y="T1"/>
                            </a:cxn>
                            <a:cxn ang="T65">
                              <a:pos x="T2" y="T3"/>
                            </a:cxn>
                            <a:cxn ang="T66">
                              <a:pos x="T4" y="T5"/>
                            </a:cxn>
                            <a:cxn ang="T67">
                              <a:pos x="T6" y="T7"/>
                            </a:cxn>
                            <a:cxn ang="T68">
                              <a:pos x="T8" y="T9"/>
                            </a:cxn>
                            <a:cxn ang="T69">
                              <a:pos x="T10" y="T11"/>
                            </a:cxn>
                            <a:cxn ang="T70">
                              <a:pos x="T12" y="T13"/>
                            </a:cxn>
                            <a:cxn ang="T71">
                              <a:pos x="T14" y="T15"/>
                            </a:cxn>
                            <a:cxn ang="T72">
                              <a:pos x="T16" y="T17"/>
                            </a:cxn>
                            <a:cxn ang="T73">
                              <a:pos x="T18" y="T19"/>
                            </a:cxn>
                            <a:cxn ang="T74">
                              <a:pos x="T20" y="T21"/>
                            </a:cxn>
                            <a:cxn ang="T75">
                              <a:pos x="T22" y="T23"/>
                            </a:cxn>
                            <a:cxn ang="T76">
                              <a:pos x="T24" y="T25"/>
                            </a:cxn>
                            <a:cxn ang="T77">
                              <a:pos x="T26" y="T27"/>
                            </a:cxn>
                            <a:cxn ang="T78">
                              <a:pos x="T28" y="T29"/>
                            </a:cxn>
                            <a:cxn ang="T79">
                              <a:pos x="T30" y="T31"/>
                            </a:cxn>
                            <a:cxn ang="T80">
                              <a:pos x="T32" y="T33"/>
                            </a:cxn>
                            <a:cxn ang="T81">
                              <a:pos x="T34" y="T35"/>
                            </a:cxn>
                            <a:cxn ang="T82">
                              <a:pos x="T36" y="T37"/>
                            </a:cxn>
                            <a:cxn ang="T83">
                              <a:pos x="T38" y="T39"/>
                            </a:cxn>
                            <a:cxn ang="T84">
                              <a:pos x="T40" y="T41"/>
                            </a:cxn>
                            <a:cxn ang="T85">
                              <a:pos x="T42" y="T43"/>
                            </a:cxn>
                            <a:cxn ang="T86">
                              <a:pos x="T44" y="T45"/>
                            </a:cxn>
                            <a:cxn ang="T87">
                              <a:pos x="T46" y="T47"/>
                            </a:cxn>
                            <a:cxn ang="T88">
                              <a:pos x="T48" y="T49"/>
                            </a:cxn>
                            <a:cxn ang="T89">
                              <a:pos x="T50" y="T51"/>
                            </a:cxn>
                            <a:cxn ang="T90">
                              <a:pos x="T52" y="T53"/>
                            </a:cxn>
                            <a:cxn ang="T91">
                              <a:pos x="T54" y="T55"/>
                            </a:cxn>
                            <a:cxn ang="T92">
                              <a:pos x="T56" y="T57"/>
                            </a:cxn>
                            <a:cxn ang="T93">
                              <a:pos x="T58" y="T59"/>
                            </a:cxn>
                            <a:cxn ang="T94">
                              <a:pos x="T60" y="T61"/>
                            </a:cxn>
                            <a:cxn ang="T95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200"/>
                      <wps:cNvSpPr>
                        <a:spLocks/>
                      </wps:cNvSpPr>
                      <wps:spPr bwMode="auto">
                        <a:xfrm>
                          <a:off x="403856" y="129558"/>
                          <a:ext cx="37505" cy="53324"/>
                        </a:xfrm>
                        <a:custGeom>
                          <a:avLst/>
                          <a:gdLst>
                            <a:gd name="T0" fmla="*/ 2147483647 w 120"/>
                            <a:gd name="T1" fmla="*/ 2147483647 h 167"/>
                            <a:gd name="T2" fmla="*/ 2147483647 w 120"/>
                            <a:gd name="T3" fmla="*/ 2147483647 h 167"/>
                            <a:gd name="T4" fmla="*/ 2147483647 w 120"/>
                            <a:gd name="T5" fmla="*/ 2147483647 h 167"/>
                            <a:gd name="T6" fmla="*/ 2147483647 w 120"/>
                            <a:gd name="T7" fmla="*/ 2147483647 h 167"/>
                            <a:gd name="T8" fmla="*/ 2147483647 w 120"/>
                            <a:gd name="T9" fmla="*/ 2147483647 h 167"/>
                            <a:gd name="T10" fmla="*/ 2147483647 w 120"/>
                            <a:gd name="T11" fmla="*/ 2147483647 h 167"/>
                            <a:gd name="T12" fmla="*/ 2147483647 w 120"/>
                            <a:gd name="T13" fmla="*/ 2147483647 h 167"/>
                            <a:gd name="T14" fmla="*/ 2147483647 w 120"/>
                            <a:gd name="T15" fmla="*/ 2147483647 h 167"/>
                            <a:gd name="T16" fmla="*/ 2147483647 w 120"/>
                            <a:gd name="T17" fmla="*/ 2147483647 h 167"/>
                            <a:gd name="T18" fmla="*/ 2147483647 w 120"/>
                            <a:gd name="T19" fmla="*/ 2147483647 h 167"/>
                            <a:gd name="T20" fmla="*/ 2147483647 w 120"/>
                            <a:gd name="T21" fmla="*/ 2147483647 h 167"/>
                            <a:gd name="T22" fmla="*/ 2147483647 w 120"/>
                            <a:gd name="T23" fmla="*/ 2147483647 h 167"/>
                            <a:gd name="T24" fmla="*/ 2147483647 w 120"/>
                            <a:gd name="T25" fmla="*/ 2147483647 h 167"/>
                            <a:gd name="T26" fmla="*/ 2147483647 w 120"/>
                            <a:gd name="T27" fmla="*/ 2147483647 h 167"/>
                            <a:gd name="T28" fmla="*/ 2147483647 w 120"/>
                            <a:gd name="T29" fmla="*/ 2147483647 h 167"/>
                            <a:gd name="T30" fmla="*/ 2147483647 w 120"/>
                            <a:gd name="T31" fmla="*/ 2147483647 h 167"/>
                            <a:gd name="T32" fmla="*/ 2147483647 w 120"/>
                            <a:gd name="T33" fmla="*/ 2147483647 h 167"/>
                            <a:gd name="T34" fmla="*/ 2147483647 w 120"/>
                            <a:gd name="T35" fmla="*/ 0 h 167"/>
                            <a:gd name="T36" fmla="*/ 2147483647 w 120"/>
                            <a:gd name="T37" fmla="*/ 0 h 167"/>
                            <a:gd name="T38" fmla="*/ 2147483647 w 120"/>
                            <a:gd name="T39" fmla="*/ 0 h 167"/>
                            <a:gd name="T40" fmla="*/ 2147483647 w 120"/>
                            <a:gd name="T41" fmla="*/ 0 h 167"/>
                            <a:gd name="T42" fmla="*/ 2147483647 w 120"/>
                            <a:gd name="T43" fmla="*/ 2147483647 h 167"/>
                            <a:gd name="T44" fmla="*/ 2147483647 w 120"/>
                            <a:gd name="T45" fmla="*/ 2147483647 h 167"/>
                            <a:gd name="T46" fmla="*/ 2147483647 w 120"/>
                            <a:gd name="T47" fmla="*/ 2147483647 h 167"/>
                            <a:gd name="T48" fmla="*/ 2147483647 w 120"/>
                            <a:gd name="T49" fmla="*/ 2147483647 h 167"/>
                            <a:gd name="T50" fmla="*/ 2147483647 w 120"/>
                            <a:gd name="T51" fmla="*/ 2147483647 h 167"/>
                            <a:gd name="T52" fmla="*/ 2147483647 w 120"/>
                            <a:gd name="T53" fmla="*/ 2147483647 h 167"/>
                            <a:gd name="T54" fmla="*/ 0 w 120"/>
                            <a:gd name="T55" fmla="*/ 2147483647 h 167"/>
                            <a:gd name="T56" fmla="*/ 0 w 120"/>
                            <a:gd name="T57" fmla="*/ 2147483647 h 167"/>
                            <a:gd name="T58" fmla="*/ 2147483647 w 120"/>
                            <a:gd name="T59" fmla="*/ 2147483647 h 167"/>
                            <a:gd name="T60" fmla="*/ 2147483647 w 120"/>
                            <a:gd name="T61" fmla="*/ 2147483647 h 167"/>
                            <a:gd name="T62" fmla="*/ 2147483647 w 120"/>
                            <a:gd name="T63" fmla="*/ 2147483647 h 167"/>
                            <a:gd name="T64" fmla="*/ 2147483647 w 120"/>
                            <a:gd name="T65" fmla="*/ 2147483647 h 167"/>
                            <a:gd name="T66" fmla="*/ 2147483647 w 120"/>
                            <a:gd name="T67" fmla="*/ 2147483647 h 167"/>
                            <a:gd name="T68" fmla="*/ 2147483647 w 120"/>
                            <a:gd name="T69" fmla="*/ 2147483647 h 167"/>
                            <a:gd name="T70" fmla="*/ 2147483647 w 120"/>
                            <a:gd name="T71" fmla="*/ 2147483647 h 167"/>
                            <a:gd name="T72" fmla="*/ 2147483647 w 120"/>
                            <a:gd name="T73" fmla="*/ 2147483647 h 16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201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2147483647 w 231"/>
                            <a:gd name="T1" fmla="*/ 0 h 271"/>
                            <a:gd name="T2" fmla="*/ 2147483647 w 231"/>
                            <a:gd name="T3" fmla="*/ 2147483647 h 271"/>
                            <a:gd name="T4" fmla="*/ 2147483647 w 231"/>
                            <a:gd name="T5" fmla="*/ 2147483647 h 271"/>
                            <a:gd name="T6" fmla="*/ 2147483647 w 231"/>
                            <a:gd name="T7" fmla="*/ 2147483647 h 271"/>
                            <a:gd name="T8" fmla="*/ 2147483647 w 231"/>
                            <a:gd name="T9" fmla="*/ 2147483647 h 271"/>
                            <a:gd name="T10" fmla="*/ 2147483647 w 231"/>
                            <a:gd name="T11" fmla="*/ 2147483647 h 271"/>
                            <a:gd name="T12" fmla="*/ 2147483647 w 231"/>
                            <a:gd name="T13" fmla="*/ 2147483647 h 271"/>
                            <a:gd name="T14" fmla="*/ 2147483647 w 231"/>
                            <a:gd name="T15" fmla="*/ 2147483647 h 271"/>
                            <a:gd name="T16" fmla="*/ 2147483647 w 231"/>
                            <a:gd name="T17" fmla="*/ 2147483647 h 271"/>
                            <a:gd name="T18" fmla="*/ 2147483647 w 231"/>
                            <a:gd name="T19" fmla="*/ 2147483647 h 271"/>
                            <a:gd name="T20" fmla="*/ 2147483647 w 231"/>
                            <a:gd name="T21" fmla="*/ 2147483647 h 271"/>
                            <a:gd name="T22" fmla="*/ 2147483647 w 231"/>
                            <a:gd name="T23" fmla="*/ 2147483647 h 271"/>
                            <a:gd name="T24" fmla="*/ 2147483647 w 231"/>
                            <a:gd name="T25" fmla="*/ 2147483647 h 271"/>
                            <a:gd name="T26" fmla="*/ 2147483647 w 231"/>
                            <a:gd name="T27" fmla="*/ 2147483647 h 271"/>
                            <a:gd name="T28" fmla="*/ 2147483647 w 231"/>
                            <a:gd name="T29" fmla="*/ 2147483647 h 271"/>
                            <a:gd name="T30" fmla="*/ 2147483647 w 231"/>
                            <a:gd name="T31" fmla="*/ 2147483647 h 271"/>
                            <a:gd name="T32" fmla="*/ 2147483647 w 231"/>
                            <a:gd name="T33" fmla="*/ 2147483647 h 271"/>
                            <a:gd name="T34" fmla="*/ 2147483647 w 231"/>
                            <a:gd name="T35" fmla="*/ 2147483647 h 271"/>
                            <a:gd name="T36" fmla="*/ 2147483647 w 231"/>
                            <a:gd name="T37" fmla="*/ 2147483647 h 271"/>
                            <a:gd name="T38" fmla="*/ 2147483647 w 231"/>
                            <a:gd name="T39" fmla="*/ 2147483647 h 271"/>
                            <a:gd name="T40" fmla="*/ 2147483647 w 231"/>
                            <a:gd name="T41" fmla="*/ 2147483647 h 271"/>
                            <a:gd name="T42" fmla="*/ 2147483647 w 231"/>
                            <a:gd name="T43" fmla="*/ 2147483647 h 271"/>
                            <a:gd name="T44" fmla="*/ 2147483647 w 231"/>
                            <a:gd name="T45" fmla="*/ 2147483647 h 271"/>
                            <a:gd name="T46" fmla="*/ 2147483647 w 231"/>
                            <a:gd name="T47" fmla="*/ 2147483647 h 271"/>
                            <a:gd name="T48" fmla="*/ 2147483647 w 231"/>
                            <a:gd name="T49" fmla="*/ 2147483647 h 271"/>
                            <a:gd name="T50" fmla="*/ 2147483647 w 231"/>
                            <a:gd name="T51" fmla="*/ 2147483647 h 271"/>
                            <a:gd name="T52" fmla="*/ 2147483647 w 231"/>
                            <a:gd name="T53" fmla="*/ 2147483647 h 271"/>
                            <a:gd name="T54" fmla="*/ 0 w 231"/>
                            <a:gd name="T55" fmla="*/ 2147483647 h 271"/>
                            <a:gd name="T56" fmla="*/ 2147483647 w 231"/>
                            <a:gd name="T57" fmla="*/ 2147483647 h 271"/>
                            <a:gd name="T58" fmla="*/ 2147483647 w 231"/>
                            <a:gd name="T59" fmla="*/ 2147483647 h 271"/>
                            <a:gd name="T60" fmla="*/ 2147483647 w 231"/>
                            <a:gd name="T61" fmla="*/ 2147483647 h 271"/>
                            <a:gd name="T62" fmla="*/ 2147483647 w 231"/>
                            <a:gd name="T63" fmla="*/ 2147483647 h 271"/>
                            <a:gd name="T64" fmla="*/ 2147483647 w 231"/>
                            <a:gd name="T65" fmla="*/ 2147483647 h 271"/>
                            <a:gd name="T66" fmla="*/ 2147483647 w 231"/>
                            <a:gd name="T67" fmla="*/ 2147483647 h 271"/>
                            <a:gd name="T68" fmla="*/ 2147483647 w 231"/>
                            <a:gd name="T69" fmla="*/ 2147483647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202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2147483647 w 231"/>
                            <a:gd name="T1" fmla="*/ 0 h 271"/>
                            <a:gd name="T2" fmla="*/ 2147483647 w 231"/>
                            <a:gd name="T3" fmla="*/ 2147483647 h 271"/>
                            <a:gd name="T4" fmla="*/ 2147483647 w 231"/>
                            <a:gd name="T5" fmla="*/ 2147483647 h 271"/>
                            <a:gd name="T6" fmla="*/ 2147483647 w 231"/>
                            <a:gd name="T7" fmla="*/ 2147483647 h 271"/>
                            <a:gd name="T8" fmla="*/ 2147483647 w 231"/>
                            <a:gd name="T9" fmla="*/ 2147483647 h 271"/>
                            <a:gd name="T10" fmla="*/ 2147483647 w 231"/>
                            <a:gd name="T11" fmla="*/ 2147483647 h 271"/>
                            <a:gd name="T12" fmla="*/ 2147483647 w 231"/>
                            <a:gd name="T13" fmla="*/ 2147483647 h 271"/>
                            <a:gd name="T14" fmla="*/ 2147483647 w 231"/>
                            <a:gd name="T15" fmla="*/ 2147483647 h 271"/>
                            <a:gd name="T16" fmla="*/ 2147483647 w 231"/>
                            <a:gd name="T17" fmla="*/ 2147483647 h 271"/>
                            <a:gd name="T18" fmla="*/ 2147483647 w 231"/>
                            <a:gd name="T19" fmla="*/ 2147483647 h 271"/>
                            <a:gd name="T20" fmla="*/ 2147483647 w 231"/>
                            <a:gd name="T21" fmla="*/ 2147483647 h 271"/>
                            <a:gd name="T22" fmla="*/ 2147483647 w 231"/>
                            <a:gd name="T23" fmla="*/ 2147483647 h 271"/>
                            <a:gd name="T24" fmla="*/ 2147483647 w 231"/>
                            <a:gd name="T25" fmla="*/ 2147483647 h 271"/>
                            <a:gd name="T26" fmla="*/ 2147483647 w 231"/>
                            <a:gd name="T27" fmla="*/ 2147483647 h 271"/>
                            <a:gd name="T28" fmla="*/ 2147483647 w 231"/>
                            <a:gd name="T29" fmla="*/ 2147483647 h 271"/>
                            <a:gd name="T30" fmla="*/ 2147483647 w 231"/>
                            <a:gd name="T31" fmla="*/ 2147483647 h 271"/>
                            <a:gd name="T32" fmla="*/ 2147483647 w 231"/>
                            <a:gd name="T33" fmla="*/ 2147483647 h 271"/>
                            <a:gd name="T34" fmla="*/ 2147483647 w 231"/>
                            <a:gd name="T35" fmla="*/ 2147483647 h 271"/>
                            <a:gd name="T36" fmla="*/ 2147483647 w 231"/>
                            <a:gd name="T37" fmla="*/ 2147483647 h 271"/>
                            <a:gd name="T38" fmla="*/ 2147483647 w 231"/>
                            <a:gd name="T39" fmla="*/ 2147483647 h 271"/>
                            <a:gd name="T40" fmla="*/ 2147483647 w 231"/>
                            <a:gd name="T41" fmla="*/ 2147483647 h 271"/>
                            <a:gd name="T42" fmla="*/ 2147483647 w 231"/>
                            <a:gd name="T43" fmla="*/ 2147483647 h 271"/>
                            <a:gd name="T44" fmla="*/ 2147483647 w 231"/>
                            <a:gd name="T45" fmla="*/ 2147483647 h 271"/>
                            <a:gd name="T46" fmla="*/ 2147483647 w 231"/>
                            <a:gd name="T47" fmla="*/ 2147483647 h 271"/>
                            <a:gd name="T48" fmla="*/ 2147483647 w 231"/>
                            <a:gd name="T49" fmla="*/ 2147483647 h 271"/>
                            <a:gd name="T50" fmla="*/ 2147483647 w 231"/>
                            <a:gd name="T51" fmla="*/ 2147483647 h 271"/>
                            <a:gd name="T52" fmla="*/ 2147483647 w 231"/>
                            <a:gd name="T53" fmla="*/ 2147483647 h 271"/>
                            <a:gd name="T54" fmla="*/ 0 w 231"/>
                            <a:gd name="T55" fmla="*/ 2147483647 h 271"/>
                            <a:gd name="T56" fmla="*/ 2147483647 w 231"/>
                            <a:gd name="T57" fmla="*/ 2147483647 h 271"/>
                            <a:gd name="T58" fmla="*/ 2147483647 w 231"/>
                            <a:gd name="T59" fmla="*/ 2147483647 h 271"/>
                            <a:gd name="T60" fmla="*/ 2147483647 w 231"/>
                            <a:gd name="T61" fmla="*/ 2147483647 h 271"/>
                            <a:gd name="T62" fmla="*/ 2147483647 w 231"/>
                            <a:gd name="T63" fmla="*/ 2147483647 h 271"/>
                            <a:gd name="T64" fmla="*/ 2147483647 w 231"/>
                            <a:gd name="T65" fmla="*/ 2147483647 h 271"/>
                            <a:gd name="T66" fmla="*/ 2147483647 w 231"/>
                            <a:gd name="T67" fmla="*/ 2147483647 h 271"/>
                            <a:gd name="T68" fmla="*/ 2147483647 w 231"/>
                            <a:gd name="T69" fmla="*/ 2147483647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203"/>
                      <wps:cNvSpPr>
                        <a:spLocks/>
                      </wps:cNvSpPr>
                      <wps:spPr bwMode="auto">
                        <a:xfrm>
                          <a:off x="213930" y="113651"/>
                          <a:ext cx="60408" cy="85138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2147483647 w 190"/>
                            <a:gd name="T3" fmla="*/ 0 h 267"/>
                            <a:gd name="T4" fmla="*/ 2147483647 w 190"/>
                            <a:gd name="T5" fmla="*/ 2147483647 h 267"/>
                            <a:gd name="T6" fmla="*/ 2147483647 w 190"/>
                            <a:gd name="T7" fmla="*/ 2147483647 h 267"/>
                            <a:gd name="T8" fmla="*/ 2147483647 w 190"/>
                            <a:gd name="T9" fmla="*/ 2147483647 h 267"/>
                            <a:gd name="T10" fmla="*/ 2147483647 w 190"/>
                            <a:gd name="T11" fmla="*/ 2147483647 h 267"/>
                            <a:gd name="T12" fmla="*/ 2147483647 w 190"/>
                            <a:gd name="T13" fmla="*/ 2147483647 h 267"/>
                            <a:gd name="T14" fmla="*/ 2147483647 w 190"/>
                            <a:gd name="T15" fmla="*/ 2147483647 h 267"/>
                            <a:gd name="T16" fmla="*/ 2147483647 w 190"/>
                            <a:gd name="T17" fmla="*/ 2147483647 h 267"/>
                            <a:gd name="T18" fmla="*/ 2147483647 w 190"/>
                            <a:gd name="T19" fmla="*/ 2147483647 h 267"/>
                            <a:gd name="T20" fmla="*/ 2147483647 w 190"/>
                            <a:gd name="T21" fmla="*/ 2147483647 h 267"/>
                            <a:gd name="T22" fmla="*/ 0 w 190"/>
                            <a:gd name="T23" fmla="*/ 2147483647 h 267"/>
                            <a:gd name="T24" fmla="*/ 0 w 190"/>
                            <a:gd name="T25" fmla="*/ 0 h 267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204"/>
                      <wps:cNvSpPr>
                        <a:spLocks/>
                      </wps:cNvSpPr>
                      <wps:spPr bwMode="auto">
                        <a:xfrm>
                          <a:off x="78711" y="113651"/>
                          <a:ext cx="118116" cy="85138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2147483647 w 373"/>
                            <a:gd name="T3" fmla="*/ 0 h 267"/>
                            <a:gd name="T4" fmla="*/ 2147483647 w 373"/>
                            <a:gd name="T5" fmla="*/ 2147483647 h 267"/>
                            <a:gd name="T6" fmla="*/ 2147483647 w 373"/>
                            <a:gd name="T7" fmla="*/ 2147483647 h 267"/>
                            <a:gd name="T8" fmla="*/ 2147483647 w 373"/>
                            <a:gd name="T9" fmla="*/ 0 h 267"/>
                            <a:gd name="T10" fmla="*/ 2147483647 w 373"/>
                            <a:gd name="T11" fmla="*/ 0 h 267"/>
                            <a:gd name="T12" fmla="*/ 2147483647 w 373"/>
                            <a:gd name="T13" fmla="*/ 2147483647 h 267"/>
                            <a:gd name="T14" fmla="*/ 2147483647 w 373"/>
                            <a:gd name="T15" fmla="*/ 0 h 267"/>
                            <a:gd name="T16" fmla="*/ 2147483647 w 373"/>
                            <a:gd name="T17" fmla="*/ 0 h 267"/>
                            <a:gd name="T18" fmla="*/ 2147483647 w 373"/>
                            <a:gd name="T19" fmla="*/ 2147483647 h 267"/>
                            <a:gd name="T20" fmla="*/ 2147483647 w 373"/>
                            <a:gd name="T21" fmla="*/ 2147483647 h 267"/>
                            <a:gd name="T22" fmla="*/ 2147483647 w 373"/>
                            <a:gd name="T23" fmla="*/ 2147483647 h 267"/>
                            <a:gd name="T24" fmla="*/ 2147483647 w 373"/>
                            <a:gd name="T25" fmla="*/ 2147483647 h 267"/>
                            <a:gd name="T26" fmla="*/ 2147483647 w 373"/>
                            <a:gd name="T27" fmla="*/ 2147483647 h 267"/>
                            <a:gd name="T28" fmla="*/ 0 w 373"/>
                            <a:gd name="T29" fmla="*/ 0 h 267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205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2147483647 w 201"/>
                            <a:gd name="T1" fmla="*/ 0 h 271"/>
                            <a:gd name="T2" fmla="*/ 2147483647 w 201"/>
                            <a:gd name="T3" fmla="*/ 2147483647 h 271"/>
                            <a:gd name="T4" fmla="*/ 2147483647 w 201"/>
                            <a:gd name="T5" fmla="*/ 2147483647 h 271"/>
                            <a:gd name="T6" fmla="*/ 2147483647 w 201"/>
                            <a:gd name="T7" fmla="*/ 2147483647 h 271"/>
                            <a:gd name="T8" fmla="*/ 2147483647 w 201"/>
                            <a:gd name="T9" fmla="*/ 2147483647 h 271"/>
                            <a:gd name="T10" fmla="*/ 2147483647 w 201"/>
                            <a:gd name="T11" fmla="*/ 2147483647 h 271"/>
                            <a:gd name="T12" fmla="*/ 2147483647 w 201"/>
                            <a:gd name="T13" fmla="*/ 2147483647 h 271"/>
                            <a:gd name="T14" fmla="*/ 2147483647 w 201"/>
                            <a:gd name="T15" fmla="*/ 2147483647 h 271"/>
                            <a:gd name="T16" fmla="*/ 2147483647 w 201"/>
                            <a:gd name="T17" fmla="*/ 2147483647 h 271"/>
                            <a:gd name="T18" fmla="*/ 2147483647 w 201"/>
                            <a:gd name="T19" fmla="*/ 2147483647 h 271"/>
                            <a:gd name="T20" fmla="*/ 2147483647 w 201"/>
                            <a:gd name="T21" fmla="*/ 2147483647 h 271"/>
                            <a:gd name="T22" fmla="*/ 2147483647 w 201"/>
                            <a:gd name="T23" fmla="*/ 2147483647 h 271"/>
                            <a:gd name="T24" fmla="*/ 2147483647 w 201"/>
                            <a:gd name="T25" fmla="*/ 2147483647 h 271"/>
                            <a:gd name="T26" fmla="*/ 2147483647 w 201"/>
                            <a:gd name="T27" fmla="*/ 2147483647 h 271"/>
                            <a:gd name="T28" fmla="*/ 2147483647 w 201"/>
                            <a:gd name="T29" fmla="*/ 2147483647 h 271"/>
                            <a:gd name="T30" fmla="*/ 2147483647 w 201"/>
                            <a:gd name="T31" fmla="*/ 2147483647 h 271"/>
                            <a:gd name="T32" fmla="*/ 2147483647 w 201"/>
                            <a:gd name="T33" fmla="*/ 2147483647 h 271"/>
                            <a:gd name="T34" fmla="*/ 2147483647 w 201"/>
                            <a:gd name="T35" fmla="*/ 2147483647 h 271"/>
                            <a:gd name="T36" fmla="*/ 2147483647 w 201"/>
                            <a:gd name="T37" fmla="*/ 2147483647 h 271"/>
                            <a:gd name="T38" fmla="*/ 2147483647 w 201"/>
                            <a:gd name="T39" fmla="*/ 2147483647 h 271"/>
                            <a:gd name="T40" fmla="*/ 2147483647 w 201"/>
                            <a:gd name="T41" fmla="*/ 2147483647 h 271"/>
                            <a:gd name="T42" fmla="*/ 2147483647 w 201"/>
                            <a:gd name="T43" fmla="*/ 2147483647 h 271"/>
                            <a:gd name="T44" fmla="*/ 2147483647 w 201"/>
                            <a:gd name="T45" fmla="*/ 2147483647 h 271"/>
                            <a:gd name="T46" fmla="*/ 2147483647 w 201"/>
                            <a:gd name="T47" fmla="*/ 2147483647 h 271"/>
                            <a:gd name="T48" fmla="*/ 2147483647 w 201"/>
                            <a:gd name="T49" fmla="*/ 2147483647 h 271"/>
                            <a:gd name="T50" fmla="*/ 2147483647 w 201"/>
                            <a:gd name="T51" fmla="*/ 2147483647 h 271"/>
                            <a:gd name="T52" fmla="*/ 2147483647 w 201"/>
                            <a:gd name="T53" fmla="*/ 2147483647 h 271"/>
                            <a:gd name="T54" fmla="*/ 2147483647 w 201"/>
                            <a:gd name="T55" fmla="*/ 2147483647 h 271"/>
                            <a:gd name="T56" fmla="*/ 2147483647 w 201"/>
                            <a:gd name="T57" fmla="*/ 2147483647 h 271"/>
                            <a:gd name="T58" fmla="*/ 2147483647 w 201"/>
                            <a:gd name="T59" fmla="*/ 2147483647 h 271"/>
                            <a:gd name="T60" fmla="*/ 2147483647 w 201"/>
                            <a:gd name="T61" fmla="*/ 2147483647 h 271"/>
                            <a:gd name="T62" fmla="*/ 2147483647 w 201"/>
                            <a:gd name="T63" fmla="*/ 2147483647 h 271"/>
                            <a:gd name="T64" fmla="*/ 2147483647 w 201"/>
                            <a:gd name="T65" fmla="*/ 2147483647 h 271"/>
                            <a:gd name="T66" fmla="*/ 2147483647 w 201"/>
                            <a:gd name="T67" fmla="*/ 2147483647 h 271"/>
                            <a:gd name="T68" fmla="*/ 2147483647 w 201"/>
                            <a:gd name="T69" fmla="*/ 2147483647 h 271"/>
                            <a:gd name="T70" fmla="*/ 2147483647 w 201"/>
                            <a:gd name="T71" fmla="*/ 2147483647 h 271"/>
                            <a:gd name="T72" fmla="*/ 2147483647 w 201"/>
                            <a:gd name="T73" fmla="*/ 2147483647 h 271"/>
                            <a:gd name="T74" fmla="*/ 2147483647 w 201"/>
                            <a:gd name="T75" fmla="*/ 2147483647 h 271"/>
                            <a:gd name="T76" fmla="*/ 0 w 201"/>
                            <a:gd name="T77" fmla="*/ 2147483647 h 271"/>
                            <a:gd name="T78" fmla="*/ 2147483647 w 201"/>
                            <a:gd name="T79" fmla="*/ 2147483647 h 271"/>
                            <a:gd name="T80" fmla="*/ 2147483647 w 201"/>
                            <a:gd name="T81" fmla="*/ 2147483647 h 271"/>
                            <a:gd name="T82" fmla="*/ 2147483647 w 201"/>
                            <a:gd name="T83" fmla="*/ 2147483647 h 271"/>
                            <a:gd name="T84" fmla="*/ 2147483647 w 201"/>
                            <a:gd name="T85" fmla="*/ 2147483647 h 271"/>
                            <a:gd name="T86" fmla="*/ 2147483647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06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2147483647 w 201"/>
                            <a:gd name="T1" fmla="*/ 0 h 271"/>
                            <a:gd name="T2" fmla="*/ 2147483647 w 201"/>
                            <a:gd name="T3" fmla="*/ 2147483647 h 271"/>
                            <a:gd name="T4" fmla="*/ 2147483647 w 201"/>
                            <a:gd name="T5" fmla="*/ 2147483647 h 271"/>
                            <a:gd name="T6" fmla="*/ 2147483647 w 201"/>
                            <a:gd name="T7" fmla="*/ 2147483647 h 271"/>
                            <a:gd name="T8" fmla="*/ 2147483647 w 201"/>
                            <a:gd name="T9" fmla="*/ 2147483647 h 271"/>
                            <a:gd name="T10" fmla="*/ 2147483647 w 201"/>
                            <a:gd name="T11" fmla="*/ 2147483647 h 271"/>
                            <a:gd name="T12" fmla="*/ 2147483647 w 201"/>
                            <a:gd name="T13" fmla="*/ 2147483647 h 271"/>
                            <a:gd name="T14" fmla="*/ 2147483647 w 201"/>
                            <a:gd name="T15" fmla="*/ 2147483647 h 271"/>
                            <a:gd name="T16" fmla="*/ 2147483647 w 201"/>
                            <a:gd name="T17" fmla="*/ 2147483647 h 271"/>
                            <a:gd name="T18" fmla="*/ 2147483647 w 201"/>
                            <a:gd name="T19" fmla="*/ 2147483647 h 271"/>
                            <a:gd name="T20" fmla="*/ 2147483647 w 201"/>
                            <a:gd name="T21" fmla="*/ 2147483647 h 271"/>
                            <a:gd name="T22" fmla="*/ 2147483647 w 201"/>
                            <a:gd name="T23" fmla="*/ 2147483647 h 271"/>
                            <a:gd name="T24" fmla="*/ 2147483647 w 201"/>
                            <a:gd name="T25" fmla="*/ 2147483647 h 271"/>
                            <a:gd name="T26" fmla="*/ 2147483647 w 201"/>
                            <a:gd name="T27" fmla="*/ 2147483647 h 271"/>
                            <a:gd name="T28" fmla="*/ 2147483647 w 201"/>
                            <a:gd name="T29" fmla="*/ 2147483647 h 271"/>
                            <a:gd name="T30" fmla="*/ 2147483647 w 201"/>
                            <a:gd name="T31" fmla="*/ 2147483647 h 271"/>
                            <a:gd name="T32" fmla="*/ 2147483647 w 201"/>
                            <a:gd name="T33" fmla="*/ 2147483647 h 271"/>
                            <a:gd name="T34" fmla="*/ 2147483647 w 201"/>
                            <a:gd name="T35" fmla="*/ 2147483647 h 271"/>
                            <a:gd name="T36" fmla="*/ 2147483647 w 201"/>
                            <a:gd name="T37" fmla="*/ 2147483647 h 271"/>
                            <a:gd name="T38" fmla="*/ 2147483647 w 201"/>
                            <a:gd name="T39" fmla="*/ 2147483647 h 271"/>
                            <a:gd name="T40" fmla="*/ 2147483647 w 201"/>
                            <a:gd name="T41" fmla="*/ 2147483647 h 271"/>
                            <a:gd name="T42" fmla="*/ 2147483647 w 201"/>
                            <a:gd name="T43" fmla="*/ 2147483647 h 271"/>
                            <a:gd name="T44" fmla="*/ 2147483647 w 201"/>
                            <a:gd name="T45" fmla="*/ 2147483647 h 271"/>
                            <a:gd name="T46" fmla="*/ 2147483647 w 201"/>
                            <a:gd name="T47" fmla="*/ 2147483647 h 271"/>
                            <a:gd name="T48" fmla="*/ 2147483647 w 201"/>
                            <a:gd name="T49" fmla="*/ 2147483647 h 271"/>
                            <a:gd name="T50" fmla="*/ 2147483647 w 201"/>
                            <a:gd name="T51" fmla="*/ 2147483647 h 271"/>
                            <a:gd name="T52" fmla="*/ 2147483647 w 201"/>
                            <a:gd name="T53" fmla="*/ 2147483647 h 271"/>
                            <a:gd name="T54" fmla="*/ 2147483647 w 201"/>
                            <a:gd name="T55" fmla="*/ 2147483647 h 271"/>
                            <a:gd name="T56" fmla="*/ 2147483647 w 201"/>
                            <a:gd name="T57" fmla="*/ 2147483647 h 271"/>
                            <a:gd name="T58" fmla="*/ 2147483647 w 201"/>
                            <a:gd name="T59" fmla="*/ 2147483647 h 271"/>
                            <a:gd name="T60" fmla="*/ 2147483647 w 201"/>
                            <a:gd name="T61" fmla="*/ 2147483647 h 271"/>
                            <a:gd name="T62" fmla="*/ 2147483647 w 201"/>
                            <a:gd name="T63" fmla="*/ 2147483647 h 271"/>
                            <a:gd name="T64" fmla="*/ 2147483647 w 201"/>
                            <a:gd name="T65" fmla="*/ 2147483647 h 271"/>
                            <a:gd name="T66" fmla="*/ 2147483647 w 201"/>
                            <a:gd name="T67" fmla="*/ 2147483647 h 271"/>
                            <a:gd name="T68" fmla="*/ 2147483647 w 201"/>
                            <a:gd name="T69" fmla="*/ 2147483647 h 271"/>
                            <a:gd name="T70" fmla="*/ 2147483647 w 201"/>
                            <a:gd name="T71" fmla="*/ 2147483647 h 271"/>
                            <a:gd name="T72" fmla="*/ 2147483647 w 201"/>
                            <a:gd name="T73" fmla="*/ 2147483647 h 271"/>
                            <a:gd name="T74" fmla="*/ 2147483647 w 201"/>
                            <a:gd name="T75" fmla="*/ 2147483647 h 271"/>
                            <a:gd name="T76" fmla="*/ 0 w 201"/>
                            <a:gd name="T77" fmla="*/ 2147483647 h 271"/>
                            <a:gd name="T78" fmla="*/ 2147483647 w 201"/>
                            <a:gd name="T79" fmla="*/ 2147483647 h 271"/>
                            <a:gd name="T80" fmla="*/ 2147483647 w 201"/>
                            <a:gd name="T81" fmla="*/ 2147483647 h 271"/>
                            <a:gd name="T82" fmla="*/ 2147483647 w 201"/>
                            <a:gd name="T83" fmla="*/ 2147483647 h 271"/>
                            <a:gd name="T84" fmla="*/ 2147483647 w 201"/>
                            <a:gd name="T85" fmla="*/ 2147483647 h 271"/>
                            <a:gd name="T86" fmla="*/ 2147483647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5DF79C34" id="Plátno 332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2147483646,2147483646;2147483646,2147483646;2147483646,2147483646;2147483646,2147483646;2147483646,2147483646;2147483646,2147483646;2147483646,2147483646;2147483646,2147483646;2147483646,2147483646;2147483646,2147483646;2147483646,2147483646;2147483646,0;2147483646,2147483646;2147483646,2147483646;0,2147483646;0,2147483646;2147483646,2147483646;2147483646,2147483646;2147483646,2147483646;2147483646,2147483646;2147483646,2147483646;2147483646,2147483646;2147483646,2147483646;2147483646,2147483646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0,2147483646;0,2147483646;2147483646,2147483646;2147483646,2147483646;2147483646,2147483646;2147483646,2147483646;2147483646,2147483646;2147483646,2147483646;2147483646,2147483646;2147483646,0;2147483646,0;2147483646,2147483646;2147483646,2147483646;2147483646,2147483646;2147483646,2147483646;2147483646,2147483646;2147483646,2147483646;2147483646,2147483646;2147483646,2147483646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0,2147483646;0,2147483646;2147483646,2147483646;2147483646,2147483646;2147483646,2147483646;2147483646,2147483646;2147483646,2147483646;2147483646,2147483646;2147483646,2147483646;2147483646,0;2147483646,0;2147483646,2147483646;2147483646,2147483646;2147483646,2147483646;2147483646,2147483646;2147483646,2147483646;2147483646,2147483646;2147483646,2147483646;2147483646,2147483646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2147483646,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0,2147483646;2147483646,2147483646;2147483646,2147483646;2147483646,2147483646;2147483646,2147483646;2147483646,2147483646;2147483646,2147483646;2147483646,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2147483646,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0,2147483646;2147483646,2147483646;2147483646,2147483646;2147483646,2147483646;2147483646,2147483646;2147483646,2147483646;2147483646,2147483646;2147483646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;2147483646,0;2147483646,0;2147483646,0;2147483646,2147483646;2147483646,2147483646;2147483646,2147483646;2147483646,2147483646;2147483646,2147483646;2147483646,2147483646;0,2147483646;0,2147483646;2147483646,2147483646;2147483646,2147483646;2147483646,2147483646;2147483646,2147483646;2147483646,2147483646;2147483646,2147483646;2147483646,2147483646;2147483646,2147483646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2147483646,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0,2147483646;2147483646,2147483646;2147483646,2147483646;2147483646,2147483646;2147483646,2147483646;2147483646,2147483646;2147483646,2147483646;2147483646,2147483646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2147483646,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0,2147483646;2147483646,2147483646;2147483646,2147483646;2147483646,2147483646;2147483646,2147483646;2147483646,2147483646;2147483646,2147483646;2147483646,2147483646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" path="m,l186,r,50l68,50r,54l178,104r,53l68,157r,58l190,215r,52l,267,,xe" fillcolor="black" stroked="f">
                <v:path arrowok="t" o:connecttype="custom" o:connectlocs="0,0;2147483646,0;2147483646,2147483646;2147483646,2147483646;2147483646,2147483646;2147483646,2147483646;2147483646,2147483646;2147483646,2147483646;2147483646,2147483646;2147483646,2147483646;2147483646,2147483646;0,2147483646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" path="m,l72,r33,203l107,203,141,r91,l269,203,304,r69,l311,267r-89,l186,62,151,267r-93,l,xe" fillcolor="black" stroked="f">
                <v:path arrowok="t" o:connecttype="custom" o:connectlocs="0,0;2147483646,0;2147483646,2147483646;2147483646,2147483646;2147483646,0;2147483646,0;2147483646,2147483646;2147483646,0;2147483646,0;2147483646,2147483646;2147483646,2147483646;2147483646,2147483646;2147483646,2147483646;2147483646,2147483646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2147483646,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0,2147483646;2147483646,2147483646;2147483646,2147483646;2147483646,2147483646;2147483646,2147483646;2147483646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2147483646,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0,2147483646;2147483646,2147483646;2147483646,2147483646;2147483646,2147483646;2147483646,2147483646;2147483646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2F7ED8" w:rsidRPr="00AE3921" w14:paraId="3DC0C22C" w14:textId="77777777" w:rsidTr="00837B86">
      <w:trPr>
        <w:trHeight w:val="227"/>
        <w:jc w:val="center"/>
      </w:trPr>
      <w:tc>
        <w:tcPr>
          <w:tcW w:w="5103" w:type="dxa"/>
          <w:vAlign w:val="center"/>
        </w:tcPr>
        <w:p w14:paraId="3E387146" w14:textId="77777777" w:rsidR="002F7ED8" w:rsidRPr="00AE3921" w:rsidRDefault="00667816" w:rsidP="00837B86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25224154"/>
              <w:showingPlcHdr/>
              <w:text/>
            </w:sdtPr>
            <w:sdtEndPr/>
            <w:sdtContent>
              <w:r w:rsidR="002F7ED8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2F7ED8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1686502366"/>
              <w:text/>
            </w:sdtPr>
            <w:sdtEndPr/>
            <w:sdtContent>
              <w:r w:rsidR="002F7ED8">
                <w:rPr>
                  <w:color w:val="000000" w:themeColor="text1"/>
                  <w:sz w:val="12"/>
                  <w:szCs w:val="12"/>
                </w:rPr>
                <w:t>Intenzifikace Úpravny vody Březovice</w:t>
              </w:r>
            </w:sdtContent>
          </w:sdt>
          <w:r w:rsidR="002F7ED8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-911925328"/>
              <w:showingPlcHdr/>
              <w:text/>
            </w:sdtPr>
            <w:sdtEndPr/>
            <w:sdtContent>
              <w:r w:rsidR="002F7ED8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165E6120" w14:textId="77777777" w:rsidR="002F7ED8" w:rsidRPr="00AE3921" w:rsidRDefault="00667816" w:rsidP="00FF70E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699753641"/>
              <w:text/>
            </w:sdtPr>
            <w:sdtEndPr/>
            <w:sdtContent>
              <w:r w:rsidR="002F7ED8">
                <w:rPr>
                  <w:bCs/>
                  <w:color w:val="000000" w:themeColor="text1"/>
                  <w:sz w:val="12"/>
                  <w:szCs w:val="12"/>
                </w:rPr>
                <w:t>A</w:t>
              </w:r>
            </w:sdtContent>
          </w:sdt>
          <w:r w:rsidR="002F7ED8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2F7ED8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268396638"/>
              <w:text/>
            </w:sdtPr>
            <w:sdtEndPr/>
            <w:sdtContent>
              <w:r w:rsidR="002F7ED8">
                <w:rPr>
                  <w:bCs/>
                  <w:color w:val="000000" w:themeColor="text1"/>
                  <w:sz w:val="12"/>
                  <w:szCs w:val="12"/>
                </w:rPr>
                <w:t>Průvodní zpráva</w:t>
              </w:r>
            </w:sdtContent>
          </w:sdt>
        </w:p>
      </w:tc>
    </w:tr>
    <w:tr w:rsidR="002F7ED8" w:rsidRPr="00AE3921" w14:paraId="6A789888" w14:textId="77777777" w:rsidTr="00837B86">
      <w:trPr>
        <w:trHeight w:val="227"/>
        <w:jc w:val="center"/>
      </w:trPr>
      <w:tc>
        <w:tcPr>
          <w:tcW w:w="5103" w:type="dxa"/>
          <w:vAlign w:val="center"/>
        </w:tcPr>
        <w:p w14:paraId="26E5D8A5" w14:textId="77777777" w:rsidR="002F7ED8" w:rsidRPr="00AE3921" w:rsidRDefault="00667816" w:rsidP="00837B86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2016648961"/>
              <w:showingPlcHdr/>
              <w:text/>
            </w:sdtPr>
            <w:sdtEndPr/>
            <w:sdtContent>
              <w:r w:rsidR="002F7ED8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5AB4F06E" w14:textId="77777777" w:rsidR="002F7ED8" w:rsidRPr="00AE3921" w:rsidRDefault="00667816" w:rsidP="00FF70E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471561497"/>
              <w:text/>
            </w:sdtPr>
            <w:sdtEndPr/>
            <w:sdtContent>
              <w:r w:rsidR="002F7ED8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2F807AD0" w14:textId="77777777" w:rsidR="002F7ED8" w:rsidRPr="00AE3921" w:rsidRDefault="002F7ED8" w:rsidP="00837B86">
    <w:pPr>
      <w:pStyle w:val="Zhlav"/>
      <w:rPr>
        <w:color w:val="000000" w:themeColor="text1"/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D534C" w14:textId="77777777" w:rsidR="002F7ED8" w:rsidRPr="00AE3921" w:rsidRDefault="002F7ED8" w:rsidP="00837B86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2F7ED8" w:rsidRPr="00AE3921" w14:paraId="6CA023A9" w14:textId="77777777" w:rsidTr="00ED492F">
      <w:trPr>
        <w:trHeight w:val="227"/>
        <w:jc w:val="center"/>
      </w:trPr>
      <w:tc>
        <w:tcPr>
          <w:tcW w:w="5103" w:type="dxa"/>
          <w:vAlign w:val="center"/>
        </w:tcPr>
        <w:p w14:paraId="5BC15875" w14:textId="77777777" w:rsidR="002F7ED8" w:rsidRPr="00A76B3A" w:rsidRDefault="00A76B3A" w:rsidP="00EE655A">
          <w:pPr>
            <w:tabs>
              <w:tab w:val="right" w:pos="8505"/>
            </w:tabs>
            <w:jc w:val="left"/>
            <w:rPr>
              <w:rFonts w:eastAsia="Arial" w:cs="Arial"/>
              <w:sz w:val="12"/>
              <w:szCs w:val="12"/>
            </w:rPr>
          </w:pPr>
          <w:r w:rsidRPr="00A76B3A">
            <w:rPr>
              <w:rFonts w:eastAsia="Arial" w:cs="Arial"/>
              <w:sz w:val="12"/>
              <w:szCs w:val="12"/>
            </w:rPr>
            <w:t xml:space="preserve"> Rekonstrukce kanalizačních stok v ul. Táboritská, P. Velikého a Jateční, Kolín</w:t>
          </w:r>
        </w:p>
      </w:tc>
      <w:tc>
        <w:tcPr>
          <w:tcW w:w="3402" w:type="dxa"/>
          <w:tcMar>
            <w:left w:w="113" w:type="dxa"/>
          </w:tcMar>
          <w:vAlign w:val="center"/>
        </w:tcPr>
        <w:p w14:paraId="236B7625" w14:textId="77777777" w:rsidR="002F7ED8" w:rsidRPr="00AE3921" w:rsidRDefault="00667816" w:rsidP="00B06B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1818565586"/>
              <w:text/>
            </w:sdtPr>
            <w:sdtEndPr/>
            <w:sdtContent>
              <w:r w:rsidR="00B06B93">
                <w:rPr>
                  <w:bCs/>
                  <w:color w:val="000000" w:themeColor="text1"/>
                  <w:sz w:val="12"/>
                  <w:szCs w:val="12"/>
                </w:rPr>
                <w:t>D.1.2.1</w:t>
              </w:r>
            </w:sdtContent>
          </w:sdt>
          <w:r w:rsidR="002F7ED8">
            <w:rPr>
              <w:bCs/>
              <w:color w:val="000000" w:themeColor="text1"/>
              <w:sz w:val="12"/>
              <w:szCs w:val="12"/>
            </w:rPr>
            <w:t xml:space="preserve"> </w:t>
          </w:r>
          <w:r w:rsidR="0039189B">
            <w:rPr>
              <w:bCs/>
              <w:color w:val="000000" w:themeColor="text1"/>
              <w:sz w:val="12"/>
              <w:szCs w:val="12"/>
            </w:rPr>
            <w:t>Technická</w:t>
          </w:r>
          <w:r w:rsidR="002F7ED8">
            <w:rPr>
              <w:bCs/>
              <w:color w:val="000000" w:themeColor="text1"/>
              <w:sz w:val="12"/>
              <w:szCs w:val="12"/>
            </w:rPr>
            <w:t xml:space="preserve"> zpráva</w:t>
          </w:r>
        </w:p>
      </w:tc>
    </w:tr>
    <w:tr w:rsidR="002F7ED8" w:rsidRPr="00AE3921" w14:paraId="0E6A9671" w14:textId="77777777" w:rsidTr="00ED492F">
      <w:trPr>
        <w:trHeight w:val="227"/>
        <w:jc w:val="center"/>
      </w:trPr>
      <w:tc>
        <w:tcPr>
          <w:tcW w:w="5103" w:type="dxa"/>
          <w:vAlign w:val="center"/>
        </w:tcPr>
        <w:p w14:paraId="5684E967" w14:textId="77777777" w:rsidR="002F7ED8" w:rsidRPr="00AE3921" w:rsidRDefault="00667816" w:rsidP="00ED492F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2111082526"/>
              <w:showingPlcHdr/>
              <w:text/>
            </w:sdtPr>
            <w:sdtEndPr/>
            <w:sdtContent>
              <w:r w:rsidR="002F7ED8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43FAFA8C" w14:textId="77777777" w:rsidR="002F7ED8" w:rsidRPr="00AE3921" w:rsidRDefault="00667816" w:rsidP="00241CBF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86707180"/>
              <w:text/>
            </w:sdtPr>
            <w:sdtEndPr/>
            <w:sdtContent>
              <w:r w:rsidR="00960DE1">
                <w:rPr>
                  <w:color w:val="000000" w:themeColor="text1"/>
                  <w:sz w:val="12"/>
                  <w:szCs w:val="12"/>
                </w:rPr>
                <w:t>DZS</w:t>
              </w:r>
            </w:sdtContent>
          </w:sdt>
        </w:p>
      </w:tc>
    </w:tr>
  </w:tbl>
  <w:p w14:paraId="2A1A2EC4" w14:textId="77777777" w:rsidR="002F7ED8" w:rsidRPr="00AE3921" w:rsidRDefault="002F7ED8" w:rsidP="00837B86">
    <w:pPr>
      <w:pStyle w:val="Zhlav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E7535"/>
    <w:multiLevelType w:val="hybridMultilevel"/>
    <w:tmpl w:val="8E4A15EE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" w15:restartNumberingAfterBreak="0">
    <w:nsid w:val="197C5D5E"/>
    <w:multiLevelType w:val="multilevel"/>
    <w:tmpl w:val="39F00404"/>
    <w:lvl w:ilvl="0">
      <w:start w:val="1"/>
      <w:numFmt w:val="bullet"/>
      <w:lvlText w:val="-"/>
      <w:lvlJc w:val="left"/>
      <w:pPr>
        <w:ind w:left="1004" w:hanging="360"/>
      </w:pPr>
      <w:rPr>
        <w:rFonts w:ascii="Century Gothic" w:hAnsi="Century Gothic" w:cs="Century Gothic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D6D4880"/>
    <w:multiLevelType w:val="multilevel"/>
    <w:tmpl w:val="57E68AA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aps w:val="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</w:abstractNum>
  <w:abstractNum w:abstractNumId="3" w15:restartNumberingAfterBreak="0">
    <w:nsid w:val="4E0B4C86"/>
    <w:multiLevelType w:val="hybridMultilevel"/>
    <w:tmpl w:val="667887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42716C"/>
    <w:multiLevelType w:val="multilevel"/>
    <w:tmpl w:val="97F04DB8"/>
    <w:lvl w:ilvl="0">
      <w:start w:val="1"/>
      <w:numFmt w:val="decimal"/>
      <w:lvlText w:val="%1"/>
      <w:lvlJc w:val="left"/>
      <w:pPr>
        <w:tabs>
          <w:tab w:val="num" w:pos="2232"/>
        </w:tabs>
        <w:ind w:left="22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86"/>
        </w:tabs>
        <w:ind w:left="128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5B0807A1"/>
    <w:multiLevelType w:val="hybridMultilevel"/>
    <w:tmpl w:val="2DAEFB4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447972"/>
    <w:multiLevelType w:val="hybridMultilevel"/>
    <w:tmpl w:val="B1548F4E"/>
    <w:lvl w:ilvl="0" w:tplc="CC84762A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5D1934"/>
    <w:multiLevelType w:val="singleLevel"/>
    <w:tmpl w:val="3D7639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7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1121"/>
    <w:rsid w:val="00003015"/>
    <w:rsid w:val="00004A1F"/>
    <w:rsid w:val="00006DA2"/>
    <w:rsid w:val="00014715"/>
    <w:rsid w:val="00017D7B"/>
    <w:rsid w:val="0002044B"/>
    <w:rsid w:val="0002076E"/>
    <w:rsid w:val="00023564"/>
    <w:rsid w:val="0003157A"/>
    <w:rsid w:val="000316A3"/>
    <w:rsid w:val="00032E4A"/>
    <w:rsid w:val="00033F1B"/>
    <w:rsid w:val="00034A4A"/>
    <w:rsid w:val="00037017"/>
    <w:rsid w:val="000448A4"/>
    <w:rsid w:val="00067A45"/>
    <w:rsid w:val="00072B7C"/>
    <w:rsid w:val="00077945"/>
    <w:rsid w:val="00080905"/>
    <w:rsid w:val="00080C04"/>
    <w:rsid w:val="00083054"/>
    <w:rsid w:val="0008310D"/>
    <w:rsid w:val="00083A5C"/>
    <w:rsid w:val="00083CDD"/>
    <w:rsid w:val="00084042"/>
    <w:rsid w:val="0009219F"/>
    <w:rsid w:val="000A3C59"/>
    <w:rsid w:val="000B1C39"/>
    <w:rsid w:val="000B469B"/>
    <w:rsid w:val="000C5288"/>
    <w:rsid w:val="000C6A0F"/>
    <w:rsid w:val="000D6D37"/>
    <w:rsid w:val="000E6247"/>
    <w:rsid w:val="000F414C"/>
    <w:rsid w:val="000F6FC0"/>
    <w:rsid w:val="000F75BA"/>
    <w:rsid w:val="0010059F"/>
    <w:rsid w:val="00100BEC"/>
    <w:rsid w:val="00102B9B"/>
    <w:rsid w:val="00102C76"/>
    <w:rsid w:val="00104F62"/>
    <w:rsid w:val="00105FEA"/>
    <w:rsid w:val="0010737E"/>
    <w:rsid w:val="00113C96"/>
    <w:rsid w:val="00120D4A"/>
    <w:rsid w:val="001234BA"/>
    <w:rsid w:val="001246C0"/>
    <w:rsid w:val="00125FE1"/>
    <w:rsid w:val="00130024"/>
    <w:rsid w:val="0013143A"/>
    <w:rsid w:val="00137D5F"/>
    <w:rsid w:val="00141863"/>
    <w:rsid w:val="00141C24"/>
    <w:rsid w:val="00141F34"/>
    <w:rsid w:val="00142B74"/>
    <w:rsid w:val="00143261"/>
    <w:rsid w:val="001450CA"/>
    <w:rsid w:val="00150676"/>
    <w:rsid w:val="00161E6A"/>
    <w:rsid w:val="00162F95"/>
    <w:rsid w:val="00163321"/>
    <w:rsid w:val="00163382"/>
    <w:rsid w:val="00170241"/>
    <w:rsid w:val="001746F2"/>
    <w:rsid w:val="00174A45"/>
    <w:rsid w:val="0017502D"/>
    <w:rsid w:val="0018623B"/>
    <w:rsid w:val="00186BE5"/>
    <w:rsid w:val="001964FD"/>
    <w:rsid w:val="001A39EF"/>
    <w:rsid w:val="001A4387"/>
    <w:rsid w:val="001B0384"/>
    <w:rsid w:val="001B5626"/>
    <w:rsid w:val="001B640D"/>
    <w:rsid w:val="001C4D2E"/>
    <w:rsid w:val="001D241C"/>
    <w:rsid w:val="001D2699"/>
    <w:rsid w:val="001D557C"/>
    <w:rsid w:val="001E0C4F"/>
    <w:rsid w:val="001E4DDD"/>
    <w:rsid w:val="001E5F0B"/>
    <w:rsid w:val="001F02EA"/>
    <w:rsid w:val="001F3E7C"/>
    <w:rsid w:val="001F529C"/>
    <w:rsid w:val="00200EB0"/>
    <w:rsid w:val="00205425"/>
    <w:rsid w:val="002056D0"/>
    <w:rsid w:val="00207A11"/>
    <w:rsid w:val="00215600"/>
    <w:rsid w:val="0021565A"/>
    <w:rsid w:val="00220E0B"/>
    <w:rsid w:val="002243E1"/>
    <w:rsid w:val="00224400"/>
    <w:rsid w:val="0022471C"/>
    <w:rsid w:val="00226929"/>
    <w:rsid w:val="00233C1D"/>
    <w:rsid w:val="002350FC"/>
    <w:rsid w:val="002351F9"/>
    <w:rsid w:val="00241CBF"/>
    <w:rsid w:val="00243A96"/>
    <w:rsid w:val="00244AEA"/>
    <w:rsid w:val="00247899"/>
    <w:rsid w:val="002478AA"/>
    <w:rsid w:val="002512A5"/>
    <w:rsid w:val="0025409B"/>
    <w:rsid w:val="00254DE7"/>
    <w:rsid w:val="00256133"/>
    <w:rsid w:val="00256CEA"/>
    <w:rsid w:val="00261B2D"/>
    <w:rsid w:val="00263DEE"/>
    <w:rsid w:val="00264DC9"/>
    <w:rsid w:val="00267541"/>
    <w:rsid w:val="00271646"/>
    <w:rsid w:val="002752F3"/>
    <w:rsid w:val="00275BD1"/>
    <w:rsid w:val="00285230"/>
    <w:rsid w:val="00285F45"/>
    <w:rsid w:val="00292FE9"/>
    <w:rsid w:val="002966B4"/>
    <w:rsid w:val="00297057"/>
    <w:rsid w:val="002A130B"/>
    <w:rsid w:val="002A1AAC"/>
    <w:rsid w:val="002A355A"/>
    <w:rsid w:val="002A52DF"/>
    <w:rsid w:val="002A78FA"/>
    <w:rsid w:val="002A7901"/>
    <w:rsid w:val="002A7915"/>
    <w:rsid w:val="002B4B0A"/>
    <w:rsid w:val="002B5264"/>
    <w:rsid w:val="002C1E82"/>
    <w:rsid w:val="002E245D"/>
    <w:rsid w:val="002E51D3"/>
    <w:rsid w:val="002E58D1"/>
    <w:rsid w:val="002F2AE2"/>
    <w:rsid w:val="002F59AF"/>
    <w:rsid w:val="002F7ED8"/>
    <w:rsid w:val="003002A0"/>
    <w:rsid w:val="00302BC8"/>
    <w:rsid w:val="003038FB"/>
    <w:rsid w:val="00304521"/>
    <w:rsid w:val="00304B67"/>
    <w:rsid w:val="00310B80"/>
    <w:rsid w:val="00331A00"/>
    <w:rsid w:val="0033290C"/>
    <w:rsid w:val="00340663"/>
    <w:rsid w:val="00340F3B"/>
    <w:rsid w:val="00342C24"/>
    <w:rsid w:val="00342CA1"/>
    <w:rsid w:val="00343939"/>
    <w:rsid w:val="00344B0E"/>
    <w:rsid w:val="003451C3"/>
    <w:rsid w:val="00345DCB"/>
    <w:rsid w:val="003477D2"/>
    <w:rsid w:val="00347A6A"/>
    <w:rsid w:val="00350CA2"/>
    <w:rsid w:val="003520DC"/>
    <w:rsid w:val="00356A53"/>
    <w:rsid w:val="00361121"/>
    <w:rsid w:val="00367BDD"/>
    <w:rsid w:val="0037186F"/>
    <w:rsid w:val="00372D67"/>
    <w:rsid w:val="003779CA"/>
    <w:rsid w:val="0039189B"/>
    <w:rsid w:val="00391957"/>
    <w:rsid w:val="0039201A"/>
    <w:rsid w:val="003934CC"/>
    <w:rsid w:val="00394654"/>
    <w:rsid w:val="00397624"/>
    <w:rsid w:val="003A2229"/>
    <w:rsid w:val="003A56E8"/>
    <w:rsid w:val="003A684D"/>
    <w:rsid w:val="003B0BB3"/>
    <w:rsid w:val="003B112F"/>
    <w:rsid w:val="003B1BBE"/>
    <w:rsid w:val="003B2826"/>
    <w:rsid w:val="003B378D"/>
    <w:rsid w:val="003B3C02"/>
    <w:rsid w:val="003B5AD4"/>
    <w:rsid w:val="003B5B1D"/>
    <w:rsid w:val="003B6D19"/>
    <w:rsid w:val="003C1C31"/>
    <w:rsid w:val="003C1D71"/>
    <w:rsid w:val="003C23D3"/>
    <w:rsid w:val="003C342E"/>
    <w:rsid w:val="003C40DA"/>
    <w:rsid w:val="003D404F"/>
    <w:rsid w:val="003F714B"/>
    <w:rsid w:val="00403619"/>
    <w:rsid w:val="00403EFE"/>
    <w:rsid w:val="00407EA7"/>
    <w:rsid w:val="0041251B"/>
    <w:rsid w:val="00412DF1"/>
    <w:rsid w:val="00420477"/>
    <w:rsid w:val="004240B0"/>
    <w:rsid w:val="00425E6E"/>
    <w:rsid w:val="004311DB"/>
    <w:rsid w:val="00432C3E"/>
    <w:rsid w:val="00437E07"/>
    <w:rsid w:val="00440B9B"/>
    <w:rsid w:val="0044351B"/>
    <w:rsid w:val="004439E7"/>
    <w:rsid w:val="00444277"/>
    <w:rsid w:val="00451CEA"/>
    <w:rsid w:val="00452B2B"/>
    <w:rsid w:val="00456832"/>
    <w:rsid w:val="00461851"/>
    <w:rsid w:val="00463BA5"/>
    <w:rsid w:val="0046488F"/>
    <w:rsid w:val="00465531"/>
    <w:rsid w:val="004656C2"/>
    <w:rsid w:val="00472D5D"/>
    <w:rsid w:val="00472DFF"/>
    <w:rsid w:val="0047496D"/>
    <w:rsid w:val="0047581E"/>
    <w:rsid w:val="00477E8A"/>
    <w:rsid w:val="00483551"/>
    <w:rsid w:val="004848B7"/>
    <w:rsid w:val="004A0419"/>
    <w:rsid w:val="004A0786"/>
    <w:rsid w:val="004A12E1"/>
    <w:rsid w:val="004A17B1"/>
    <w:rsid w:val="004A33A1"/>
    <w:rsid w:val="004B2FCB"/>
    <w:rsid w:val="004B3F22"/>
    <w:rsid w:val="004B4AEA"/>
    <w:rsid w:val="004B5E68"/>
    <w:rsid w:val="004B61E0"/>
    <w:rsid w:val="004C1301"/>
    <w:rsid w:val="004C3CA6"/>
    <w:rsid w:val="004C476F"/>
    <w:rsid w:val="004C4EFA"/>
    <w:rsid w:val="004D0495"/>
    <w:rsid w:val="004D2987"/>
    <w:rsid w:val="004D7433"/>
    <w:rsid w:val="004E0E29"/>
    <w:rsid w:val="004F0CC4"/>
    <w:rsid w:val="004F107D"/>
    <w:rsid w:val="004F71B0"/>
    <w:rsid w:val="00500537"/>
    <w:rsid w:val="00500C31"/>
    <w:rsid w:val="005016CA"/>
    <w:rsid w:val="00514EAF"/>
    <w:rsid w:val="00517E24"/>
    <w:rsid w:val="005275A9"/>
    <w:rsid w:val="005322BC"/>
    <w:rsid w:val="0053245D"/>
    <w:rsid w:val="00532923"/>
    <w:rsid w:val="00532DE5"/>
    <w:rsid w:val="00533B32"/>
    <w:rsid w:val="00533C2E"/>
    <w:rsid w:val="0053710E"/>
    <w:rsid w:val="00537349"/>
    <w:rsid w:val="00537680"/>
    <w:rsid w:val="005404AA"/>
    <w:rsid w:val="00540576"/>
    <w:rsid w:val="00543D66"/>
    <w:rsid w:val="00550C7E"/>
    <w:rsid w:val="00551465"/>
    <w:rsid w:val="0055360D"/>
    <w:rsid w:val="005550F0"/>
    <w:rsid w:val="00555C85"/>
    <w:rsid w:val="00557FA2"/>
    <w:rsid w:val="005609CC"/>
    <w:rsid w:val="00560EE0"/>
    <w:rsid w:val="005621B4"/>
    <w:rsid w:val="00565268"/>
    <w:rsid w:val="00572868"/>
    <w:rsid w:val="00573377"/>
    <w:rsid w:val="00573C28"/>
    <w:rsid w:val="0057432B"/>
    <w:rsid w:val="0058005B"/>
    <w:rsid w:val="00583344"/>
    <w:rsid w:val="0058401B"/>
    <w:rsid w:val="0058623A"/>
    <w:rsid w:val="00596E8F"/>
    <w:rsid w:val="005A6BC0"/>
    <w:rsid w:val="005C1F66"/>
    <w:rsid w:val="005C2849"/>
    <w:rsid w:val="005C4991"/>
    <w:rsid w:val="005C4E4A"/>
    <w:rsid w:val="005D10AD"/>
    <w:rsid w:val="005D53A5"/>
    <w:rsid w:val="005D5CB0"/>
    <w:rsid w:val="005D62CE"/>
    <w:rsid w:val="005D6866"/>
    <w:rsid w:val="005E1A93"/>
    <w:rsid w:val="005E23F1"/>
    <w:rsid w:val="005E3282"/>
    <w:rsid w:val="005E3DF8"/>
    <w:rsid w:val="005E584A"/>
    <w:rsid w:val="005E7073"/>
    <w:rsid w:val="005F4D8F"/>
    <w:rsid w:val="005F6D0C"/>
    <w:rsid w:val="005F71BB"/>
    <w:rsid w:val="005F7543"/>
    <w:rsid w:val="00600E13"/>
    <w:rsid w:val="00602B2F"/>
    <w:rsid w:val="00603E19"/>
    <w:rsid w:val="0060611E"/>
    <w:rsid w:val="00620476"/>
    <w:rsid w:val="0062614B"/>
    <w:rsid w:val="00630123"/>
    <w:rsid w:val="006368ED"/>
    <w:rsid w:val="0064296C"/>
    <w:rsid w:val="00646D7F"/>
    <w:rsid w:val="00651477"/>
    <w:rsid w:val="00651F5E"/>
    <w:rsid w:val="0065514E"/>
    <w:rsid w:val="00661133"/>
    <w:rsid w:val="0066347D"/>
    <w:rsid w:val="00667816"/>
    <w:rsid w:val="00672A63"/>
    <w:rsid w:val="00672BDC"/>
    <w:rsid w:val="006744BF"/>
    <w:rsid w:val="006778AE"/>
    <w:rsid w:val="006817D2"/>
    <w:rsid w:val="00683454"/>
    <w:rsid w:val="00685CFC"/>
    <w:rsid w:val="006866B6"/>
    <w:rsid w:val="00687329"/>
    <w:rsid w:val="0069085F"/>
    <w:rsid w:val="00693245"/>
    <w:rsid w:val="006A44F1"/>
    <w:rsid w:val="006A6012"/>
    <w:rsid w:val="006A6DDC"/>
    <w:rsid w:val="006A7632"/>
    <w:rsid w:val="006B05F3"/>
    <w:rsid w:val="006B0C28"/>
    <w:rsid w:val="006B2599"/>
    <w:rsid w:val="006B3223"/>
    <w:rsid w:val="006B6C2B"/>
    <w:rsid w:val="006C1E87"/>
    <w:rsid w:val="006C2025"/>
    <w:rsid w:val="006C3044"/>
    <w:rsid w:val="006C6763"/>
    <w:rsid w:val="006D2847"/>
    <w:rsid w:val="006D3A70"/>
    <w:rsid w:val="006D4B5D"/>
    <w:rsid w:val="006F3DB7"/>
    <w:rsid w:val="00705510"/>
    <w:rsid w:val="00705B73"/>
    <w:rsid w:val="00712EBB"/>
    <w:rsid w:val="00721573"/>
    <w:rsid w:val="00723522"/>
    <w:rsid w:val="00724552"/>
    <w:rsid w:val="00727CE4"/>
    <w:rsid w:val="007349F7"/>
    <w:rsid w:val="00735764"/>
    <w:rsid w:val="007363AF"/>
    <w:rsid w:val="00741426"/>
    <w:rsid w:val="007415D0"/>
    <w:rsid w:val="007524DD"/>
    <w:rsid w:val="00752D8B"/>
    <w:rsid w:val="007538BF"/>
    <w:rsid w:val="007604F2"/>
    <w:rsid w:val="0076126E"/>
    <w:rsid w:val="00762289"/>
    <w:rsid w:val="00762F7F"/>
    <w:rsid w:val="00766433"/>
    <w:rsid w:val="007729A6"/>
    <w:rsid w:val="00773380"/>
    <w:rsid w:val="00773A8D"/>
    <w:rsid w:val="0077490E"/>
    <w:rsid w:val="00795018"/>
    <w:rsid w:val="00796821"/>
    <w:rsid w:val="007B0A57"/>
    <w:rsid w:val="007B2615"/>
    <w:rsid w:val="007B5D59"/>
    <w:rsid w:val="007B6589"/>
    <w:rsid w:val="007B68CB"/>
    <w:rsid w:val="007C0FB8"/>
    <w:rsid w:val="007C1101"/>
    <w:rsid w:val="007C3CD9"/>
    <w:rsid w:val="007C45E8"/>
    <w:rsid w:val="007C488A"/>
    <w:rsid w:val="007E06BF"/>
    <w:rsid w:val="007E117C"/>
    <w:rsid w:val="007E461D"/>
    <w:rsid w:val="007E562F"/>
    <w:rsid w:val="007E6621"/>
    <w:rsid w:val="007F030A"/>
    <w:rsid w:val="007F0F84"/>
    <w:rsid w:val="007F6B75"/>
    <w:rsid w:val="008011DF"/>
    <w:rsid w:val="008061F7"/>
    <w:rsid w:val="00811418"/>
    <w:rsid w:val="00813F46"/>
    <w:rsid w:val="00814282"/>
    <w:rsid w:val="00816AA8"/>
    <w:rsid w:val="00820251"/>
    <w:rsid w:val="00820884"/>
    <w:rsid w:val="008266CC"/>
    <w:rsid w:val="00831C67"/>
    <w:rsid w:val="00834D54"/>
    <w:rsid w:val="00834E34"/>
    <w:rsid w:val="0083576E"/>
    <w:rsid w:val="00835D3E"/>
    <w:rsid w:val="00837B86"/>
    <w:rsid w:val="00841247"/>
    <w:rsid w:val="00843A60"/>
    <w:rsid w:val="008532AC"/>
    <w:rsid w:val="00856F6B"/>
    <w:rsid w:val="00861D39"/>
    <w:rsid w:val="00875478"/>
    <w:rsid w:val="00877D0E"/>
    <w:rsid w:val="00881618"/>
    <w:rsid w:val="0088743C"/>
    <w:rsid w:val="00890307"/>
    <w:rsid w:val="008905EF"/>
    <w:rsid w:val="00890D30"/>
    <w:rsid w:val="008917A0"/>
    <w:rsid w:val="00891E2D"/>
    <w:rsid w:val="00892DAC"/>
    <w:rsid w:val="008A0D4C"/>
    <w:rsid w:val="008A4C22"/>
    <w:rsid w:val="008A55C6"/>
    <w:rsid w:val="008A758D"/>
    <w:rsid w:val="008A76CB"/>
    <w:rsid w:val="008B1388"/>
    <w:rsid w:val="008C0481"/>
    <w:rsid w:val="008D62C0"/>
    <w:rsid w:val="008E11A7"/>
    <w:rsid w:val="008F08BE"/>
    <w:rsid w:val="008F1679"/>
    <w:rsid w:val="008F179B"/>
    <w:rsid w:val="00904C34"/>
    <w:rsid w:val="00911309"/>
    <w:rsid w:val="00912E45"/>
    <w:rsid w:val="00920A53"/>
    <w:rsid w:val="00931D9B"/>
    <w:rsid w:val="00932EB4"/>
    <w:rsid w:val="0093354C"/>
    <w:rsid w:val="00933F50"/>
    <w:rsid w:val="00941E02"/>
    <w:rsid w:val="00943CBE"/>
    <w:rsid w:val="009441D2"/>
    <w:rsid w:val="00946707"/>
    <w:rsid w:val="00952B1F"/>
    <w:rsid w:val="00954D2C"/>
    <w:rsid w:val="00957046"/>
    <w:rsid w:val="00960DE1"/>
    <w:rsid w:val="00971A92"/>
    <w:rsid w:val="00973AD3"/>
    <w:rsid w:val="00976CB3"/>
    <w:rsid w:val="00980486"/>
    <w:rsid w:val="009805BC"/>
    <w:rsid w:val="00980A25"/>
    <w:rsid w:val="0098372B"/>
    <w:rsid w:val="009857E8"/>
    <w:rsid w:val="00990327"/>
    <w:rsid w:val="009931B8"/>
    <w:rsid w:val="00994A45"/>
    <w:rsid w:val="0099605E"/>
    <w:rsid w:val="009A30BE"/>
    <w:rsid w:val="009B5595"/>
    <w:rsid w:val="009B5966"/>
    <w:rsid w:val="009C1043"/>
    <w:rsid w:val="009C401B"/>
    <w:rsid w:val="009C5193"/>
    <w:rsid w:val="009C613E"/>
    <w:rsid w:val="009C64B7"/>
    <w:rsid w:val="009C691C"/>
    <w:rsid w:val="009C6DC0"/>
    <w:rsid w:val="009C7B62"/>
    <w:rsid w:val="009C7C5C"/>
    <w:rsid w:val="009D335E"/>
    <w:rsid w:val="009D76E5"/>
    <w:rsid w:val="009F0A34"/>
    <w:rsid w:val="009F319A"/>
    <w:rsid w:val="009F4A30"/>
    <w:rsid w:val="009F5485"/>
    <w:rsid w:val="009F7F91"/>
    <w:rsid w:val="00A004E5"/>
    <w:rsid w:val="00A03B23"/>
    <w:rsid w:val="00A10CCF"/>
    <w:rsid w:val="00A123C1"/>
    <w:rsid w:val="00A20560"/>
    <w:rsid w:val="00A20A66"/>
    <w:rsid w:val="00A20F00"/>
    <w:rsid w:val="00A27A83"/>
    <w:rsid w:val="00A34094"/>
    <w:rsid w:val="00A35A69"/>
    <w:rsid w:val="00A37332"/>
    <w:rsid w:val="00A37398"/>
    <w:rsid w:val="00A41E02"/>
    <w:rsid w:val="00A44251"/>
    <w:rsid w:val="00A45DEE"/>
    <w:rsid w:val="00A50AAA"/>
    <w:rsid w:val="00A52351"/>
    <w:rsid w:val="00A5595C"/>
    <w:rsid w:val="00A6057A"/>
    <w:rsid w:val="00A62588"/>
    <w:rsid w:val="00A66758"/>
    <w:rsid w:val="00A71ABB"/>
    <w:rsid w:val="00A73AAA"/>
    <w:rsid w:val="00A75E83"/>
    <w:rsid w:val="00A76B3A"/>
    <w:rsid w:val="00A80FEE"/>
    <w:rsid w:val="00A8195A"/>
    <w:rsid w:val="00A857C7"/>
    <w:rsid w:val="00A86425"/>
    <w:rsid w:val="00A93FBC"/>
    <w:rsid w:val="00AA14F6"/>
    <w:rsid w:val="00AA2AD6"/>
    <w:rsid w:val="00AA353E"/>
    <w:rsid w:val="00AA41CD"/>
    <w:rsid w:val="00AA6DED"/>
    <w:rsid w:val="00AA7531"/>
    <w:rsid w:val="00AB7158"/>
    <w:rsid w:val="00AD3521"/>
    <w:rsid w:val="00AD73B9"/>
    <w:rsid w:val="00AD7BF6"/>
    <w:rsid w:val="00AE3921"/>
    <w:rsid w:val="00AE7BCF"/>
    <w:rsid w:val="00AF1A8A"/>
    <w:rsid w:val="00AF35D0"/>
    <w:rsid w:val="00AF45F2"/>
    <w:rsid w:val="00AF5BB1"/>
    <w:rsid w:val="00AF6F3E"/>
    <w:rsid w:val="00B03295"/>
    <w:rsid w:val="00B038F4"/>
    <w:rsid w:val="00B05189"/>
    <w:rsid w:val="00B05538"/>
    <w:rsid w:val="00B06B93"/>
    <w:rsid w:val="00B07945"/>
    <w:rsid w:val="00B10125"/>
    <w:rsid w:val="00B11911"/>
    <w:rsid w:val="00B13869"/>
    <w:rsid w:val="00B172E8"/>
    <w:rsid w:val="00B17655"/>
    <w:rsid w:val="00B259D6"/>
    <w:rsid w:val="00B25B04"/>
    <w:rsid w:val="00B306D7"/>
    <w:rsid w:val="00B3119F"/>
    <w:rsid w:val="00B31406"/>
    <w:rsid w:val="00B32672"/>
    <w:rsid w:val="00B35100"/>
    <w:rsid w:val="00B40E75"/>
    <w:rsid w:val="00B41EC3"/>
    <w:rsid w:val="00B4266F"/>
    <w:rsid w:val="00B452B3"/>
    <w:rsid w:val="00B476CB"/>
    <w:rsid w:val="00B47B01"/>
    <w:rsid w:val="00B53447"/>
    <w:rsid w:val="00B66B9D"/>
    <w:rsid w:val="00B67EFE"/>
    <w:rsid w:val="00B7117D"/>
    <w:rsid w:val="00B71D6D"/>
    <w:rsid w:val="00B739C6"/>
    <w:rsid w:val="00B76C19"/>
    <w:rsid w:val="00B76F87"/>
    <w:rsid w:val="00B77F66"/>
    <w:rsid w:val="00B810AF"/>
    <w:rsid w:val="00B83B6F"/>
    <w:rsid w:val="00B91FAA"/>
    <w:rsid w:val="00B9481C"/>
    <w:rsid w:val="00BA092D"/>
    <w:rsid w:val="00BA3351"/>
    <w:rsid w:val="00BA3443"/>
    <w:rsid w:val="00BA57F2"/>
    <w:rsid w:val="00BB132E"/>
    <w:rsid w:val="00BB1F57"/>
    <w:rsid w:val="00BB4429"/>
    <w:rsid w:val="00BB7916"/>
    <w:rsid w:val="00BC1C44"/>
    <w:rsid w:val="00BD2AA6"/>
    <w:rsid w:val="00BE1715"/>
    <w:rsid w:val="00BE3ADD"/>
    <w:rsid w:val="00BE3E73"/>
    <w:rsid w:val="00BF0AF6"/>
    <w:rsid w:val="00BF0EF5"/>
    <w:rsid w:val="00C01A6F"/>
    <w:rsid w:val="00C276B3"/>
    <w:rsid w:val="00C27F27"/>
    <w:rsid w:val="00C33679"/>
    <w:rsid w:val="00C36853"/>
    <w:rsid w:val="00C36D8C"/>
    <w:rsid w:val="00C42684"/>
    <w:rsid w:val="00C46FD3"/>
    <w:rsid w:val="00C52879"/>
    <w:rsid w:val="00C533F8"/>
    <w:rsid w:val="00C53E90"/>
    <w:rsid w:val="00C5414E"/>
    <w:rsid w:val="00C54CD6"/>
    <w:rsid w:val="00C5703F"/>
    <w:rsid w:val="00C6483A"/>
    <w:rsid w:val="00C65A71"/>
    <w:rsid w:val="00C65CAA"/>
    <w:rsid w:val="00C65FE5"/>
    <w:rsid w:val="00C67929"/>
    <w:rsid w:val="00C70738"/>
    <w:rsid w:val="00C717C2"/>
    <w:rsid w:val="00C760F3"/>
    <w:rsid w:val="00C83CAC"/>
    <w:rsid w:val="00C85D32"/>
    <w:rsid w:val="00C87FFA"/>
    <w:rsid w:val="00C9303C"/>
    <w:rsid w:val="00C96AB0"/>
    <w:rsid w:val="00CA021E"/>
    <w:rsid w:val="00CA06DF"/>
    <w:rsid w:val="00CA1682"/>
    <w:rsid w:val="00CA2D20"/>
    <w:rsid w:val="00CA337C"/>
    <w:rsid w:val="00CA446D"/>
    <w:rsid w:val="00CA5D30"/>
    <w:rsid w:val="00CB0C9E"/>
    <w:rsid w:val="00CB42E4"/>
    <w:rsid w:val="00CB573C"/>
    <w:rsid w:val="00CB7D67"/>
    <w:rsid w:val="00CC0616"/>
    <w:rsid w:val="00CC0FCF"/>
    <w:rsid w:val="00CC22F9"/>
    <w:rsid w:val="00CC36C9"/>
    <w:rsid w:val="00CD0899"/>
    <w:rsid w:val="00CD0A42"/>
    <w:rsid w:val="00CD3A75"/>
    <w:rsid w:val="00CD4DDB"/>
    <w:rsid w:val="00CE29BF"/>
    <w:rsid w:val="00CE2C13"/>
    <w:rsid w:val="00CE3E9F"/>
    <w:rsid w:val="00CE58D9"/>
    <w:rsid w:val="00CE5A92"/>
    <w:rsid w:val="00CF0423"/>
    <w:rsid w:val="00CF2918"/>
    <w:rsid w:val="00CF2D10"/>
    <w:rsid w:val="00D005BD"/>
    <w:rsid w:val="00D007CB"/>
    <w:rsid w:val="00D03184"/>
    <w:rsid w:val="00D07C35"/>
    <w:rsid w:val="00D13C63"/>
    <w:rsid w:val="00D146D8"/>
    <w:rsid w:val="00D40DAA"/>
    <w:rsid w:val="00D41532"/>
    <w:rsid w:val="00D46CF7"/>
    <w:rsid w:val="00D563C3"/>
    <w:rsid w:val="00D61B52"/>
    <w:rsid w:val="00D642DB"/>
    <w:rsid w:val="00D64B70"/>
    <w:rsid w:val="00D71E03"/>
    <w:rsid w:val="00D80FF2"/>
    <w:rsid w:val="00D85F13"/>
    <w:rsid w:val="00D90C67"/>
    <w:rsid w:val="00D95B8E"/>
    <w:rsid w:val="00D96993"/>
    <w:rsid w:val="00DB7356"/>
    <w:rsid w:val="00DC2CF9"/>
    <w:rsid w:val="00DC674A"/>
    <w:rsid w:val="00DC7C6F"/>
    <w:rsid w:val="00DD15D4"/>
    <w:rsid w:val="00DD34C0"/>
    <w:rsid w:val="00DD3884"/>
    <w:rsid w:val="00DD3907"/>
    <w:rsid w:val="00DD3CDA"/>
    <w:rsid w:val="00DD7B95"/>
    <w:rsid w:val="00DE398D"/>
    <w:rsid w:val="00DE7199"/>
    <w:rsid w:val="00DF214B"/>
    <w:rsid w:val="00DF4EED"/>
    <w:rsid w:val="00E00192"/>
    <w:rsid w:val="00E01E6E"/>
    <w:rsid w:val="00E04E4F"/>
    <w:rsid w:val="00E07972"/>
    <w:rsid w:val="00E13BA7"/>
    <w:rsid w:val="00E160F9"/>
    <w:rsid w:val="00E16688"/>
    <w:rsid w:val="00E26DF4"/>
    <w:rsid w:val="00E27037"/>
    <w:rsid w:val="00E272AA"/>
    <w:rsid w:val="00E27980"/>
    <w:rsid w:val="00E31298"/>
    <w:rsid w:val="00E33173"/>
    <w:rsid w:val="00E461E9"/>
    <w:rsid w:val="00E4630C"/>
    <w:rsid w:val="00E50701"/>
    <w:rsid w:val="00E51EAD"/>
    <w:rsid w:val="00E53AFE"/>
    <w:rsid w:val="00E74813"/>
    <w:rsid w:val="00E81AB1"/>
    <w:rsid w:val="00E87E47"/>
    <w:rsid w:val="00E944CD"/>
    <w:rsid w:val="00E962A9"/>
    <w:rsid w:val="00EA0C83"/>
    <w:rsid w:val="00EA5D40"/>
    <w:rsid w:val="00EA7A2D"/>
    <w:rsid w:val="00EA7AB1"/>
    <w:rsid w:val="00EA7E72"/>
    <w:rsid w:val="00EB0FF7"/>
    <w:rsid w:val="00EB22EE"/>
    <w:rsid w:val="00EB5717"/>
    <w:rsid w:val="00EB7420"/>
    <w:rsid w:val="00EC3EB5"/>
    <w:rsid w:val="00EC56B0"/>
    <w:rsid w:val="00EC6B10"/>
    <w:rsid w:val="00ED1AB9"/>
    <w:rsid w:val="00ED2291"/>
    <w:rsid w:val="00ED3ACD"/>
    <w:rsid w:val="00ED492F"/>
    <w:rsid w:val="00EE655A"/>
    <w:rsid w:val="00EE6CCB"/>
    <w:rsid w:val="00EE7821"/>
    <w:rsid w:val="00EF0509"/>
    <w:rsid w:val="00EF2A45"/>
    <w:rsid w:val="00F0689B"/>
    <w:rsid w:val="00F072D2"/>
    <w:rsid w:val="00F17ADE"/>
    <w:rsid w:val="00F2199C"/>
    <w:rsid w:val="00F23654"/>
    <w:rsid w:val="00F31E69"/>
    <w:rsid w:val="00F32292"/>
    <w:rsid w:val="00F32AFF"/>
    <w:rsid w:val="00F33032"/>
    <w:rsid w:val="00F36358"/>
    <w:rsid w:val="00F40B3F"/>
    <w:rsid w:val="00F40DF2"/>
    <w:rsid w:val="00F423B4"/>
    <w:rsid w:val="00F4264B"/>
    <w:rsid w:val="00F5214F"/>
    <w:rsid w:val="00F536FB"/>
    <w:rsid w:val="00F5612C"/>
    <w:rsid w:val="00F5799D"/>
    <w:rsid w:val="00F62E1E"/>
    <w:rsid w:val="00F6635F"/>
    <w:rsid w:val="00F71E79"/>
    <w:rsid w:val="00F72E00"/>
    <w:rsid w:val="00F73FDD"/>
    <w:rsid w:val="00F7490D"/>
    <w:rsid w:val="00F81B53"/>
    <w:rsid w:val="00F85F5F"/>
    <w:rsid w:val="00F87889"/>
    <w:rsid w:val="00F90246"/>
    <w:rsid w:val="00F929FE"/>
    <w:rsid w:val="00FA08E3"/>
    <w:rsid w:val="00FA52C1"/>
    <w:rsid w:val="00FB4182"/>
    <w:rsid w:val="00FB5259"/>
    <w:rsid w:val="00FC78F8"/>
    <w:rsid w:val="00FD3AB8"/>
    <w:rsid w:val="00FD3AF7"/>
    <w:rsid w:val="00FD4253"/>
    <w:rsid w:val="00FE031B"/>
    <w:rsid w:val="00FE432C"/>
    <w:rsid w:val="00FF19D9"/>
    <w:rsid w:val="00FF5336"/>
    <w:rsid w:val="00FF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AC2B4F2"/>
  <w15:docId w15:val="{7594A0A9-6ACF-4146-AF45-DE14AEEA6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57C"/>
    <w:pPr>
      <w:jc w:val="both"/>
    </w:pPr>
  </w:style>
  <w:style w:type="paragraph" w:styleId="Nadpis1">
    <w:name w:val="heading 1"/>
    <w:aliases w:val="Nadpis,1,n1"/>
    <w:basedOn w:val="Normln"/>
    <w:next w:val="Normln"/>
    <w:qFormat/>
    <w:rsid w:val="00161E6A"/>
    <w:pPr>
      <w:keepNext/>
      <w:numPr>
        <w:numId w:val="3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link w:val="Nadpis2Char"/>
    <w:qFormat/>
    <w:rsid w:val="00CB0C9E"/>
    <w:pPr>
      <w:keepNext/>
      <w:numPr>
        <w:ilvl w:val="1"/>
        <w:numId w:val="3"/>
      </w:numPr>
      <w:tabs>
        <w:tab w:val="left" w:pos="862"/>
      </w:tabs>
      <w:spacing w:before="240" w:after="240" w:line="288" w:lineRule="auto"/>
      <w:outlineLvl w:val="1"/>
    </w:pPr>
    <w:rPr>
      <w:rFonts w:cs="Arial"/>
      <w:b/>
      <w:bCs/>
      <w:iCs/>
      <w:caps/>
      <w:sz w:val="24"/>
      <w:szCs w:val="28"/>
    </w:rPr>
  </w:style>
  <w:style w:type="paragraph" w:styleId="Nadpis3">
    <w:name w:val="heading 3"/>
    <w:basedOn w:val="Normln"/>
    <w:next w:val="Normln"/>
    <w:link w:val="Nadpis3Char"/>
    <w:qFormat/>
    <w:rsid w:val="00CB0C9E"/>
    <w:pPr>
      <w:keepNext/>
      <w:numPr>
        <w:ilvl w:val="2"/>
        <w:numId w:val="3"/>
      </w:numPr>
      <w:spacing w:before="200" w:after="200" w:line="288" w:lineRule="auto"/>
      <w:outlineLvl w:val="2"/>
    </w:pPr>
    <w:rPr>
      <w:rFonts w:cs="Arial"/>
      <w:b/>
      <w:bCs/>
      <w:caps/>
      <w:sz w:val="22"/>
      <w:szCs w:val="26"/>
    </w:rPr>
  </w:style>
  <w:style w:type="paragraph" w:styleId="Nadpis4">
    <w:name w:val="heading 4"/>
    <w:basedOn w:val="Normln"/>
    <w:next w:val="Normln"/>
    <w:qFormat/>
    <w:rsid w:val="009C613E"/>
    <w:pPr>
      <w:keepNext/>
      <w:numPr>
        <w:ilvl w:val="3"/>
        <w:numId w:val="3"/>
      </w:numPr>
      <w:spacing w:before="200" w:after="200" w:line="288" w:lineRule="auto"/>
      <w:outlineLvl w:val="3"/>
    </w:pPr>
    <w:rPr>
      <w:b/>
      <w:bCs/>
      <w:caps/>
      <w:szCs w:val="28"/>
    </w:rPr>
  </w:style>
  <w:style w:type="paragraph" w:styleId="Nadpis5">
    <w:name w:val="heading 5"/>
    <w:basedOn w:val="Normln"/>
    <w:next w:val="Normln"/>
    <w:qFormat/>
    <w:rsid w:val="00CE29BF"/>
    <w:pPr>
      <w:keepNext/>
      <w:numPr>
        <w:ilvl w:val="4"/>
        <w:numId w:val="3"/>
      </w:numPr>
      <w:tabs>
        <w:tab w:val="left" w:pos="1004"/>
      </w:tabs>
      <w:spacing w:before="120" w:after="120" w:line="288" w:lineRule="auto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rsid w:val="00CE29BF"/>
    <w:pPr>
      <w:keepNext/>
      <w:numPr>
        <w:ilvl w:val="5"/>
        <w:numId w:val="3"/>
      </w:numPr>
      <w:tabs>
        <w:tab w:val="left" w:pos="1145"/>
      </w:tabs>
      <w:spacing w:before="120" w:after="120" w:line="288" w:lineRule="auto"/>
      <w:jc w:val="left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9C691C"/>
    <w:pPr>
      <w:keepNext/>
      <w:numPr>
        <w:ilvl w:val="6"/>
        <w:numId w:val="3"/>
      </w:numPr>
      <w:tabs>
        <w:tab w:val="left" w:pos="1287"/>
      </w:tabs>
      <w:spacing w:before="60" w:after="60" w:line="288" w:lineRule="auto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9C691C"/>
    <w:pPr>
      <w:keepNext/>
      <w:numPr>
        <w:ilvl w:val="7"/>
        <w:numId w:val="3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rsid w:val="009C691C"/>
    <w:pPr>
      <w:keepNext/>
      <w:numPr>
        <w:ilvl w:val="8"/>
        <w:numId w:val="3"/>
      </w:numPr>
      <w:tabs>
        <w:tab w:val="left" w:pos="1571"/>
      </w:tabs>
      <w:spacing w:line="288" w:lineRule="auto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2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3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paragraph" w:styleId="Odstavecseseznamem">
    <w:name w:val="List Paragraph"/>
    <w:basedOn w:val="Normln"/>
    <w:link w:val="OdstavecseseznamemChar"/>
    <w:uiPriority w:val="34"/>
    <w:qFormat/>
    <w:rsid w:val="00C36D8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B658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6589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6589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658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6589"/>
    <w:rPr>
      <w:b/>
      <w:bCs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331A0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331A00"/>
    <w:rPr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310B80"/>
    <w:pPr>
      <w:tabs>
        <w:tab w:val="left" w:pos="360"/>
      </w:tabs>
      <w:ind w:left="360" w:hanging="360"/>
    </w:pPr>
  </w:style>
  <w:style w:type="character" w:customStyle="1" w:styleId="TextpoznpodarouChar">
    <w:name w:val="Text pozn. pod čarou Char"/>
    <w:basedOn w:val="Standardnpsmoodstavce"/>
    <w:link w:val="Textpoznpodarou"/>
    <w:semiHidden/>
    <w:rsid w:val="00310B80"/>
  </w:style>
  <w:style w:type="character" w:styleId="Znakapoznpodarou">
    <w:name w:val="footnote reference"/>
    <w:basedOn w:val="Standardnpsmoodstavce"/>
    <w:semiHidden/>
    <w:rsid w:val="00310B80"/>
    <w:rPr>
      <w:vertAlign w:val="superscript"/>
    </w:rPr>
  </w:style>
  <w:style w:type="paragraph" w:customStyle="1" w:styleId="Styl1">
    <w:name w:val="Styl1"/>
    <w:basedOn w:val="Nadpis3"/>
    <w:qFormat/>
    <w:rsid w:val="00946707"/>
    <w:pPr>
      <w:numPr>
        <w:ilvl w:val="0"/>
        <w:numId w:val="5"/>
      </w:numPr>
    </w:pPr>
    <w:rPr>
      <w:sz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46707"/>
  </w:style>
  <w:style w:type="paragraph" w:customStyle="1" w:styleId="Normln0">
    <w:name w:val="Norm‡ln’"/>
    <w:rsid w:val="00141C24"/>
    <w:pPr>
      <w:jc w:val="both"/>
    </w:pPr>
    <w:rPr>
      <w:sz w:val="22"/>
    </w:rPr>
  </w:style>
  <w:style w:type="paragraph" w:customStyle="1" w:styleId="Vchoz">
    <w:name w:val="_Výchozí"/>
    <w:rsid w:val="00EE655A"/>
    <w:pPr>
      <w:spacing w:after="60"/>
      <w:jc w:val="both"/>
    </w:pPr>
    <w:rPr>
      <w:rFonts w:ascii="Times New Roman" w:hAnsi="Times New Roman"/>
      <w:sz w:val="24"/>
      <w:szCs w:val="24"/>
    </w:rPr>
  </w:style>
  <w:style w:type="paragraph" w:customStyle="1" w:styleId="StylNadpis1nenTunZarovnatdobloku">
    <w:name w:val="Styl Nadpis 1 + není Tučné Zarovnat do bloku"/>
    <w:basedOn w:val="Nadpis1"/>
    <w:rsid w:val="00EE655A"/>
    <w:pPr>
      <w:tabs>
        <w:tab w:val="left" w:pos="0"/>
      </w:tabs>
      <w:spacing w:before="0" w:after="0"/>
      <w:ind w:left="431" w:hanging="431"/>
    </w:pPr>
    <w:rPr>
      <w:rFonts w:ascii="Times New Roman" w:hAnsi="Times New Roman"/>
      <w:b w:val="0"/>
      <w:bCs w:val="0"/>
      <w:caps w:val="0"/>
      <w:sz w:val="32"/>
    </w:rPr>
  </w:style>
  <w:style w:type="table" w:customStyle="1" w:styleId="TableNormal">
    <w:name w:val="Table Normal"/>
    <w:uiPriority w:val="2"/>
    <w:semiHidden/>
    <w:unhideWhenUsed/>
    <w:qFormat/>
    <w:rsid w:val="00CA446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CA446D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rsid w:val="00A004E5"/>
    <w:rPr>
      <w:rFonts w:cs="Arial"/>
      <w:b/>
      <w:bCs/>
      <w:iCs/>
      <w:cap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A004E5"/>
    <w:rPr>
      <w:rFonts w:cs="Arial"/>
      <w:b/>
      <w:bCs/>
      <w:caps/>
      <w:sz w:val="22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35403-29C3-4609-8513-130BCA1C4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Minutes en x</Template>
  <TotalTime>28</TotalTime>
  <Pages>5</Pages>
  <Words>1206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DUR A Úvodní údaje, identifikace</vt:lpstr>
    </vt:vector>
  </TitlesOfParts>
  <Company>Sweco Hydroprojekt a.s.</Company>
  <LinksUpToDate>false</LinksUpToDate>
  <CharactersWithSpaces>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DUR A Úvodní údaje, identifikace</dc:title>
  <dc:creator>Sweco Hydroprojekt a.s.</dc:creator>
  <cp:lastModifiedBy>Petra Michálková</cp:lastModifiedBy>
  <cp:revision>7</cp:revision>
  <cp:lastPrinted>2019-05-21T09:10:00Z</cp:lastPrinted>
  <dcterms:created xsi:type="dcterms:W3CDTF">2018-09-05T09:27:00Z</dcterms:created>
  <dcterms:modified xsi:type="dcterms:W3CDTF">2019-05-21T09:11:00Z</dcterms:modified>
</cp:coreProperties>
</file>