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15019" w14:textId="77777777" w:rsidR="006C6763" w:rsidRPr="007349F7" w:rsidRDefault="006C6763" w:rsidP="00113C96">
      <w:pPr>
        <w:jc w:val="center"/>
        <w:rPr>
          <w:rFonts w:cs="Arial"/>
          <w:color w:val="000000" w:themeColor="text1"/>
        </w:rPr>
      </w:pPr>
    </w:p>
    <w:p w14:paraId="395AD97A" w14:textId="77777777" w:rsidR="006C6763" w:rsidRPr="007349F7" w:rsidRDefault="006C6763" w:rsidP="00113C96">
      <w:pPr>
        <w:jc w:val="center"/>
        <w:rPr>
          <w:rFonts w:cs="Arial"/>
          <w:color w:val="000000" w:themeColor="text1"/>
        </w:rPr>
      </w:pPr>
    </w:p>
    <w:p w14:paraId="6D55E3AD" w14:textId="77777777" w:rsidR="006C6763" w:rsidRPr="007349F7" w:rsidRDefault="006C6763" w:rsidP="00113C96">
      <w:pPr>
        <w:jc w:val="center"/>
        <w:rPr>
          <w:rFonts w:cs="Arial"/>
          <w:color w:val="000000" w:themeColor="text1"/>
        </w:rPr>
      </w:pPr>
    </w:p>
    <w:p w14:paraId="130C5332" w14:textId="77777777" w:rsidR="006C6763" w:rsidRPr="007349F7" w:rsidRDefault="006C6763" w:rsidP="00113C96">
      <w:pPr>
        <w:jc w:val="center"/>
        <w:rPr>
          <w:rFonts w:cs="Arial"/>
          <w:color w:val="000000" w:themeColor="text1"/>
        </w:rPr>
      </w:pPr>
    </w:p>
    <w:p w14:paraId="5AE055A4" w14:textId="77777777"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14:paraId="6B42626C" w14:textId="77777777"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14:paraId="6CC6AE03" w14:textId="77777777" w:rsidR="006C6763" w:rsidRPr="007349F7" w:rsidRDefault="006C6763" w:rsidP="00113C96">
      <w:pPr>
        <w:jc w:val="center"/>
        <w:rPr>
          <w:rFonts w:cs="Arial"/>
          <w:color w:val="000000" w:themeColor="text1"/>
        </w:rPr>
      </w:pPr>
    </w:p>
    <w:p w14:paraId="1D0E8EC5" w14:textId="77777777" w:rsidR="006C6763" w:rsidRPr="007349F7" w:rsidRDefault="006C6763" w:rsidP="00113C96">
      <w:pPr>
        <w:jc w:val="center"/>
        <w:rPr>
          <w:rFonts w:cs="Arial"/>
          <w:color w:val="000000" w:themeColor="text1"/>
        </w:rPr>
      </w:pPr>
    </w:p>
    <w:p w14:paraId="5287E1C6" w14:textId="77777777"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14:paraId="41ED4A56" w14:textId="77777777"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14:paraId="4749A42D" w14:textId="77777777"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14:paraId="6F2C3181" w14:textId="77777777"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14:paraId="0D7415EE" w14:textId="77777777"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14:paraId="397A0CE0" w14:textId="77777777"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14:paraId="1A4CB6CF" w14:textId="77777777"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14:paraId="0C0DD6FA" w14:textId="77777777"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14:paraId="09FCFC01" w14:textId="77777777"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14:paraId="495C7B45" w14:textId="77777777"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14:paraId="7BF1D5C9" w14:textId="77777777"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14:paraId="07A38A6A" w14:textId="77777777"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14:paraId="2801CADE" w14:textId="77777777"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14:paraId="67D06FA0" w14:textId="77777777"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14:paraId="42574A2E" w14:textId="77777777"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14:paraId="29C5A69F" w14:textId="77777777"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14:paraId="1E95E86C" w14:textId="77777777"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14:paraId="780235B9" w14:textId="77777777"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14:paraId="07D3E6C8" w14:textId="77777777"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14:paraId="674941C6" w14:textId="77777777"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14:paraId="006D2ED6" w14:textId="77777777"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14:paraId="77AA7C6A" w14:textId="77777777"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14:paraId="6273E2F2" w14:textId="77777777"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14:paraId="12D64DA3" w14:textId="77777777"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14:paraId="426D1306" w14:textId="77777777"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14:paraId="6D7F987B" w14:textId="77777777"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14:paraId="53099594" w14:textId="77777777"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14:paraId="31BC2203" w14:textId="77777777"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14:paraId="19719F5D" w14:textId="77777777"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14:paraId="36FB7732" w14:textId="77777777"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14:paraId="68188CC8" w14:textId="77777777" w:rsidR="006C6763" w:rsidRPr="007349F7" w:rsidRDefault="006C6763" w:rsidP="00113C96">
      <w:pPr>
        <w:jc w:val="center"/>
        <w:rPr>
          <w:rFonts w:cs="Arial"/>
          <w:color w:val="000000" w:themeColor="text1"/>
        </w:rPr>
      </w:pPr>
    </w:p>
    <w:p w14:paraId="10DDC9C6" w14:textId="77777777" w:rsidR="006C6763" w:rsidRPr="007349F7" w:rsidRDefault="006C6763" w:rsidP="00113C96">
      <w:pPr>
        <w:jc w:val="center"/>
        <w:rPr>
          <w:rFonts w:cs="Arial"/>
          <w:color w:val="000000" w:themeColor="text1"/>
        </w:rPr>
      </w:pPr>
    </w:p>
    <w:p w14:paraId="279260BC" w14:textId="77777777" w:rsidR="006C6763" w:rsidRPr="007349F7" w:rsidRDefault="006C6763" w:rsidP="00113C96">
      <w:pPr>
        <w:jc w:val="center"/>
        <w:rPr>
          <w:rFonts w:cs="Arial"/>
          <w:color w:val="000000" w:themeColor="text1"/>
        </w:rPr>
      </w:pPr>
    </w:p>
    <w:tbl>
      <w:tblPr>
        <w:tblStyle w:val="Mkatabulky"/>
        <w:tblpPr w:leftFromText="141" w:rightFromText="141" w:vertAnchor="text" w:horzAnchor="margin" w:tblpXSpec="center" w:tblpY="-47"/>
        <w:tblW w:w="10773" w:type="dxa"/>
        <w:tblLayout w:type="fixed"/>
        <w:tblLook w:val="04A0" w:firstRow="1" w:lastRow="0" w:firstColumn="1" w:lastColumn="0" w:noHBand="0" w:noVBand="1"/>
      </w:tblPr>
      <w:tblGrid>
        <w:gridCol w:w="1985"/>
        <w:gridCol w:w="1842"/>
        <w:gridCol w:w="1559"/>
        <w:gridCol w:w="4254"/>
        <w:gridCol w:w="1133"/>
      </w:tblGrid>
      <w:tr w:rsidR="00C3573E" w:rsidRPr="007349F7" w14:paraId="177F880B" w14:textId="77777777" w:rsidTr="00C3573E">
        <w:tc>
          <w:tcPr>
            <w:tcW w:w="5386" w:type="dxa"/>
            <w:gridSpan w:val="3"/>
          </w:tcPr>
          <w:p w14:paraId="3595E1CB" w14:textId="77777777" w:rsidR="00C3573E" w:rsidRPr="007349F7" w:rsidRDefault="00C3573E" w:rsidP="00C3573E">
            <w:pPr>
              <w:ind w:left="-108"/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PROJEKTANT</w:t>
            </w:r>
          </w:p>
          <w:p w14:paraId="5203E5E3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</w:p>
          <w:p w14:paraId="7A9717B1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noProof/>
                <w:sz w:val="14"/>
                <w:szCs w:val="14"/>
              </w:rPr>
              <w:drawing>
                <wp:inline distT="0" distB="0" distL="0" distR="0" wp14:anchorId="66DC15B2" wp14:editId="243931FF">
                  <wp:extent cx="1809750" cy="295862"/>
                  <wp:effectExtent l="1905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917" cy="306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74E687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</w:p>
          <w:p w14:paraId="4CBC7B05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REINVEST spol. s r. o., K Novému dvoru 897/66, 142 00 Praha 4</w:t>
            </w:r>
          </w:p>
        </w:tc>
        <w:tc>
          <w:tcPr>
            <w:tcW w:w="5387" w:type="dxa"/>
            <w:gridSpan w:val="2"/>
          </w:tcPr>
          <w:p w14:paraId="75C84E92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INVESTOR</w:t>
            </w:r>
          </w:p>
          <w:p w14:paraId="207B3C7D" w14:textId="77777777" w:rsidR="00C3573E" w:rsidRPr="007349F7" w:rsidRDefault="00C3573E" w:rsidP="00C3573E">
            <w:pPr>
              <w:rPr>
                <w:rFonts w:eastAsia="Calibri" w:cs="Arial"/>
                <w:sz w:val="18"/>
                <w:szCs w:val="18"/>
              </w:rPr>
            </w:pPr>
          </w:p>
          <w:p w14:paraId="32CC4E38" w14:textId="77777777" w:rsidR="00C3573E" w:rsidRPr="007349F7" w:rsidRDefault="00C3573E" w:rsidP="00C3573E">
            <w:pPr>
              <w:tabs>
                <w:tab w:val="left" w:pos="3030"/>
              </w:tabs>
              <w:rPr>
                <w:rFonts w:cs="Arial"/>
                <w:sz w:val="14"/>
                <w:szCs w:val="14"/>
              </w:rPr>
            </w:pPr>
            <w:r w:rsidRPr="007349F7">
              <w:rPr>
                <w:rFonts w:eastAsia="Calibri" w:cs="Arial"/>
                <w:noProof/>
              </w:rPr>
              <w:drawing>
                <wp:anchor distT="0" distB="0" distL="114300" distR="114300" simplePos="0" relativeHeight="251659264" behindDoc="1" locked="0" layoutInCell="1" allowOverlap="1" wp14:anchorId="413FBF6E" wp14:editId="459FB6DA">
                  <wp:simplePos x="0" y="0"/>
                  <wp:positionH relativeFrom="column">
                    <wp:posOffset>75566</wp:posOffset>
                  </wp:positionH>
                  <wp:positionV relativeFrom="paragraph">
                    <wp:posOffset>50800</wp:posOffset>
                  </wp:positionV>
                  <wp:extent cx="457200" cy="740019"/>
                  <wp:effectExtent l="0" t="0" r="0" b="3175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947" cy="747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349F7">
              <w:rPr>
                <w:rFonts w:cs="Arial"/>
                <w:sz w:val="14"/>
                <w:szCs w:val="14"/>
              </w:rPr>
              <w:t xml:space="preserve">                                  </w:t>
            </w:r>
          </w:p>
          <w:p w14:paraId="62E186C5" w14:textId="77777777" w:rsidR="00C3573E" w:rsidRPr="007349F7" w:rsidRDefault="00C3573E" w:rsidP="00C3573E">
            <w:pPr>
              <w:tabs>
                <w:tab w:val="left" w:pos="1620"/>
              </w:tabs>
              <w:rPr>
                <w:rFonts w:cs="Arial"/>
                <w:b/>
                <w:sz w:val="14"/>
                <w:szCs w:val="14"/>
              </w:rPr>
            </w:pPr>
            <w:r w:rsidRPr="007349F7">
              <w:rPr>
                <w:rFonts w:cs="Arial"/>
                <w:b/>
                <w:sz w:val="14"/>
                <w:szCs w:val="14"/>
              </w:rPr>
              <w:t xml:space="preserve">                                       Město Kolín</w:t>
            </w:r>
          </w:p>
          <w:p w14:paraId="00FC17E6" w14:textId="77777777" w:rsidR="00C3573E" w:rsidRPr="007349F7" w:rsidRDefault="00C3573E" w:rsidP="00C3573E">
            <w:pPr>
              <w:tabs>
                <w:tab w:val="left" w:pos="1620"/>
              </w:tabs>
              <w:rPr>
                <w:rFonts w:cs="Arial"/>
                <w:b/>
                <w:sz w:val="14"/>
                <w:szCs w:val="14"/>
              </w:rPr>
            </w:pPr>
            <w:r w:rsidRPr="007349F7">
              <w:rPr>
                <w:rFonts w:cs="Arial"/>
                <w:b/>
                <w:sz w:val="14"/>
                <w:szCs w:val="14"/>
              </w:rPr>
              <w:t xml:space="preserve">                                       Karlovo nám. 78, 280 12 Kolín 1</w:t>
            </w:r>
          </w:p>
          <w:p w14:paraId="622D8E59" w14:textId="77777777" w:rsidR="00C3573E" w:rsidRPr="007349F7" w:rsidRDefault="00C3573E" w:rsidP="00C3573E">
            <w:pPr>
              <w:ind w:left="1416"/>
              <w:rPr>
                <w:rFonts w:cs="Arial"/>
                <w:sz w:val="14"/>
                <w:szCs w:val="14"/>
              </w:rPr>
            </w:pPr>
          </w:p>
          <w:p w14:paraId="08BAC43A" w14:textId="77777777" w:rsidR="00C3573E" w:rsidRPr="007349F7" w:rsidRDefault="00C3573E" w:rsidP="00C3573E">
            <w:pPr>
              <w:ind w:left="1416"/>
              <w:rPr>
                <w:rFonts w:cs="Arial"/>
                <w:sz w:val="14"/>
                <w:szCs w:val="14"/>
              </w:rPr>
            </w:pPr>
          </w:p>
          <w:p w14:paraId="0006A67D" w14:textId="77777777" w:rsidR="00C3573E" w:rsidRPr="007349F7" w:rsidRDefault="00C3573E" w:rsidP="00C3573E">
            <w:pPr>
              <w:ind w:left="1416"/>
              <w:rPr>
                <w:rFonts w:cs="Arial"/>
                <w:sz w:val="14"/>
                <w:szCs w:val="14"/>
              </w:rPr>
            </w:pPr>
          </w:p>
          <w:p w14:paraId="1A2DAC7B" w14:textId="77777777" w:rsidR="00C3573E" w:rsidRPr="007349F7" w:rsidRDefault="00C3573E" w:rsidP="00C3573E">
            <w:pPr>
              <w:ind w:left="1416"/>
              <w:rPr>
                <w:rFonts w:cs="Arial"/>
                <w:sz w:val="14"/>
                <w:szCs w:val="14"/>
              </w:rPr>
            </w:pPr>
          </w:p>
          <w:p w14:paraId="653E9E75" w14:textId="77777777" w:rsidR="00C3573E" w:rsidRPr="007349F7" w:rsidRDefault="00C3573E" w:rsidP="00C3573E">
            <w:pPr>
              <w:ind w:left="1416"/>
              <w:rPr>
                <w:rFonts w:cs="Arial"/>
                <w:sz w:val="14"/>
                <w:szCs w:val="14"/>
              </w:rPr>
            </w:pPr>
          </w:p>
          <w:p w14:paraId="2E51E9B5" w14:textId="77777777" w:rsidR="00C3573E" w:rsidRPr="007349F7" w:rsidRDefault="00C3573E" w:rsidP="00C3573E">
            <w:pPr>
              <w:ind w:left="1416"/>
              <w:rPr>
                <w:rFonts w:cs="Arial"/>
                <w:sz w:val="14"/>
                <w:szCs w:val="14"/>
              </w:rPr>
            </w:pPr>
          </w:p>
        </w:tc>
      </w:tr>
      <w:tr w:rsidR="00C3573E" w:rsidRPr="007349F7" w14:paraId="4F54315A" w14:textId="77777777" w:rsidTr="00C3573E">
        <w:tc>
          <w:tcPr>
            <w:tcW w:w="9640" w:type="dxa"/>
            <w:gridSpan w:val="4"/>
          </w:tcPr>
          <w:p w14:paraId="1292C5D2" w14:textId="77777777" w:rsidR="00C3573E" w:rsidRPr="007349F7" w:rsidRDefault="00C3573E" w:rsidP="00C3573E">
            <w:pPr>
              <w:ind w:left="-108"/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AKCE</w:t>
            </w:r>
          </w:p>
          <w:p w14:paraId="23BBC921" w14:textId="4E19CAF4" w:rsidR="00C3573E" w:rsidRPr="007349F7" w:rsidRDefault="00C3573E" w:rsidP="00C3573E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7349F7">
              <w:rPr>
                <w:rFonts w:cs="Arial"/>
                <w:b/>
                <w:sz w:val="28"/>
                <w:szCs w:val="28"/>
              </w:rPr>
              <w:t xml:space="preserve">Rekonstrukce </w:t>
            </w:r>
            <w:r w:rsidR="007263F1">
              <w:rPr>
                <w:rFonts w:cs="Arial"/>
                <w:b/>
                <w:sz w:val="28"/>
                <w:szCs w:val="28"/>
              </w:rPr>
              <w:t>kanalizace, zpevněných ploch a VO v ul. Lipanská, Kolín</w:t>
            </w:r>
          </w:p>
          <w:p w14:paraId="761FC789" w14:textId="77777777" w:rsidR="00C3573E" w:rsidRPr="007349F7" w:rsidRDefault="00C3573E" w:rsidP="00C357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133" w:type="dxa"/>
            <w:vMerge w:val="restart"/>
          </w:tcPr>
          <w:p w14:paraId="3C36B6B9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STUPEŇ</w:t>
            </w:r>
          </w:p>
          <w:p w14:paraId="1A0CBD0A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</w:p>
          <w:p w14:paraId="75BCD656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</w:p>
          <w:p w14:paraId="687799CD" w14:textId="52B76FF4" w:rsidR="00C3573E" w:rsidRPr="007349F7" w:rsidRDefault="00C3573E" w:rsidP="00C3573E">
            <w:pPr>
              <w:jc w:val="left"/>
              <w:rPr>
                <w:rFonts w:cs="Arial"/>
                <w:b/>
                <w:sz w:val="18"/>
                <w:szCs w:val="18"/>
              </w:rPr>
            </w:pPr>
            <w:r w:rsidRPr="007349F7">
              <w:rPr>
                <w:rFonts w:cs="Arial"/>
                <w:sz w:val="14"/>
                <w:szCs w:val="14"/>
              </w:rPr>
              <w:t xml:space="preserve"> </w:t>
            </w:r>
            <w:r w:rsidRPr="007349F7">
              <w:rPr>
                <w:rFonts w:cs="Arial"/>
                <w:b/>
                <w:sz w:val="18"/>
                <w:szCs w:val="18"/>
              </w:rPr>
              <w:t>D</w:t>
            </w:r>
            <w:r w:rsidR="006701D3">
              <w:rPr>
                <w:rFonts w:cs="Arial"/>
                <w:b/>
                <w:sz w:val="18"/>
                <w:szCs w:val="18"/>
              </w:rPr>
              <w:t>ZS</w:t>
            </w:r>
            <w:r w:rsidRPr="007349F7">
              <w:rPr>
                <w:rFonts w:cs="Arial"/>
                <w:b/>
                <w:sz w:val="18"/>
                <w:szCs w:val="18"/>
              </w:rPr>
              <w:t>, DP</w:t>
            </w:r>
            <w:r w:rsidR="006701D3">
              <w:rPr>
                <w:rFonts w:cs="Arial"/>
                <w:b/>
                <w:sz w:val="18"/>
                <w:szCs w:val="18"/>
              </w:rPr>
              <w:t>S</w:t>
            </w:r>
          </w:p>
        </w:tc>
      </w:tr>
      <w:tr w:rsidR="00C3573E" w:rsidRPr="007349F7" w14:paraId="756D65DB" w14:textId="77777777" w:rsidTr="00C3573E">
        <w:trPr>
          <w:trHeight w:val="317"/>
        </w:trPr>
        <w:tc>
          <w:tcPr>
            <w:tcW w:w="1985" w:type="dxa"/>
          </w:tcPr>
          <w:p w14:paraId="6BF62867" w14:textId="77777777" w:rsidR="00C3573E" w:rsidRPr="007349F7" w:rsidRDefault="00C3573E" w:rsidP="00C3573E">
            <w:pPr>
              <w:ind w:left="-108"/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HLAVNÍ ING. PROJEKTU</w:t>
            </w:r>
          </w:p>
          <w:p w14:paraId="5D78E809" w14:textId="77777777" w:rsidR="00C3573E" w:rsidRPr="007349F7" w:rsidRDefault="00C3573E" w:rsidP="00C3573E">
            <w:pPr>
              <w:jc w:val="center"/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b/>
                <w:sz w:val="14"/>
                <w:szCs w:val="14"/>
              </w:rPr>
              <w:t>ing. Marek Raška</w:t>
            </w:r>
          </w:p>
        </w:tc>
        <w:tc>
          <w:tcPr>
            <w:tcW w:w="1842" w:type="dxa"/>
          </w:tcPr>
          <w:p w14:paraId="026A7B6A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KATASTR</w:t>
            </w:r>
          </w:p>
          <w:p w14:paraId="4A0D3253" w14:textId="77777777" w:rsidR="00C3573E" w:rsidRPr="007349F7" w:rsidRDefault="00C3573E" w:rsidP="00C3573E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7349F7">
              <w:rPr>
                <w:rFonts w:cs="Arial"/>
                <w:b/>
                <w:sz w:val="14"/>
                <w:szCs w:val="14"/>
              </w:rPr>
              <w:t>Kolín</w:t>
            </w:r>
          </w:p>
        </w:tc>
        <w:tc>
          <w:tcPr>
            <w:tcW w:w="5813" w:type="dxa"/>
            <w:gridSpan w:val="2"/>
            <w:vMerge w:val="restart"/>
          </w:tcPr>
          <w:p w14:paraId="7750896C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ČÁST</w:t>
            </w:r>
          </w:p>
          <w:p w14:paraId="67B4DAF5" w14:textId="6F048B87" w:rsidR="00C3573E" w:rsidRPr="007349F7" w:rsidRDefault="00D51C09" w:rsidP="00C3573E">
            <w:pPr>
              <w:jc w:val="center"/>
              <w:rPr>
                <w:rFonts w:cs="Arial"/>
                <w:b/>
                <w:sz w:val="28"/>
                <w:szCs w:val="14"/>
              </w:rPr>
            </w:pPr>
            <w:r>
              <w:rPr>
                <w:rFonts w:cs="Arial"/>
                <w:b/>
                <w:sz w:val="28"/>
                <w:szCs w:val="14"/>
              </w:rPr>
              <w:t>D.1.4 Veřejné osvětlení</w:t>
            </w:r>
            <w:r w:rsidR="00C3573E" w:rsidRPr="007349F7">
              <w:rPr>
                <w:rFonts w:cs="Arial"/>
                <w:b/>
                <w:sz w:val="28"/>
                <w:szCs w:val="14"/>
              </w:rPr>
              <w:t xml:space="preserve"> </w:t>
            </w:r>
          </w:p>
        </w:tc>
        <w:tc>
          <w:tcPr>
            <w:tcW w:w="1133" w:type="dxa"/>
            <w:vMerge/>
          </w:tcPr>
          <w:p w14:paraId="2040EA68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</w:p>
        </w:tc>
      </w:tr>
      <w:tr w:rsidR="00C3573E" w:rsidRPr="007349F7" w14:paraId="39FF076C" w14:textId="77777777" w:rsidTr="00C3573E">
        <w:trPr>
          <w:trHeight w:val="298"/>
        </w:trPr>
        <w:tc>
          <w:tcPr>
            <w:tcW w:w="1985" w:type="dxa"/>
          </w:tcPr>
          <w:p w14:paraId="00E966BE" w14:textId="77777777" w:rsidR="00C3573E" w:rsidRPr="007349F7" w:rsidRDefault="00C3573E" w:rsidP="00C3573E">
            <w:pPr>
              <w:ind w:left="-108"/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ODPOVĚDNÝ PROJEKTANT</w:t>
            </w:r>
          </w:p>
          <w:p w14:paraId="151734F5" w14:textId="56FBA14D" w:rsidR="00C3573E" w:rsidRDefault="00C3573E" w:rsidP="00C3573E">
            <w:pPr>
              <w:jc w:val="center"/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 xml:space="preserve">Ing. </w:t>
            </w:r>
            <w:r w:rsidR="00D51C09">
              <w:rPr>
                <w:rFonts w:cs="Arial"/>
                <w:sz w:val="14"/>
                <w:szCs w:val="14"/>
              </w:rPr>
              <w:t>Miroslav Fiala</w:t>
            </w:r>
          </w:p>
          <w:p w14:paraId="36575BBE" w14:textId="534A3C7F" w:rsidR="00792244" w:rsidRDefault="00792244" w:rsidP="00C3573E">
            <w:pPr>
              <w:jc w:val="center"/>
              <w:rPr>
                <w:rFonts w:cs="Arial"/>
                <w:sz w:val="14"/>
                <w:szCs w:val="14"/>
              </w:rPr>
            </w:pPr>
          </w:p>
          <w:p w14:paraId="50676AF7" w14:textId="77777777" w:rsidR="00C3573E" w:rsidRPr="007349F7" w:rsidRDefault="00C3573E" w:rsidP="00C357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842" w:type="dxa"/>
          </w:tcPr>
          <w:p w14:paraId="2A7F6D48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STUPEŇ</w:t>
            </w:r>
          </w:p>
          <w:p w14:paraId="75903E0B" w14:textId="77777777" w:rsidR="00C3573E" w:rsidRPr="007349F7" w:rsidRDefault="00C3573E" w:rsidP="00C357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813" w:type="dxa"/>
            <w:gridSpan w:val="2"/>
            <w:vMerge/>
          </w:tcPr>
          <w:p w14:paraId="39A91280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1133" w:type="dxa"/>
            <w:vMerge/>
          </w:tcPr>
          <w:p w14:paraId="26377E8F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</w:p>
        </w:tc>
      </w:tr>
      <w:tr w:rsidR="00C3573E" w:rsidRPr="007349F7" w14:paraId="64082207" w14:textId="77777777" w:rsidTr="00C3573E">
        <w:trPr>
          <w:trHeight w:val="348"/>
        </w:trPr>
        <w:tc>
          <w:tcPr>
            <w:tcW w:w="1985" w:type="dxa"/>
          </w:tcPr>
          <w:p w14:paraId="07CC7B0D" w14:textId="77777777" w:rsidR="00C3573E" w:rsidRPr="007349F7" w:rsidRDefault="00C3573E" w:rsidP="00C3573E">
            <w:pPr>
              <w:ind w:left="-108"/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SPOLUAUTOR</w:t>
            </w:r>
          </w:p>
          <w:p w14:paraId="4A9959C5" w14:textId="77777777" w:rsidR="00C3573E" w:rsidRPr="007349F7" w:rsidRDefault="00C3573E" w:rsidP="00C3573E">
            <w:pPr>
              <w:jc w:val="center"/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---</w:t>
            </w:r>
          </w:p>
        </w:tc>
        <w:tc>
          <w:tcPr>
            <w:tcW w:w="1842" w:type="dxa"/>
          </w:tcPr>
          <w:p w14:paraId="7815AF4F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SOUŘ. SYSTÉM</w:t>
            </w:r>
          </w:p>
          <w:p w14:paraId="72F3543F" w14:textId="77777777" w:rsidR="00C3573E" w:rsidRPr="007349F7" w:rsidRDefault="00C3573E" w:rsidP="00C3573E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7349F7">
              <w:rPr>
                <w:rFonts w:cs="Arial"/>
                <w:b/>
                <w:sz w:val="14"/>
                <w:szCs w:val="14"/>
              </w:rPr>
              <w:t>JTSK</w:t>
            </w:r>
          </w:p>
        </w:tc>
        <w:tc>
          <w:tcPr>
            <w:tcW w:w="1559" w:type="dxa"/>
          </w:tcPr>
          <w:p w14:paraId="7BF3DA1D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DATUM</w:t>
            </w:r>
          </w:p>
          <w:p w14:paraId="550373A9" w14:textId="483EF21A" w:rsidR="00C3573E" w:rsidRPr="007349F7" w:rsidRDefault="006701D3" w:rsidP="00C3573E">
            <w:pPr>
              <w:jc w:val="center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>08</w:t>
            </w:r>
            <w:r w:rsidR="00C3573E">
              <w:rPr>
                <w:rFonts w:cs="Arial"/>
                <w:b/>
                <w:sz w:val="14"/>
                <w:szCs w:val="14"/>
              </w:rPr>
              <w:t>/201</w:t>
            </w:r>
            <w:r>
              <w:rPr>
                <w:rFonts w:cs="Arial"/>
                <w:b/>
                <w:sz w:val="14"/>
                <w:szCs w:val="14"/>
              </w:rPr>
              <w:t>9</w:t>
            </w:r>
          </w:p>
        </w:tc>
        <w:tc>
          <w:tcPr>
            <w:tcW w:w="4254" w:type="dxa"/>
            <w:vMerge w:val="restart"/>
          </w:tcPr>
          <w:p w14:paraId="0078EE3E" w14:textId="77777777" w:rsidR="00C3573E" w:rsidRDefault="00C3573E" w:rsidP="00C3573E">
            <w:pPr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PŘÍLOHA</w:t>
            </w:r>
          </w:p>
          <w:p w14:paraId="6FDF84BB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b/>
                <w:sz w:val="28"/>
                <w:szCs w:val="14"/>
              </w:rPr>
              <w:t>TECHNICKÁ ZPRÁVA</w:t>
            </w:r>
          </w:p>
        </w:tc>
        <w:tc>
          <w:tcPr>
            <w:tcW w:w="1133" w:type="dxa"/>
            <w:vMerge w:val="restart"/>
          </w:tcPr>
          <w:p w14:paraId="6CF3DC03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ČÍSLO SOUPRAVY</w:t>
            </w:r>
          </w:p>
          <w:p w14:paraId="624C5673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</w:p>
          <w:p w14:paraId="259D6141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</w:p>
          <w:p w14:paraId="21A8CE89" w14:textId="77777777" w:rsidR="00C3573E" w:rsidRPr="007349F7" w:rsidRDefault="00C3573E" w:rsidP="00C3573E">
            <w:pPr>
              <w:jc w:val="center"/>
              <w:rPr>
                <w:rFonts w:cs="Arial"/>
                <w:b/>
                <w:sz w:val="36"/>
                <w:szCs w:val="36"/>
              </w:rPr>
            </w:pPr>
          </w:p>
        </w:tc>
      </w:tr>
      <w:tr w:rsidR="00C3573E" w:rsidRPr="007349F7" w14:paraId="52DA7CD2" w14:textId="77777777" w:rsidTr="00C3573E">
        <w:tc>
          <w:tcPr>
            <w:tcW w:w="1985" w:type="dxa"/>
          </w:tcPr>
          <w:p w14:paraId="270E5297" w14:textId="77777777" w:rsidR="00C3573E" w:rsidRPr="007349F7" w:rsidRDefault="00C3573E" w:rsidP="00C3573E">
            <w:pPr>
              <w:ind w:left="-108"/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KRESLIL</w:t>
            </w:r>
          </w:p>
          <w:p w14:paraId="6B8341D8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1842" w:type="dxa"/>
          </w:tcPr>
          <w:p w14:paraId="2581F741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MĚŘÍTKO</w:t>
            </w:r>
          </w:p>
          <w:p w14:paraId="05F72ECA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14:paraId="76CABB5E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VARIANTA</w:t>
            </w:r>
          </w:p>
          <w:p w14:paraId="5A8309FF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4254" w:type="dxa"/>
            <w:vMerge/>
          </w:tcPr>
          <w:p w14:paraId="7023576C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1133" w:type="dxa"/>
            <w:vMerge/>
          </w:tcPr>
          <w:p w14:paraId="16DDB7A2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</w:p>
        </w:tc>
      </w:tr>
      <w:tr w:rsidR="00C3573E" w:rsidRPr="007349F7" w14:paraId="337805D1" w14:textId="77777777" w:rsidTr="00C3573E">
        <w:tc>
          <w:tcPr>
            <w:tcW w:w="1985" w:type="dxa"/>
          </w:tcPr>
          <w:p w14:paraId="22F35C42" w14:textId="77777777" w:rsidR="00C3573E" w:rsidRPr="007349F7" w:rsidRDefault="00C3573E" w:rsidP="00C3573E">
            <w:pPr>
              <w:ind w:left="-108"/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ZAMĚŘIL</w:t>
            </w:r>
          </w:p>
          <w:p w14:paraId="6D270CE4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1842" w:type="dxa"/>
          </w:tcPr>
          <w:p w14:paraId="0E267A85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POČET FORMÁTŮ</w:t>
            </w:r>
          </w:p>
          <w:p w14:paraId="7537052C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14:paraId="5ACE666A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ČÍSLO ZAKÁZKY</w:t>
            </w:r>
          </w:p>
        </w:tc>
        <w:tc>
          <w:tcPr>
            <w:tcW w:w="4254" w:type="dxa"/>
            <w:vMerge/>
          </w:tcPr>
          <w:p w14:paraId="3B3BCD0B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1133" w:type="dxa"/>
            <w:vMerge/>
          </w:tcPr>
          <w:p w14:paraId="0036055A" w14:textId="77777777" w:rsidR="00C3573E" w:rsidRPr="007349F7" w:rsidRDefault="00C3573E" w:rsidP="00C3573E">
            <w:pPr>
              <w:rPr>
                <w:rFonts w:cs="Arial"/>
                <w:sz w:val="14"/>
                <w:szCs w:val="14"/>
              </w:rPr>
            </w:pPr>
          </w:p>
        </w:tc>
      </w:tr>
    </w:tbl>
    <w:p w14:paraId="1E83FEA4" w14:textId="77777777" w:rsidR="00083CDD" w:rsidRPr="007349F7" w:rsidRDefault="00083CDD">
      <w:pPr>
        <w:rPr>
          <w:rFonts w:cs="Arial"/>
          <w:color w:val="000000" w:themeColor="text1"/>
        </w:rPr>
        <w:sectPr w:rsidR="00083CDD" w:rsidRPr="007349F7" w:rsidSect="00796821">
          <w:headerReference w:type="first" r:id="rId10"/>
          <w:type w:val="continuous"/>
          <w:pgSz w:w="11906" w:h="16838" w:code="9"/>
          <w:pgMar w:top="1134" w:right="1701" w:bottom="1134" w:left="1701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14:paraId="7DF2CE2A" w14:textId="77777777" w:rsidR="00CB0C9E" w:rsidRPr="007349F7" w:rsidRDefault="00CB0C9E" w:rsidP="00B667F6">
      <w:pPr>
        <w:pStyle w:val="Nadpis2"/>
        <w:numPr>
          <w:ilvl w:val="0"/>
          <w:numId w:val="0"/>
        </w:numPr>
        <w:rPr>
          <w:b w:val="0"/>
          <w:bCs w:val="0"/>
          <w:iCs w:val="0"/>
          <w:caps w:val="0"/>
          <w:color w:val="FF0000"/>
        </w:rPr>
      </w:pPr>
    </w:p>
    <w:sectPr w:rsidR="00CB0C9E" w:rsidRPr="007349F7" w:rsidSect="00EE655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809" w:right="1701" w:bottom="1758" w:left="170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FD5D5F" w14:textId="77777777" w:rsidR="00E82F49" w:rsidRDefault="00E82F49" w:rsidP="00207A11">
      <w:r>
        <w:separator/>
      </w:r>
    </w:p>
  </w:endnote>
  <w:endnote w:type="continuationSeparator" w:id="0">
    <w:p w14:paraId="399941BC" w14:textId="77777777" w:rsidR="00E82F49" w:rsidRDefault="00E82F49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E82F49" w14:paraId="7FC2BD86" w14:textId="77777777" w:rsidTr="00837B86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3ABA43B4" w14:textId="77777777" w:rsidR="00E82F49" w:rsidRDefault="00E82F49" w:rsidP="00837B86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6C4321A" w14:textId="77777777" w:rsidR="00E82F49" w:rsidRPr="00B40E75" w:rsidRDefault="00E82F49" w:rsidP="00837B86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14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11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E82F49" w14:paraId="48569B6D" w14:textId="77777777" w:rsidTr="00837B86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6CEDB2B7" w14:textId="77777777" w:rsidR="00E82F49" w:rsidRDefault="00E82F49" w:rsidP="00837B86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814449896"/>
              <w:text/>
            </w:sdtPr>
            <w:sdtEndPr/>
            <w:sdtContent>
              <w:r>
                <w:rPr>
                  <w:caps/>
                  <w:color w:val="000000" w:themeColor="text1"/>
                  <w:sz w:val="12"/>
                  <w:szCs w:val="12"/>
                </w:rPr>
                <w:t>11 2242 02 01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75EE0C31" w14:textId="77777777" w:rsidR="00E82F49" w:rsidRDefault="00E82F49" w:rsidP="00837B86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489379301"/>
              <w:text/>
            </w:sdtPr>
            <w:sdtEndPr/>
            <w:sdtContent>
              <w:proofErr w:type="spellStart"/>
              <w:r>
                <w:rPr>
                  <w:color w:val="000000" w:themeColor="text1"/>
                  <w:sz w:val="12"/>
                  <w:szCs w:val="12"/>
                </w:rPr>
                <w:t>aa</w:t>
              </w:r>
              <w:proofErr w:type="spellEnd"/>
            </w:sdtContent>
          </w:sdt>
        </w:p>
      </w:tc>
    </w:tr>
    <w:tr w:rsidR="00E82F49" w14:paraId="19D22F01" w14:textId="77777777" w:rsidTr="00837B86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3D958688" w14:textId="77777777" w:rsidR="00E82F49" w:rsidRDefault="00E82F49" w:rsidP="00837B86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1703858173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008372/13/1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C56D265" w14:textId="77777777" w:rsidR="00E82F49" w:rsidRPr="00B40E75" w:rsidRDefault="00E82F49" w:rsidP="00837B86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602530224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2F6209B0" w14:textId="77777777" w:rsidR="00E82F49" w:rsidRPr="00F81B53" w:rsidRDefault="00E82F49" w:rsidP="00837B86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EBB08" w14:textId="77777777" w:rsidR="00E82F49" w:rsidRPr="00F81B53" w:rsidRDefault="00E82F49" w:rsidP="00837B86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E82F49" w14:paraId="4690A31E" w14:textId="77777777" w:rsidTr="00C87FFA">
      <w:trPr>
        <w:trHeight w:val="227"/>
        <w:jc w:val="center"/>
      </w:trPr>
      <w:tc>
        <w:tcPr>
          <w:tcW w:w="510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365D71DD" w14:textId="77777777" w:rsidR="00E82F49" w:rsidRDefault="00E82F49" w:rsidP="001F529C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</w:p>
      </w:tc>
      <w:tc>
        <w:tcPr>
          <w:tcW w:w="3402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9E5F910" w14:textId="77777777" w:rsidR="00E82F49" w:rsidRPr="00B40E75" w:rsidRDefault="00E82F49" w:rsidP="001F529C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11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</w:tbl>
  <w:p w14:paraId="35CE9A9A" w14:textId="77777777" w:rsidR="00E82F49" w:rsidRPr="00F81B53" w:rsidRDefault="00E82F49" w:rsidP="00CA337C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248173" w14:textId="77777777" w:rsidR="00E82F49" w:rsidRDefault="00E82F49" w:rsidP="00207A11">
      <w:r>
        <w:separator/>
      </w:r>
    </w:p>
  </w:footnote>
  <w:footnote w:type="continuationSeparator" w:id="0">
    <w:p w14:paraId="0C3B9BE2" w14:textId="77777777" w:rsidR="00E82F49" w:rsidRDefault="00E82F49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3B3B4" w14:textId="77777777" w:rsidR="00E82F49" w:rsidRDefault="00E82F49" w:rsidP="0093354C">
    <w:pPr>
      <w:pStyle w:val="Zhlav"/>
      <w:tabs>
        <w:tab w:val="clear" w:pos="4536"/>
        <w:tab w:val="clear" w:pos="9072"/>
      </w:tabs>
    </w:pPr>
  </w:p>
  <w:p w14:paraId="0FF1D909" w14:textId="77777777" w:rsidR="00E82F49" w:rsidRPr="0093354C" w:rsidRDefault="00E82F49" w:rsidP="0093354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4D5F2" w14:textId="1BE1AD55" w:rsidR="00E82F49" w:rsidRPr="00AE3921" w:rsidRDefault="00E82F49" w:rsidP="00837B86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="00983250">
      <w:rPr>
        <w:noProof/>
        <w:color w:val="000000" w:themeColor="text1"/>
      </w:rPr>
      <mc:AlternateContent>
        <mc:Choice Requires="wpc">
          <w:drawing>
            <wp:inline distT="0" distB="0" distL="0" distR="0" wp14:anchorId="7906AF93" wp14:editId="0B7ED5ED">
              <wp:extent cx="683895" cy="199390"/>
              <wp:effectExtent l="0" t="0" r="1905" b="635"/>
              <wp:docPr id="17" name="Plátno 3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2" name="Freeform 195"/>
                      <wps:cNvSpPr>
                        <a:spLocks noEditPoints="1"/>
                      </wps:cNvSpPr>
                      <wps:spPr bwMode="auto">
                        <a:xfrm>
                          <a:off x="507370" y="26612"/>
                          <a:ext cx="176525" cy="172178"/>
                        </a:xfrm>
                        <a:custGeom>
                          <a:avLst/>
                          <a:gdLst>
                            <a:gd name="T0" fmla="*/ 2147483646 w 556"/>
                            <a:gd name="T1" fmla="*/ 2147483646 h 543"/>
                            <a:gd name="T2" fmla="*/ 2147483646 w 556"/>
                            <a:gd name="T3" fmla="*/ 2147483646 h 543"/>
                            <a:gd name="T4" fmla="*/ 2147483646 w 556"/>
                            <a:gd name="T5" fmla="*/ 2147483646 h 543"/>
                            <a:gd name="T6" fmla="*/ 2147483646 w 556"/>
                            <a:gd name="T7" fmla="*/ 2147483646 h 543"/>
                            <a:gd name="T8" fmla="*/ 2147483646 w 556"/>
                            <a:gd name="T9" fmla="*/ 2147483646 h 543"/>
                            <a:gd name="T10" fmla="*/ 2147483646 w 556"/>
                            <a:gd name="T11" fmla="*/ 2147483646 h 543"/>
                            <a:gd name="T12" fmla="*/ 2147483646 w 556"/>
                            <a:gd name="T13" fmla="*/ 2147483646 h 543"/>
                            <a:gd name="T14" fmla="*/ 2147483646 w 556"/>
                            <a:gd name="T15" fmla="*/ 2147483646 h 543"/>
                            <a:gd name="T16" fmla="*/ 2147483646 w 556"/>
                            <a:gd name="T17" fmla="*/ 1561345935 h 543"/>
                            <a:gd name="T18" fmla="*/ 2147483646 w 556"/>
                            <a:gd name="T19" fmla="*/ 127489723 h 543"/>
                            <a:gd name="T20" fmla="*/ 2147483646 w 556"/>
                            <a:gd name="T21" fmla="*/ 2147483646 h 543"/>
                            <a:gd name="T22" fmla="*/ 2147483646 w 556"/>
                            <a:gd name="T23" fmla="*/ 0 h 543"/>
                            <a:gd name="T24" fmla="*/ 2147483646 w 556"/>
                            <a:gd name="T25" fmla="*/ 1497601073 h 543"/>
                            <a:gd name="T26" fmla="*/ 2147483646 w 556"/>
                            <a:gd name="T27" fmla="*/ 2147483646 h 543"/>
                            <a:gd name="T28" fmla="*/ 0 w 556"/>
                            <a:gd name="T29" fmla="*/ 2147483646 h 543"/>
                            <a:gd name="T30" fmla="*/ 0 w 556"/>
                            <a:gd name="T31" fmla="*/ 2147483646 h 543"/>
                            <a:gd name="T32" fmla="*/ 2147483646 w 556"/>
                            <a:gd name="T33" fmla="*/ 2147483646 h 543"/>
                            <a:gd name="T34" fmla="*/ 1472191831 w 556"/>
                            <a:gd name="T35" fmla="*/ 2147483646 h 543"/>
                            <a:gd name="T36" fmla="*/ 1472191831 w 556"/>
                            <a:gd name="T37" fmla="*/ 2147483646 h 543"/>
                            <a:gd name="T38" fmla="*/ 2147483646 w 556"/>
                            <a:gd name="T39" fmla="*/ 2147483646 h 543"/>
                            <a:gd name="T40" fmla="*/ 2147483646 w 556"/>
                            <a:gd name="T41" fmla="*/ 2147483646 h 543"/>
                            <a:gd name="T42" fmla="*/ 2147483646 w 556"/>
                            <a:gd name="T43" fmla="*/ 2147483646 h 543"/>
                            <a:gd name="T44" fmla="*/ 2147483646 w 556"/>
                            <a:gd name="T45" fmla="*/ 2147483646 h 543"/>
                            <a:gd name="T46" fmla="*/ 2147483646 w 556"/>
                            <a:gd name="T47" fmla="*/ 2147483646 h 543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</a:gdLst>
                          <a:ahLst/>
                          <a:cxnLst>
                            <a:cxn ang="T48">
                              <a:pos x="T0" y="T1"/>
                            </a:cxn>
                            <a:cxn ang="T49">
                              <a:pos x="T2" y="T3"/>
                            </a:cxn>
                            <a:cxn ang="T50">
                              <a:pos x="T4" y="T5"/>
                            </a:cxn>
                            <a:cxn ang="T51">
                              <a:pos x="T6" y="T7"/>
                            </a:cxn>
                            <a:cxn ang="T52">
                              <a:pos x="T8" y="T9"/>
                            </a:cxn>
                            <a:cxn ang="T53">
                              <a:pos x="T10" y="T11"/>
                            </a:cxn>
                            <a:cxn ang="T54">
                              <a:pos x="T12" y="T13"/>
                            </a:cxn>
                            <a:cxn ang="T55">
                              <a:pos x="T14" y="T15"/>
                            </a:cxn>
                            <a:cxn ang="T56">
                              <a:pos x="T16" y="T17"/>
                            </a:cxn>
                            <a:cxn ang="T57">
                              <a:pos x="T18" y="T19"/>
                            </a:cxn>
                            <a:cxn ang="T58">
                              <a:pos x="T20" y="T21"/>
                            </a:cxn>
                            <a:cxn ang="T59">
                              <a:pos x="T22" y="T23"/>
                            </a:cxn>
                            <a:cxn ang="T60">
                              <a:pos x="T24" y="T25"/>
                            </a:cxn>
                            <a:cxn ang="T61">
                              <a:pos x="T26" y="T27"/>
                            </a:cxn>
                            <a:cxn ang="T62">
                              <a:pos x="T28" y="T29"/>
                            </a:cxn>
                            <a:cxn ang="T63">
                              <a:pos x="T30" y="T31"/>
                            </a:cxn>
                            <a:cxn ang="T64">
                              <a:pos x="T32" y="T33"/>
                            </a:cxn>
                            <a:cxn ang="T65">
                              <a:pos x="T34" y="T35"/>
                            </a:cxn>
                            <a:cxn ang="T66">
                              <a:pos x="T36" y="T37"/>
                            </a:cxn>
                            <a:cxn ang="T67">
                              <a:pos x="T38" y="T39"/>
                            </a:cxn>
                            <a:cxn ang="T68">
                              <a:pos x="T40" y="T41"/>
                            </a:cxn>
                            <a:cxn ang="T69">
                              <a:pos x="T42" y="T43"/>
                            </a:cxn>
                            <a:cxn ang="T70">
                              <a:pos x="T44" y="T45"/>
                            </a:cxn>
                            <a:cxn ang="T71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96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2147483646 w 131"/>
                            <a:gd name="T1" fmla="*/ 2113302243 h 132"/>
                            <a:gd name="T2" fmla="*/ 2147483646 w 131"/>
                            <a:gd name="T3" fmla="*/ 2113302243 h 132"/>
                            <a:gd name="T4" fmla="*/ 2147483646 w 131"/>
                            <a:gd name="T5" fmla="*/ 2147483646 h 132"/>
                            <a:gd name="T6" fmla="*/ 2147483646 w 131"/>
                            <a:gd name="T7" fmla="*/ 2147483646 h 132"/>
                            <a:gd name="T8" fmla="*/ 2147483646 w 131"/>
                            <a:gd name="T9" fmla="*/ 2147483646 h 132"/>
                            <a:gd name="T10" fmla="*/ 2147483646 w 131"/>
                            <a:gd name="T11" fmla="*/ 2147483646 h 132"/>
                            <a:gd name="T12" fmla="*/ 2147483646 w 131"/>
                            <a:gd name="T13" fmla="*/ 2147483646 h 132"/>
                            <a:gd name="T14" fmla="*/ 2147483646 w 131"/>
                            <a:gd name="T15" fmla="*/ 2147483646 h 132"/>
                            <a:gd name="T16" fmla="*/ 2147483646 w 131"/>
                            <a:gd name="T17" fmla="*/ 2147483646 h 132"/>
                            <a:gd name="T18" fmla="*/ 2147483646 w 131"/>
                            <a:gd name="T19" fmla="*/ 2147483646 h 132"/>
                            <a:gd name="T20" fmla="*/ 2147483646 w 131"/>
                            <a:gd name="T21" fmla="*/ 2147483646 h 132"/>
                            <a:gd name="T22" fmla="*/ 1702388704 w 131"/>
                            <a:gd name="T23" fmla="*/ 2147483646 h 132"/>
                            <a:gd name="T24" fmla="*/ 1342283728 w 131"/>
                            <a:gd name="T25" fmla="*/ 2147483646 h 132"/>
                            <a:gd name="T26" fmla="*/ 949432573 w 131"/>
                            <a:gd name="T27" fmla="*/ 2147483646 h 132"/>
                            <a:gd name="T28" fmla="*/ 622073777 w 131"/>
                            <a:gd name="T29" fmla="*/ 2147483646 h 132"/>
                            <a:gd name="T30" fmla="*/ 392851156 w 131"/>
                            <a:gd name="T31" fmla="*/ 2147483646 h 132"/>
                            <a:gd name="T32" fmla="*/ 196476761 w 131"/>
                            <a:gd name="T33" fmla="*/ 2147483646 h 132"/>
                            <a:gd name="T34" fmla="*/ 65492360 w 131"/>
                            <a:gd name="T35" fmla="*/ 2147483646 h 132"/>
                            <a:gd name="T36" fmla="*/ 0 w 131"/>
                            <a:gd name="T37" fmla="*/ 2113302243 h 132"/>
                            <a:gd name="T38" fmla="*/ 0 w 131"/>
                            <a:gd name="T39" fmla="*/ 2113302243 h 132"/>
                            <a:gd name="T40" fmla="*/ 65492360 w 131"/>
                            <a:gd name="T41" fmla="*/ 1665026173 h 132"/>
                            <a:gd name="T42" fmla="*/ 196476761 w 131"/>
                            <a:gd name="T43" fmla="*/ 1312859573 h 132"/>
                            <a:gd name="T44" fmla="*/ 392851156 w 131"/>
                            <a:gd name="T45" fmla="*/ 928622715 h 132"/>
                            <a:gd name="T46" fmla="*/ 622073777 w 131"/>
                            <a:gd name="T47" fmla="*/ 608425386 h 132"/>
                            <a:gd name="T48" fmla="*/ 949432573 w 131"/>
                            <a:gd name="T49" fmla="*/ 384236858 h 132"/>
                            <a:gd name="T50" fmla="*/ 1342283728 w 131"/>
                            <a:gd name="T51" fmla="*/ 192118270 h 132"/>
                            <a:gd name="T52" fmla="*/ 1702388704 w 131"/>
                            <a:gd name="T53" fmla="*/ 64039529 h 132"/>
                            <a:gd name="T54" fmla="*/ 2147483646 w 131"/>
                            <a:gd name="T55" fmla="*/ 0 h 132"/>
                            <a:gd name="T56" fmla="*/ 2147483646 w 131"/>
                            <a:gd name="T57" fmla="*/ 0 h 132"/>
                            <a:gd name="T58" fmla="*/ 2147483646 w 131"/>
                            <a:gd name="T59" fmla="*/ 64039529 h 132"/>
                            <a:gd name="T60" fmla="*/ 2147483646 w 131"/>
                            <a:gd name="T61" fmla="*/ 192118270 h 132"/>
                            <a:gd name="T62" fmla="*/ 2147483646 w 131"/>
                            <a:gd name="T63" fmla="*/ 384236858 h 132"/>
                            <a:gd name="T64" fmla="*/ 2147483646 w 131"/>
                            <a:gd name="T65" fmla="*/ 608425386 h 132"/>
                            <a:gd name="T66" fmla="*/ 2147483646 w 131"/>
                            <a:gd name="T67" fmla="*/ 928622715 h 132"/>
                            <a:gd name="T68" fmla="*/ 2147483646 w 131"/>
                            <a:gd name="T69" fmla="*/ 1312859573 h 132"/>
                            <a:gd name="T70" fmla="*/ 2147483646 w 131"/>
                            <a:gd name="T71" fmla="*/ 1665026173 h 132"/>
                            <a:gd name="T72" fmla="*/ 2147483646 w 131"/>
                            <a:gd name="T73" fmla="*/ 2113302243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97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2147483646 w 131"/>
                            <a:gd name="T1" fmla="*/ 2113302243 h 132"/>
                            <a:gd name="T2" fmla="*/ 2147483646 w 131"/>
                            <a:gd name="T3" fmla="*/ 2113302243 h 132"/>
                            <a:gd name="T4" fmla="*/ 2147483646 w 131"/>
                            <a:gd name="T5" fmla="*/ 2147483646 h 132"/>
                            <a:gd name="T6" fmla="*/ 2147483646 w 131"/>
                            <a:gd name="T7" fmla="*/ 2147483646 h 132"/>
                            <a:gd name="T8" fmla="*/ 2147483646 w 131"/>
                            <a:gd name="T9" fmla="*/ 2147483646 h 132"/>
                            <a:gd name="T10" fmla="*/ 2147483646 w 131"/>
                            <a:gd name="T11" fmla="*/ 2147483646 h 132"/>
                            <a:gd name="T12" fmla="*/ 2147483646 w 131"/>
                            <a:gd name="T13" fmla="*/ 2147483646 h 132"/>
                            <a:gd name="T14" fmla="*/ 2147483646 w 131"/>
                            <a:gd name="T15" fmla="*/ 2147483646 h 132"/>
                            <a:gd name="T16" fmla="*/ 2147483646 w 131"/>
                            <a:gd name="T17" fmla="*/ 2147483646 h 132"/>
                            <a:gd name="T18" fmla="*/ 2147483646 w 131"/>
                            <a:gd name="T19" fmla="*/ 2147483646 h 132"/>
                            <a:gd name="T20" fmla="*/ 2147483646 w 131"/>
                            <a:gd name="T21" fmla="*/ 2147483646 h 132"/>
                            <a:gd name="T22" fmla="*/ 1702388704 w 131"/>
                            <a:gd name="T23" fmla="*/ 2147483646 h 132"/>
                            <a:gd name="T24" fmla="*/ 1342283728 w 131"/>
                            <a:gd name="T25" fmla="*/ 2147483646 h 132"/>
                            <a:gd name="T26" fmla="*/ 949432573 w 131"/>
                            <a:gd name="T27" fmla="*/ 2147483646 h 132"/>
                            <a:gd name="T28" fmla="*/ 622073777 w 131"/>
                            <a:gd name="T29" fmla="*/ 2147483646 h 132"/>
                            <a:gd name="T30" fmla="*/ 392851156 w 131"/>
                            <a:gd name="T31" fmla="*/ 2147483646 h 132"/>
                            <a:gd name="T32" fmla="*/ 196476761 w 131"/>
                            <a:gd name="T33" fmla="*/ 2147483646 h 132"/>
                            <a:gd name="T34" fmla="*/ 65492360 w 131"/>
                            <a:gd name="T35" fmla="*/ 2147483646 h 132"/>
                            <a:gd name="T36" fmla="*/ 0 w 131"/>
                            <a:gd name="T37" fmla="*/ 2113302243 h 132"/>
                            <a:gd name="T38" fmla="*/ 0 w 131"/>
                            <a:gd name="T39" fmla="*/ 2113302243 h 132"/>
                            <a:gd name="T40" fmla="*/ 65492360 w 131"/>
                            <a:gd name="T41" fmla="*/ 1665026173 h 132"/>
                            <a:gd name="T42" fmla="*/ 196476761 w 131"/>
                            <a:gd name="T43" fmla="*/ 1312859573 h 132"/>
                            <a:gd name="T44" fmla="*/ 392851156 w 131"/>
                            <a:gd name="T45" fmla="*/ 928622715 h 132"/>
                            <a:gd name="T46" fmla="*/ 622073777 w 131"/>
                            <a:gd name="T47" fmla="*/ 608425386 h 132"/>
                            <a:gd name="T48" fmla="*/ 949432573 w 131"/>
                            <a:gd name="T49" fmla="*/ 384236858 h 132"/>
                            <a:gd name="T50" fmla="*/ 1342283728 w 131"/>
                            <a:gd name="T51" fmla="*/ 192118270 h 132"/>
                            <a:gd name="T52" fmla="*/ 1702388704 w 131"/>
                            <a:gd name="T53" fmla="*/ 64039529 h 132"/>
                            <a:gd name="T54" fmla="*/ 2147483646 w 131"/>
                            <a:gd name="T55" fmla="*/ 0 h 132"/>
                            <a:gd name="T56" fmla="*/ 2147483646 w 131"/>
                            <a:gd name="T57" fmla="*/ 0 h 132"/>
                            <a:gd name="T58" fmla="*/ 2147483646 w 131"/>
                            <a:gd name="T59" fmla="*/ 64039529 h 132"/>
                            <a:gd name="T60" fmla="*/ 2147483646 w 131"/>
                            <a:gd name="T61" fmla="*/ 192118270 h 132"/>
                            <a:gd name="T62" fmla="*/ 2147483646 w 131"/>
                            <a:gd name="T63" fmla="*/ 384236858 h 132"/>
                            <a:gd name="T64" fmla="*/ 2147483646 w 131"/>
                            <a:gd name="T65" fmla="*/ 608425386 h 132"/>
                            <a:gd name="T66" fmla="*/ 2147483646 w 131"/>
                            <a:gd name="T67" fmla="*/ 928622715 h 132"/>
                            <a:gd name="T68" fmla="*/ 2147483646 w 131"/>
                            <a:gd name="T69" fmla="*/ 1312859573 h 132"/>
                            <a:gd name="T70" fmla="*/ 2147483646 w 131"/>
                            <a:gd name="T71" fmla="*/ 1665026173 h 132"/>
                            <a:gd name="T72" fmla="*/ 2147483646 w 131"/>
                            <a:gd name="T73" fmla="*/ 2113302243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98"/>
                      <wps:cNvSpPr>
                        <a:spLocks noEditPoints="1"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2147483646 w 266"/>
                            <a:gd name="T1" fmla="*/ 0 h 271"/>
                            <a:gd name="T2" fmla="*/ 2147483646 w 266"/>
                            <a:gd name="T3" fmla="*/ 64656760 h 271"/>
                            <a:gd name="T4" fmla="*/ 2147483646 w 266"/>
                            <a:gd name="T5" fmla="*/ 226451267 h 271"/>
                            <a:gd name="T6" fmla="*/ 2147483646 w 266"/>
                            <a:gd name="T7" fmla="*/ 614595729 h 271"/>
                            <a:gd name="T8" fmla="*/ 2147483646 w 266"/>
                            <a:gd name="T9" fmla="*/ 1132155661 h 271"/>
                            <a:gd name="T10" fmla="*/ 2147483646 w 266"/>
                            <a:gd name="T11" fmla="*/ 1746649758 h 271"/>
                            <a:gd name="T12" fmla="*/ 2147483646 w 266"/>
                            <a:gd name="T13" fmla="*/ 2147483646 h 271"/>
                            <a:gd name="T14" fmla="*/ 2147483646 w 266"/>
                            <a:gd name="T15" fmla="*/ 2147483646 h 271"/>
                            <a:gd name="T16" fmla="*/ 2147483646 w 266"/>
                            <a:gd name="T17" fmla="*/ 2147483646 h 271"/>
                            <a:gd name="T18" fmla="*/ 2147483646 w 266"/>
                            <a:gd name="T19" fmla="*/ 2147483646 h 271"/>
                            <a:gd name="T20" fmla="*/ 2147483646 w 266"/>
                            <a:gd name="T21" fmla="*/ 2147483646 h 271"/>
                            <a:gd name="T22" fmla="*/ 2147483646 w 266"/>
                            <a:gd name="T23" fmla="*/ 2147483646 h 271"/>
                            <a:gd name="T24" fmla="*/ 2147483646 w 266"/>
                            <a:gd name="T25" fmla="*/ 2147483646 h 271"/>
                            <a:gd name="T26" fmla="*/ 2147483646 w 266"/>
                            <a:gd name="T27" fmla="*/ 2147483646 h 271"/>
                            <a:gd name="T28" fmla="*/ 2147483646 w 266"/>
                            <a:gd name="T29" fmla="*/ 2147483646 h 271"/>
                            <a:gd name="T30" fmla="*/ 2147483646 w 266"/>
                            <a:gd name="T31" fmla="*/ 2147483646 h 271"/>
                            <a:gd name="T32" fmla="*/ 2147483646 w 266"/>
                            <a:gd name="T33" fmla="*/ 2147483646 h 271"/>
                            <a:gd name="T34" fmla="*/ 2147483646 w 266"/>
                            <a:gd name="T35" fmla="*/ 2147483646 h 271"/>
                            <a:gd name="T36" fmla="*/ 2147483646 w 266"/>
                            <a:gd name="T37" fmla="*/ 2147483646 h 271"/>
                            <a:gd name="T38" fmla="*/ 1662616833 w 266"/>
                            <a:gd name="T39" fmla="*/ 2147483646 h 271"/>
                            <a:gd name="T40" fmla="*/ 1055172531 w 266"/>
                            <a:gd name="T41" fmla="*/ 2147483646 h 271"/>
                            <a:gd name="T42" fmla="*/ 607544898 w 266"/>
                            <a:gd name="T43" fmla="*/ 2147483646 h 271"/>
                            <a:gd name="T44" fmla="*/ 223864115 w 266"/>
                            <a:gd name="T45" fmla="*/ 2147483646 h 271"/>
                            <a:gd name="T46" fmla="*/ 63946850 w 266"/>
                            <a:gd name="T47" fmla="*/ 2147483646 h 271"/>
                            <a:gd name="T48" fmla="*/ 0 w 266"/>
                            <a:gd name="T49" fmla="*/ 2147483646 h 271"/>
                            <a:gd name="T50" fmla="*/ 127893700 w 266"/>
                            <a:gd name="T51" fmla="*/ 2147483646 h 271"/>
                            <a:gd name="T52" fmla="*/ 415704665 w 266"/>
                            <a:gd name="T53" fmla="*/ 2134794219 h 271"/>
                            <a:gd name="T54" fmla="*/ 799385448 w 266"/>
                            <a:gd name="T55" fmla="*/ 1423263688 h 271"/>
                            <a:gd name="T56" fmla="*/ 1342882900 w 266"/>
                            <a:gd name="T57" fmla="*/ 873325038 h 271"/>
                            <a:gd name="T58" fmla="*/ 2014374647 w 266"/>
                            <a:gd name="T59" fmla="*/ 420523498 h 271"/>
                            <a:gd name="T60" fmla="*/ 2147483646 w 266"/>
                            <a:gd name="T61" fmla="*/ 129415152 h 271"/>
                            <a:gd name="T62" fmla="*/ 2147483646 w 266"/>
                            <a:gd name="T63" fmla="*/ 0 h 271"/>
                            <a:gd name="T64" fmla="*/ 2147483646 w 266"/>
                            <a:gd name="T65" fmla="*/ 2147483646 h 271"/>
                            <a:gd name="T66" fmla="*/ 2147483646 w 266"/>
                            <a:gd name="T67" fmla="*/ 2147483646 h 271"/>
                            <a:gd name="T68" fmla="*/ 2147483646 w 266"/>
                            <a:gd name="T69" fmla="*/ 2147483646 h 271"/>
                            <a:gd name="T70" fmla="*/ 2147483646 w 266"/>
                            <a:gd name="T71" fmla="*/ 2147483646 h 271"/>
                            <a:gd name="T72" fmla="*/ 2147483646 w 266"/>
                            <a:gd name="T73" fmla="*/ 2147483646 h 271"/>
                            <a:gd name="T74" fmla="*/ 2147483646 w 266"/>
                            <a:gd name="T75" fmla="*/ 2147483646 h 271"/>
                            <a:gd name="T76" fmla="*/ 2147483646 w 266"/>
                            <a:gd name="T77" fmla="*/ 2147483646 h 271"/>
                            <a:gd name="T78" fmla="*/ 2147483646 w 266"/>
                            <a:gd name="T79" fmla="*/ 2147483646 h 271"/>
                            <a:gd name="T80" fmla="*/ 2147483646 w 266"/>
                            <a:gd name="T81" fmla="*/ 1876065229 h 271"/>
                            <a:gd name="T82" fmla="*/ 2147483646 w 266"/>
                            <a:gd name="T83" fmla="*/ 1681992998 h 271"/>
                            <a:gd name="T84" fmla="*/ 2147483646 w 266"/>
                            <a:gd name="T85" fmla="*/ 1681992998 h 271"/>
                            <a:gd name="T86" fmla="*/ 2147483646 w 266"/>
                            <a:gd name="T87" fmla="*/ 2134794219 h 271"/>
                            <a:gd name="T88" fmla="*/ 2147483646 w 266"/>
                            <a:gd name="T89" fmla="*/ 2147483646 h 271"/>
                            <a:gd name="T90" fmla="*/ 2147483646 w 266"/>
                            <a:gd name="T91" fmla="*/ 2147483646 h 271"/>
                            <a:gd name="T92" fmla="*/ 2147483646 w 266"/>
                            <a:gd name="T93" fmla="*/ 2147483646 h 271"/>
                            <a:gd name="T94" fmla="*/ 2147483646 w 266"/>
                            <a:gd name="T95" fmla="*/ 2147483646 h 271"/>
                            <a:gd name="T96" fmla="*/ 2147483646 w 266"/>
                            <a:gd name="T97" fmla="*/ 2147483646 h 271"/>
                            <a:gd name="T98" fmla="*/ 2147483646 w 266"/>
                            <a:gd name="T99" fmla="*/ 2147483646 h 271"/>
                            <a:gd name="T100" fmla="*/ 2147483646 w 266"/>
                            <a:gd name="T101" fmla="*/ 2147483646 h 271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</a:gdLst>
                          <a:ahLst/>
                          <a:cxnLst>
                            <a:cxn ang="T102">
                              <a:pos x="T0" y="T1"/>
                            </a:cxn>
                            <a:cxn ang="T103">
                              <a:pos x="T2" y="T3"/>
                            </a:cxn>
                            <a:cxn ang="T104">
                              <a:pos x="T4" y="T5"/>
                            </a:cxn>
                            <a:cxn ang="T105">
                              <a:pos x="T6" y="T7"/>
                            </a:cxn>
                            <a:cxn ang="T106">
                              <a:pos x="T8" y="T9"/>
                            </a:cxn>
                            <a:cxn ang="T107">
                              <a:pos x="T10" y="T11"/>
                            </a:cxn>
                            <a:cxn ang="T108">
                              <a:pos x="T12" y="T13"/>
                            </a:cxn>
                            <a:cxn ang="T109">
                              <a:pos x="T14" y="T15"/>
                            </a:cxn>
                            <a:cxn ang="T110">
                              <a:pos x="T16" y="T17"/>
                            </a:cxn>
                            <a:cxn ang="T111">
                              <a:pos x="T18" y="T19"/>
                            </a:cxn>
                            <a:cxn ang="T112">
                              <a:pos x="T20" y="T21"/>
                            </a:cxn>
                            <a:cxn ang="T113">
                              <a:pos x="T22" y="T23"/>
                            </a:cxn>
                            <a:cxn ang="T114">
                              <a:pos x="T24" y="T25"/>
                            </a:cxn>
                            <a:cxn ang="T115">
                              <a:pos x="T26" y="T27"/>
                            </a:cxn>
                            <a:cxn ang="T116">
                              <a:pos x="T28" y="T29"/>
                            </a:cxn>
                            <a:cxn ang="T117">
                              <a:pos x="T30" y="T31"/>
                            </a:cxn>
                            <a:cxn ang="T118">
                              <a:pos x="T32" y="T33"/>
                            </a:cxn>
                            <a:cxn ang="T119">
                              <a:pos x="T34" y="T35"/>
                            </a:cxn>
                            <a:cxn ang="T120">
                              <a:pos x="T36" y="T37"/>
                            </a:cxn>
                            <a:cxn ang="T121">
                              <a:pos x="T38" y="T39"/>
                            </a:cxn>
                            <a:cxn ang="T122">
                              <a:pos x="T40" y="T41"/>
                            </a:cxn>
                            <a:cxn ang="T123">
                              <a:pos x="T42" y="T43"/>
                            </a:cxn>
                            <a:cxn ang="T124">
                              <a:pos x="T44" y="T45"/>
                            </a:cxn>
                            <a:cxn ang="T125">
                              <a:pos x="T46" y="T47"/>
                            </a:cxn>
                            <a:cxn ang="T126">
                              <a:pos x="T48" y="T49"/>
                            </a:cxn>
                            <a:cxn ang="T127">
                              <a:pos x="T50" y="T51"/>
                            </a:cxn>
                            <a:cxn ang="T128">
                              <a:pos x="T52" y="T53"/>
                            </a:cxn>
                            <a:cxn ang="T129">
                              <a:pos x="T54" y="T55"/>
                            </a:cxn>
                            <a:cxn ang="T130">
                              <a:pos x="T56" y="T57"/>
                            </a:cxn>
                            <a:cxn ang="T131">
                              <a:pos x="T58" y="T59"/>
                            </a:cxn>
                            <a:cxn ang="T132">
                              <a:pos x="T60" y="T61"/>
                            </a:cxn>
                            <a:cxn ang="T133">
                              <a:pos x="T62" y="T63"/>
                            </a:cxn>
                            <a:cxn ang="T134">
                              <a:pos x="T64" y="T65"/>
                            </a:cxn>
                            <a:cxn ang="T135">
                              <a:pos x="T66" y="T67"/>
                            </a:cxn>
                            <a:cxn ang="T136">
                              <a:pos x="T68" y="T69"/>
                            </a:cxn>
                            <a:cxn ang="T137">
                              <a:pos x="T70" y="T71"/>
                            </a:cxn>
                            <a:cxn ang="T138">
                              <a:pos x="T72" y="T73"/>
                            </a:cxn>
                            <a:cxn ang="T139">
                              <a:pos x="T74" y="T75"/>
                            </a:cxn>
                            <a:cxn ang="T140">
                              <a:pos x="T76" y="T77"/>
                            </a:cxn>
                            <a:cxn ang="T141">
                              <a:pos x="T78" y="T79"/>
                            </a:cxn>
                            <a:cxn ang="T142">
                              <a:pos x="T80" y="T81"/>
                            </a:cxn>
                            <a:cxn ang="T143">
                              <a:pos x="T82" y="T83"/>
                            </a:cxn>
                            <a:cxn ang="T144">
                              <a:pos x="T84" y="T85"/>
                            </a:cxn>
                            <a:cxn ang="T145">
                              <a:pos x="T86" y="T87"/>
                            </a:cxn>
                            <a:cxn ang="T146">
                              <a:pos x="T88" y="T89"/>
                            </a:cxn>
                            <a:cxn ang="T147">
                              <a:pos x="T90" y="T91"/>
                            </a:cxn>
                            <a:cxn ang="T148">
                              <a:pos x="T92" y="T93"/>
                            </a:cxn>
                            <a:cxn ang="T149">
                              <a:pos x="T94" y="T95"/>
                            </a:cxn>
                            <a:cxn ang="T150">
                              <a:pos x="T96" y="T97"/>
                            </a:cxn>
                            <a:cxn ang="T151">
                              <a:pos x="T98" y="T99"/>
                            </a:cxn>
                            <a:cxn ang="T152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99"/>
                      <wps:cNvSpPr>
                        <a:spLocks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2147483646 w 266"/>
                            <a:gd name="T1" fmla="*/ 0 h 271"/>
                            <a:gd name="T2" fmla="*/ 2147483646 w 266"/>
                            <a:gd name="T3" fmla="*/ 64656760 h 271"/>
                            <a:gd name="T4" fmla="*/ 2147483646 w 266"/>
                            <a:gd name="T5" fmla="*/ 226451267 h 271"/>
                            <a:gd name="T6" fmla="*/ 2147483646 w 266"/>
                            <a:gd name="T7" fmla="*/ 614595729 h 271"/>
                            <a:gd name="T8" fmla="*/ 2147483646 w 266"/>
                            <a:gd name="T9" fmla="*/ 1132155661 h 271"/>
                            <a:gd name="T10" fmla="*/ 2147483646 w 266"/>
                            <a:gd name="T11" fmla="*/ 1746649758 h 271"/>
                            <a:gd name="T12" fmla="*/ 2147483646 w 266"/>
                            <a:gd name="T13" fmla="*/ 2147483646 h 271"/>
                            <a:gd name="T14" fmla="*/ 2147483646 w 266"/>
                            <a:gd name="T15" fmla="*/ 2147483646 h 271"/>
                            <a:gd name="T16" fmla="*/ 2147483646 w 266"/>
                            <a:gd name="T17" fmla="*/ 2147483646 h 271"/>
                            <a:gd name="T18" fmla="*/ 2147483646 w 266"/>
                            <a:gd name="T19" fmla="*/ 2147483646 h 271"/>
                            <a:gd name="T20" fmla="*/ 2147483646 w 266"/>
                            <a:gd name="T21" fmla="*/ 2147483646 h 271"/>
                            <a:gd name="T22" fmla="*/ 2147483646 w 266"/>
                            <a:gd name="T23" fmla="*/ 2147483646 h 271"/>
                            <a:gd name="T24" fmla="*/ 2147483646 w 266"/>
                            <a:gd name="T25" fmla="*/ 2147483646 h 271"/>
                            <a:gd name="T26" fmla="*/ 2147483646 w 266"/>
                            <a:gd name="T27" fmla="*/ 2147483646 h 271"/>
                            <a:gd name="T28" fmla="*/ 2147483646 w 266"/>
                            <a:gd name="T29" fmla="*/ 2147483646 h 271"/>
                            <a:gd name="T30" fmla="*/ 2147483646 w 266"/>
                            <a:gd name="T31" fmla="*/ 2147483646 h 271"/>
                            <a:gd name="T32" fmla="*/ 2147483646 w 266"/>
                            <a:gd name="T33" fmla="*/ 2147483646 h 271"/>
                            <a:gd name="T34" fmla="*/ 2147483646 w 266"/>
                            <a:gd name="T35" fmla="*/ 2147483646 h 271"/>
                            <a:gd name="T36" fmla="*/ 2147483646 w 266"/>
                            <a:gd name="T37" fmla="*/ 2147483646 h 271"/>
                            <a:gd name="T38" fmla="*/ 1662616833 w 266"/>
                            <a:gd name="T39" fmla="*/ 2147483646 h 271"/>
                            <a:gd name="T40" fmla="*/ 1055172531 w 266"/>
                            <a:gd name="T41" fmla="*/ 2147483646 h 271"/>
                            <a:gd name="T42" fmla="*/ 607544898 w 266"/>
                            <a:gd name="T43" fmla="*/ 2147483646 h 271"/>
                            <a:gd name="T44" fmla="*/ 223864115 w 266"/>
                            <a:gd name="T45" fmla="*/ 2147483646 h 271"/>
                            <a:gd name="T46" fmla="*/ 63946850 w 266"/>
                            <a:gd name="T47" fmla="*/ 2147483646 h 271"/>
                            <a:gd name="T48" fmla="*/ 0 w 266"/>
                            <a:gd name="T49" fmla="*/ 2147483646 h 271"/>
                            <a:gd name="T50" fmla="*/ 127893700 w 266"/>
                            <a:gd name="T51" fmla="*/ 2147483646 h 271"/>
                            <a:gd name="T52" fmla="*/ 415704665 w 266"/>
                            <a:gd name="T53" fmla="*/ 2134794219 h 271"/>
                            <a:gd name="T54" fmla="*/ 799385448 w 266"/>
                            <a:gd name="T55" fmla="*/ 1423263688 h 271"/>
                            <a:gd name="T56" fmla="*/ 1342882900 w 266"/>
                            <a:gd name="T57" fmla="*/ 873325038 h 271"/>
                            <a:gd name="T58" fmla="*/ 2014374647 w 266"/>
                            <a:gd name="T59" fmla="*/ 420523498 h 271"/>
                            <a:gd name="T60" fmla="*/ 2147483646 w 266"/>
                            <a:gd name="T61" fmla="*/ 129415152 h 271"/>
                            <a:gd name="T62" fmla="*/ 2147483646 w 266"/>
                            <a:gd name="T63" fmla="*/ 0 h 271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</a:gdLst>
                          <a:ahLst/>
                          <a:cxnLst>
                            <a:cxn ang="T64">
                              <a:pos x="T0" y="T1"/>
                            </a:cxn>
                            <a:cxn ang="T65">
                              <a:pos x="T2" y="T3"/>
                            </a:cxn>
                            <a:cxn ang="T66">
                              <a:pos x="T4" y="T5"/>
                            </a:cxn>
                            <a:cxn ang="T67">
                              <a:pos x="T6" y="T7"/>
                            </a:cxn>
                            <a:cxn ang="T68">
                              <a:pos x="T8" y="T9"/>
                            </a:cxn>
                            <a:cxn ang="T69">
                              <a:pos x="T10" y="T11"/>
                            </a:cxn>
                            <a:cxn ang="T70">
                              <a:pos x="T12" y="T13"/>
                            </a:cxn>
                            <a:cxn ang="T71">
                              <a:pos x="T14" y="T15"/>
                            </a:cxn>
                            <a:cxn ang="T72">
                              <a:pos x="T16" y="T17"/>
                            </a:cxn>
                            <a:cxn ang="T73">
                              <a:pos x="T18" y="T19"/>
                            </a:cxn>
                            <a:cxn ang="T74">
                              <a:pos x="T20" y="T21"/>
                            </a:cxn>
                            <a:cxn ang="T75">
                              <a:pos x="T22" y="T23"/>
                            </a:cxn>
                            <a:cxn ang="T76">
                              <a:pos x="T24" y="T25"/>
                            </a:cxn>
                            <a:cxn ang="T77">
                              <a:pos x="T26" y="T27"/>
                            </a:cxn>
                            <a:cxn ang="T78">
                              <a:pos x="T28" y="T29"/>
                            </a:cxn>
                            <a:cxn ang="T79">
                              <a:pos x="T30" y="T31"/>
                            </a:cxn>
                            <a:cxn ang="T80">
                              <a:pos x="T32" y="T33"/>
                            </a:cxn>
                            <a:cxn ang="T81">
                              <a:pos x="T34" y="T35"/>
                            </a:cxn>
                            <a:cxn ang="T82">
                              <a:pos x="T36" y="T37"/>
                            </a:cxn>
                            <a:cxn ang="T83">
                              <a:pos x="T38" y="T39"/>
                            </a:cxn>
                            <a:cxn ang="T84">
                              <a:pos x="T40" y="T41"/>
                            </a:cxn>
                            <a:cxn ang="T85">
                              <a:pos x="T42" y="T43"/>
                            </a:cxn>
                            <a:cxn ang="T86">
                              <a:pos x="T44" y="T45"/>
                            </a:cxn>
                            <a:cxn ang="T87">
                              <a:pos x="T46" y="T47"/>
                            </a:cxn>
                            <a:cxn ang="T88">
                              <a:pos x="T48" y="T49"/>
                            </a:cxn>
                            <a:cxn ang="T89">
                              <a:pos x="T50" y="T51"/>
                            </a:cxn>
                            <a:cxn ang="T90">
                              <a:pos x="T52" y="T53"/>
                            </a:cxn>
                            <a:cxn ang="T91">
                              <a:pos x="T54" y="T55"/>
                            </a:cxn>
                            <a:cxn ang="T92">
                              <a:pos x="T56" y="T57"/>
                            </a:cxn>
                            <a:cxn ang="T93">
                              <a:pos x="T58" y="T59"/>
                            </a:cxn>
                            <a:cxn ang="T94">
                              <a:pos x="T60" y="T61"/>
                            </a:cxn>
                            <a:cxn ang="T95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200"/>
                      <wps:cNvSpPr>
                        <a:spLocks/>
                      </wps:cNvSpPr>
                      <wps:spPr bwMode="auto">
                        <a:xfrm>
                          <a:off x="403856" y="129558"/>
                          <a:ext cx="37505" cy="53324"/>
                        </a:xfrm>
                        <a:custGeom>
                          <a:avLst/>
                          <a:gdLst>
                            <a:gd name="T0" fmla="*/ 1890836140 w 120"/>
                            <a:gd name="T1" fmla="*/ 2147483646 h 167"/>
                            <a:gd name="T2" fmla="*/ 1890836140 w 120"/>
                            <a:gd name="T3" fmla="*/ 2147483646 h 167"/>
                            <a:gd name="T4" fmla="*/ 2147483646 w 120"/>
                            <a:gd name="T5" fmla="*/ 2147483646 h 167"/>
                            <a:gd name="T6" fmla="*/ 2147483646 w 120"/>
                            <a:gd name="T7" fmla="*/ 2147483646 h 167"/>
                            <a:gd name="T8" fmla="*/ 2147483646 w 120"/>
                            <a:gd name="T9" fmla="*/ 2147483646 h 167"/>
                            <a:gd name="T10" fmla="*/ 2147483646 w 120"/>
                            <a:gd name="T11" fmla="*/ 2147483646 h 167"/>
                            <a:gd name="T12" fmla="*/ 2147483646 w 120"/>
                            <a:gd name="T13" fmla="*/ 2147483646 h 167"/>
                            <a:gd name="T14" fmla="*/ 2147483646 w 120"/>
                            <a:gd name="T15" fmla="*/ 2147483646 h 167"/>
                            <a:gd name="T16" fmla="*/ 2147483646 w 120"/>
                            <a:gd name="T17" fmla="*/ 2147483646 h 167"/>
                            <a:gd name="T18" fmla="*/ 2147483646 w 120"/>
                            <a:gd name="T19" fmla="*/ 2147483646 h 167"/>
                            <a:gd name="T20" fmla="*/ 2147483646 w 120"/>
                            <a:gd name="T21" fmla="*/ 2147483646 h 167"/>
                            <a:gd name="T22" fmla="*/ 2147483646 w 120"/>
                            <a:gd name="T23" fmla="*/ 2147483646 h 167"/>
                            <a:gd name="T24" fmla="*/ 2147483646 w 120"/>
                            <a:gd name="T25" fmla="*/ 1628236206 h 167"/>
                            <a:gd name="T26" fmla="*/ 2147483646 w 120"/>
                            <a:gd name="T27" fmla="*/ 1204915171 h 167"/>
                            <a:gd name="T28" fmla="*/ 2147483646 w 120"/>
                            <a:gd name="T29" fmla="*/ 748968149 h 167"/>
                            <a:gd name="T30" fmla="*/ 2147483646 w 120"/>
                            <a:gd name="T31" fmla="*/ 455947022 h 167"/>
                            <a:gd name="T32" fmla="*/ 2147483646 w 120"/>
                            <a:gd name="T33" fmla="*/ 195347525 h 167"/>
                            <a:gd name="T34" fmla="*/ 2147483646 w 120"/>
                            <a:gd name="T35" fmla="*/ 0 h 167"/>
                            <a:gd name="T36" fmla="*/ 1890836140 w 120"/>
                            <a:gd name="T37" fmla="*/ 0 h 167"/>
                            <a:gd name="T38" fmla="*/ 1890836140 w 120"/>
                            <a:gd name="T39" fmla="*/ 0 h 167"/>
                            <a:gd name="T40" fmla="*/ 1433389843 w 120"/>
                            <a:gd name="T41" fmla="*/ 0 h 167"/>
                            <a:gd name="T42" fmla="*/ 1006420734 w 120"/>
                            <a:gd name="T43" fmla="*/ 195347525 h 167"/>
                            <a:gd name="T44" fmla="*/ 701456640 w 120"/>
                            <a:gd name="T45" fmla="*/ 455947022 h 167"/>
                            <a:gd name="T46" fmla="*/ 426969422 w 120"/>
                            <a:gd name="T47" fmla="*/ 748968149 h 167"/>
                            <a:gd name="T48" fmla="*/ 244010343 w 120"/>
                            <a:gd name="T49" fmla="*/ 1204915171 h 167"/>
                            <a:gd name="T50" fmla="*/ 122005328 w 120"/>
                            <a:gd name="T51" fmla="*/ 1628236206 h 167"/>
                            <a:gd name="T52" fmla="*/ 60953751 w 120"/>
                            <a:gd name="T53" fmla="*/ 2147483646 h 167"/>
                            <a:gd name="T54" fmla="*/ 0 w 120"/>
                            <a:gd name="T55" fmla="*/ 2147483646 h 167"/>
                            <a:gd name="T56" fmla="*/ 0 w 120"/>
                            <a:gd name="T57" fmla="*/ 2147483646 h 167"/>
                            <a:gd name="T58" fmla="*/ 60953751 w 120"/>
                            <a:gd name="T59" fmla="*/ 2147483646 h 167"/>
                            <a:gd name="T60" fmla="*/ 122005328 w 120"/>
                            <a:gd name="T61" fmla="*/ 2147483646 h 167"/>
                            <a:gd name="T62" fmla="*/ 244010343 w 120"/>
                            <a:gd name="T63" fmla="*/ 2147483646 h 167"/>
                            <a:gd name="T64" fmla="*/ 426969422 w 120"/>
                            <a:gd name="T65" fmla="*/ 2147483646 h 167"/>
                            <a:gd name="T66" fmla="*/ 701456640 w 120"/>
                            <a:gd name="T67" fmla="*/ 2147483646 h 167"/>
                            <a:gd name="T68" fmla="*/ 1006420734 w 120"/>
                            <a:gd name="T69" fmla="*/ 2147483646 h 167"/>
                            <a:gd name="T70" fmla="*/ 1433389843 w 120"/>
                            <a:gd name="T71" fmla="*/ 2147483646 h 167"/>
                            <a:gd name="T72" fmla="*/ 1890836140 w 120"/>
                            <a:gd name="T73" fmla="*/ 2147483646 h 16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201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2147483646 w 231"/>
                            <a:gd name="T1" fmla="*/ 0 h 271"/>
                            <a:gd name="T2" fmla="*/ 2147483646 w 231"/>
                            <a:gd name="T3" fmla="*/ 64656760 h 271"/>
                            <a:gd name="T4" fmla="*/ 2147483646 w 231"/>
                            <a:gd name="T5" fmla="*/ 2147483646 h 271"/>
                            <a:gd name="T6" fmla="*/ 2147483646 w 231"/>
                            <a:gd name="T7" fmla="*/ 2005480380 h 271"/>
                            <a:gd name="T8" fmla="*/ 2147483646 w 231"/>
                            <a:gd name="T9" fmla="*/ 1681992998 h 271"/>
                            <a:gd name="T10" fmla="*/ 2147483646 w 231"/>
                            <a:gd name="T11" fmla="*/ 1681992998 h 271"/>
                            <a:gd name="T12" fmla="*/ 2147483646 w 231"/>
                            <a:gd name="T13" fmla="*/ 1876065229 h 271"/>
                            <a:gd name="T14" fmla="*/ 2147483646 w 231"/>
                            <a:gd name="T15" fmla="*/ 2147483646 h 271"/>
                            <a:gd name="T16" fmla="*/ 2147483646 w 231"/>
                            <a:gd name="T17" fmla="*/ 2147483646 h 271"/>
                            <a:gd name="T18" fmla="*/ 2147483646 w 231"/>
                            <a:gd name="T19" fmla="*/ 2147483646 h 271"/>
                            <a:gd name="T20" fmla="*/ 2147483646 w 231"/>
                            <a:gd name="T21" fmla="*/ 2147483646 h 271"/>
                            <a:gd name="T22" fmla="*/ 2147483646 w 231"/>
                            <a:gd name="T23" fmla="*/ 2147483646 h 271"/>
                            <a:gd name="T24" fmla="*/ 2147483646 w 231"/>
                            <a:gd name="T25" fmla="*/ 2147483646 h 271"/>
                            <a:gd name="T26" fmla="*/ 2147483646 w 231"/>
                            <a:gd name="T27" fmla="*/ 2147483646 h 271"/>
                            <a:gd name="T28" fmla="*/ 2147483646 w 231"/>
                            <a:gd name="T29" fmla="*/ 2147483646 h 271"/>
                            <a:gd name="T30" fmla="*/ 2147483646 w 231"/>
                            <a:gd name="T31" fmla="*/ 2147483646 h 271"/>
                            <a:gd name="T32" fmla="*/ 2147483646 w 231"/>
                            <a:gd name="T33" fmla="*/ 2147483646 h 271"/>
                            <a:gd name="T34" fmla="*/ 2147483646 w 231"/>
                            <a:gd name="T35" fmla="*/ 2147483646 h 271"/>
                            <a:gd name="T36" fmla="*/ 2147483646 w 231"/>
                            <a:gd name="T37" fmla="*/ 2147483646 h 271"/>
                            <a:gd name="T38" fmla="*/ 2147483646 w 231"/>
                            <a:gd name="T39" fmla="*/ 2147483646 h 271"/>
                            <a:gd name="T40" fmla="*/ 2147483646 w 231"/>
                            <a:gd name="T41" fmla="*/ 2147483646 h 271"/>
                            <a:gd name="T42" fmla="*/ 2147483646 w 231"/>
                            <a:gd name="T43" fmla="*/ 2147483646 h 271"/>
                            <a:gd name="T44" fmla="*/ 1980481443 w 231"/>
                            <a:gd name="T45" fmla="*/ 2147483646 h 271"/>
                            <a:gd name="T46" fmla="*/ 1298701595 w 231"/>
                            <a:gd name="T47" fmla="*/ 2147483646 h 271"/>
                            <a:gd name="T48" fmla="*/ 681780166 w 231"/>
                            <a:gd name="T49" fmla="*/ 2147483646 h 271"/>
                            <a:gd name="T50" fmla="*/ 227260055 w 231"/>
                            <a:gd name="T51" fmla="*/ 2147483646 h 271"/>
                            <a:gd name="T52" fmla="*/ 64960527 w 231"/>
                            <a:gd name="T53" fmla="*/ 2147483646 h 271"/>
                            <a:gd name="T54" fmla="*/ 0 w 231"/>
                            <a:gd name="T55" fmla="*/ 2147483646 h 271"/>
                            <a:gd name="T56" fmla="*/ 97440791 w 231"/>
                            <a:gd name="T57" fmla="*/ 2147483646 h 271"/>
                            <a:gd name="T58" fmla="*/ 357181110 w 231"/>
                            <a:gd name="T59" fmla="*/ 2147483646 h 271"/>
                            <a:gd name="T60" fmla="*/ 876661748 w 231"/>
                            <a:gd name="T61" fmla="*/ 1681992998 h 271"/>
                            <a:gd name="T62" fmla="*/ 1428520541 w 231"/>
                            <a:gd name="T63" fmla="*/ 1067397269 h 271"/>
                            <a:gd name="T64" fmla="*/ 2147483646 w 231"/>
                            <a:gd name="T65" fmla="*/ 549837337 h 271"/>
                            <a:gd name="T66" fmla="*/ 2147483646 w 231"/>
                            <a:gd name="T67" fmla="*/ 226451267 h 271"/>
                            <a:gd name="T68" fmla="*/ 2147483646 w 231"/>
                            <a:gd name="T69" fmla="*/ 64656760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202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2147483646 w 231"/>
                            <a:gd name="T1" fmla="*/ 0 h 271"/>
                            <a:gd name="T2" fmla="*/ 2147483646 w 231"/>
                            <a:gd name="T3" fmla="*/ 64656760 h 271"/>
                            <a:gd name="T4" fmla="*/ 2147483646 w 231"/>
                            <a:gd name="T5" fmla="*/ 2147483646 h 271"/>
                            <a:gd name="T6" fmla="*/ 2147483646 w 231"/>
                            <a:gd name="T7" fmla="*/ 2005480380 h 271"/>
                            <a:gd name="T8" fmla="*/ 2147483646 w 231"/>
                            <a:gd name="T9" fmla="*/ 1681992998 h 271"/>
                            <a:gd name="T10" fmla="*/ 2147483646 w 231"/>
                            <a:gd name="T11" fmla="*/ 1681992998 h 271"/>
                            <a:gd name="T12" fmla="*/ 2147483646 w 231"/>
                            <a:gd name="T13" fmla="*/ 1876065229 h 271"/>
                            <a:gd name="T14" fmla="*/ 2147483646 w 231"/>
                            <a:gd name="T15" fmla="*/ 2147483646 h 271"/>
                            <a:gd name="T16" fmla="*/ 2147483646 w 231"/>
                            <a:gd name="T17" fmla="*/ 2147483646 h 271"/>
                            <a:gd name="T18" fmla="*/ 2147483646 w 231"/>
                            <a:gd name="T19" fmla="*/ 2147483646 h 271"/>
                            <a:gd name="T20" fmla="*/ 2147483646 w 231"/>
                            <a:gd name="T21" fmla="*/ 2147483646 h 271"/>
                            <a:gd name="T22" fmla="*/ 2147483646 w 231"/>
                            <a:gd name="T23" fmla="*/ 2147483646 h 271"/>
                            <a:gd name="T24" fmla="*/ 2147483646 w 231"/>
                            <a:gd name="T25" fmla="*/ 2147483646 h 271"/>
                            <a:gd name="T26" fmla="*/ 2147483646 w 231"/>
                            <a:gd name="T27" fmla="*/ 2147483646 h 271"/>
                            <a:gd name="T28" fmla="*/ 2147483646 w 231"/>
                            <a:gd name="T29" fmla="*/ 2147483646 h 271"/>
                            <a:gd name="T30" fmla="*/ 2147483646 w 231"/>
                            <a:gd name="T31" fmla="*/ 2147483646 h 271"/>
                            <a:gd name="T32" fmla="*/ 2147483646 w 231"/>
                            <a:gd name="T33" fmla="*/ 2147483646 h 271"/>
                            <a:gd name="T34" fmla="*/ 2147483646 w 231"/>
                            <a:gd name="T35" fmla="*/ 2147483646 h 271"/>
                            <a:gd name="T36" fmla="*/ 2147483646 w 231"/>
                            <a:gd name="T37" fmla="*/ 2147483646 h 271"/>
                            <a:gd name="T38" fmla="*/ 2147483646 w 231"/>
                            <a:gd name="T39" fmla="*/ 2147483646 h 271"/>
                            <a:gd name="T40" fmla="*/ 2147483646 w 231"/>
                            <a:gd name="T41" fmla="*/ 2147483646 h 271"/>
                            <a:gd name="T42" fmla="*/ 2147483646 w 231"/>
                            <a:gd name="T43" fmla="*/ 2147483646 h 271"/>
                            <a:gd name="T44" fmla="*/ 1980481443 w 231"/>
                            <a:gd name="T45" fmla="*/ 2147483646 h 271"/>
                            <a:gd name="T46" fmla="*/ 1298701595 w 231"/>
                            <a:gd name="T47" fmla="*/ 2147483646 h 271"/>
                            <a:gd name="T48" fmla="*/ 681780166 w 231"/>
                            <a:gd name="T49" fmla="*/ 2147483646 h 271"/>
                            <a:gd name="T50" fmla="*/ 227260055 w 231"/>
                            <a:gd name="T51" fmla="*/ 2147483646 h 271"/>
                            <a:gd name="T52" fmla="*/ 64960527 w 231"/>
                            <a:gd name="T53" fmla="*/ 2147483646 h 271"/>
                            <a:gd name="T54" fmla="*/ 0 w 231"/>
                            <a:gd name="T55" fmla="*/ 2147483646 h 271"/>
                            <a:gd name="T56" fmla="*/ 97440791 w 231"/>
                            <a:gd name="T57" fmla="*/ 2147483646 h 271"/>
                            <a:gd name="T58" fmla="*/ 357181110 w 231"/>
                            <a:gd name="T59" fmla="*/ 2147483646 h 271"/>
                            <a:gd name="T60" fmla="*/ 876661748 w 231"/>
                            <a:gd name="T61" fmla="*/ 1681992998 h 271"/>
                            <a:gd name="T62" fmla="*/ 1428520541 w 231"/>
                            <a:gd name="T63" fmla="*/ 1067397269 h 271"/>
                            <a:gd name="T64" fmla="*/ 2147483646 w 231"/>
                            <a:gd name="T65" fmla="*/ 549837337 h 271"/>
                            <a:gd name="T66" fmla="*/ 2147483646 w 231"/>
                            <a:gd name="T67" fmla="*/ 226451267 h 271"/>
                            <a:gd name="T68" fmla="*/ 2147483646 w 231"/>
                            <a:gd name="T69" fmla="*/ 64656760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203"/>
                      <wps:cNvSpPr>
                        <a:spLocks/>
                      </wps:cNvSpPr>
                      <wps:spPr bwMode="auto">
                        <a:xfrm>
                          <a:off x="213930" y="113651"/>
                          <a:ext cx="60408" cy="85138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2147483646 w 190"/>
                            <a:gd name="T3" fmla="*/ 0 h 267"/>
                            <a:gd name="T4" fmla="*/ 2147483646 w 190"/>
                            <a:gd name="T5" fmla="*/ 1620127353 h 267"/>
                            <a:gd name="T6" fmla="*/ 2147483646 w 190"/>
                            <a:gd name="T7" fmla="*/ 1620127353 h 267"/>
                            <a:gd name="T8" fmla="*/ 2147483646 w 190"/>
                            <a:gd name="T9" fmla="*/ 2147483646 h 267"/>
                            <a:gd name="T10" fmla="*/ 2147483646 w 190"/>
                            <a:gd name="T11" fmla="*/ 2147483646 h 267"/>
                            <a:gd name="T12" fmla="*/ 2147483646 w 190"/>
                            <a:gd name="T13" fmla="*/ 2147483646 h 267"/>
                            <a:gd name="T14" fmla="*/ 2147483646 w 190"/>
                            <a:gd name="T15" fmla="*/ 2147483646 h 267"/>
                            <a:gd name="T16" fmla="*/ 2147483646 w 190"/>
                            <a:gd name="T17" fmla="*/ 2147483646 h 267"/>
                            <a:gd name="T18" fmla="*/ 2147483646 w 190"/>
                            <a:gd name="T19" fmla="*/ 2147483646 h 267"/>
                            <a:gd name="T20" fmla="*/ 2147483646 w 190"/>
                            <a:gd name="T21" fmla="*/ 2147483646 h 267"/>
                            <a:gd name="T22" fmla="*/ 0 w 190"/>
                            <a:gd name="T23" fmla="*/ 2147483646 h 267"/>
                            <a:gd name="T24" fmla="*/ 0 w 190"/>
                            <a:gd name="T25" fmla="*/ 0 h 267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04"/>
                      <wps:cNvSpPr>
                        <a:spLocks/>
                      </wps:cNvSpPr>
                      <wps:spPr bwMode="auto">
                        <a:xfrm>
                          <a:off x="78711" y="113651"/>
                          <a:ext cx="118116" cy="85138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2147483646 w 373"/>
                            <a:gd name="T3" fmla="*/ 0 h 267"/>
                            <a:gd name="T4" fmla="*/ 2147483646 w 373"/>
                            <a:gd name="T5" fmla="*/ 2147483646 h 267"/>
                            <a:gd name="T6" fmla="*/ 2147483646 w 373"/>
                            <a:gd name="T7" fmla="*/ 2147483646 h 267"/>
                            <a:gd name="T8" fmla="*/ 2147483646 w 373"/>
                            <a:gd name="T9" fmla="*/ 0 h 267"/>
                            <a:gd name="T10" fmla="*/ 2147483646 w 373"/>
                            <a:gd name="T11" fmla="*/ 0 h 267"/>
                            <a:gd name="T12" fmla="*/ 2147483646 w 373"/>
                            <a:gd name="T13" fmla="*/ 2147483646 h 267"/>
                            <a:gd name="T14" fmla="*/ 2147483646 w 373"/>
                            <a:gd name="T15" fmla="*/ 0 h 267"/>
                            <a:gd name="T16" fmla="*/ 2147483646 w 373"/>
                            <a:gd name="T17" fmla="*/ 0 h 267"/>
                            <a:gd name="T18" fmla="*/ 2147483646 w 373"/>
                            <a:gd name="T19" fmla="*/ 2147483646 h 267"/>
                            <a:gd name="T20" fmla="*/ 2147483646 w 373"/>
                            <a:gd name="T21" fmla="*/ 2147483646 h 267"/>
                            <a:gd name="T22" fmla="*/ 2147483646 w 373"/>
                            <a:gd name="T23" fmla="*/ 2009043477 h 267"/>
                            <a:gd name="T24" fmla="*/ 2147483646 w 373"/>
                            <a:gd name="T25" fmla="*/ 2147483646 h 267"/>
                            <a:gd name="T26" fmla="*/ 1841680822 w 373"/>
                            <a:gd name="T27" fmla="*/ 2147483646 h 267"/>
                            <a:gd name="T28" fmla="*/ 0 w 373"/>
                            <a:gd name="T29" fmla="*/ 0 h 267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05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2147483646 w 201"/>
                            <a:gd name="T1" fmla="*/ 0 h 271"/>
                            <a:gd name="T2" fmla="*/ 2147483646 w 201"/>
                            <a:gd name="T3" fmla="*/ 129415152 h 271"/>
                            <a:gd name="T4" fmla="*/ 2147483646 w 201"/>
                            <a:gd name="T5" fmla="*/ 2070137459 h 271"/>
                            <a:gd name="T6" fmla="*/ 2147483646 w 201"/>
                            <a:gd name="T7" fmla="*/ 1876065229 h 271"/>
                            <a:gd name="T8" fmla="*/ 2147483646 w 201"/>
                            <a:gd name="T9" fmla="*/ 1681992998 h 271"/>
                            <a:gd name="T10" fmla="*/ 2147483646 w 201"/>
                            <a:gd name="T11" fmla="*/ 1681992998 h 271"/>
                            <a:gd name="T12" fmla="*/ 2147483646 w 201"/>
                            <a:gd name="T13" fmla="*/ 1746649758 h 271"/>
                            <a:gd name="T14" fmla="*/ 2147483646 w 201"/>
                            <a:gd name="T15" fmla="*/ 2005480380 h 271"/>
                            <a:gd name="T16" fmla="*/ 2147483646 w 201"/>
                            <a:gd name="T17" fmla="*/ 2147483646 h 271"/>
                            <a:gd name="T18" fmla="*/ 2147483646 w 201"/>
                            <a:gd name="T19" fmla="*/ 2147483646 h 271"/>
                            <a:gd name="T20" fmla="*/ 2147483646 w 201"/>
                            <a:gd name="T21" fmla="*/ 2147483646 h 271"/>
                            <a:gd name="T22" fmla="*/ 2147483646 w 201"/>
                            <a:gd name="T23" fmla="*/ 2147483646 h 271"/>
                            <a:gd name="T24" fmla="*/ 2147483646 w 201"/>
                            <a:gd name="T25" fmla="*/ 2147483646 h 271"/>
                            <a:gd name="T26" fmla="*/ 2147483646 w 201"/>
                            <a:gd name="T27" fmla="*/ 2147483646 h 271"/>
                            <a:gd name="T28" fmla="*/ 2147483646 w 201"/>
                            <a:gd name="T29" fmla="*/ 2147483646 h 271"/>
                            <a:gd name="T30" fmla="*/ 2147483646 w 201"/>
                            <a:gd name="T31" fmla="*/ 2147483646 h 271"/>
                            <a:gd name="T32" fmla="*/ 2147483646 w 201"/>
                            <a:gd name="T33" fmla="*/ 2147483646 h 271"/>
                            <a:gd name="T34" fmla="*/ 2147483646 w 201"/>
                            <a:gd name="T35" fmla="*/ 2147483646 h 271"/>
                            <a:gd name="T36" fmla="*/ 2147483646 w 201"/>
                            <a:gd name="T37" fmla="*/ 2147483646 h 271"/>
                            <a:gd name="T38" fmla="*/ 2147483646 w 201"/>
                            <a:gd name="T39" fmla="*/ 2147483646 h 271"/>
                            <a:gd name="T40" fmla="*/ 2147483646 w 201"/>
                            <a:gd name="T41" fmla="*/ 2147483646 h 271"/>
                            <a:gd name="T42" fmla="*/ 2147483646 w 201"/>
                            <a:gd name="T43" fmla="*/ 2147483646 h 271"/>
                            <a:gd name="T44" fmla="*/ 2147483646 w 201"/>
                            <a:gd name="T45" fmla="*/ 2147483646 h 271"/>
                            <a:gd name="T46" fmla="*/ 1356244806 w 201"/>
                            <a:gd name="T47" fmla="*/ 2147483646 h 271"/>
                            <a:gd name="T48" fmla="*/ 126190171 w 201"/>
                            <a:gd name="T49" fmla="*/ 2147483646 h 271"/>
                            <a:gd name="T50" fmla="*/ 315375583 w 201"/>
                            <a:gd name="T51" fmla="*/ 2147483646 h 271"/>
                            <a:gd name="T52" fmla="*/ 1356244806 w 201"/>
                            <a:gd name="T53" fmla="*/ 2147483646 h 271"/>
                            <a:gd name="T54" fmla="*/ 2147483646 w 201"/>
                            <a:gd name="T55" fmla="*/ 2147483646 h 271"/>
                            <a:gd name="T56" fmla="*/ 2147483646 w 201"/>
                            <a:gd name="T57" fmla="*/ 2147483646 h 271"/>
                            <a:gd name="T58" fmla="*/ 2147483646 w 201"/>
                            <a:gd name="T59" fmla="*/ 2147483646 h 271"/>
                            <a:gd name="T60" fmla="*/ 2147483646 w 201"/>
                            <a:gd name="T61" fmla="*/ 2147483646 h 271"/>
                            <a:gd name="T62" fmla="*/ 2147483646 w 201"/>
                            <a:gd name="T63" fmla="*/ 2147483646 h 271"/>
                            <a:gd name="T64" fmla="*/ 2147483646 w 201"/>
                            <a:gd name="T65" fmla="*/ 2147483646 h 271"/>
                            <a:gd name="T66" fmla="*/ 2147483646 w 201"/>
                            <a:gd name="T67" fmla="*/ 2147483646 h 271"/>
                            <a:gd name="T68" fmla="*/ 2018543515 w 201"/>
                            <a:gd name="T69" fmla="*/ 2147483646 h 271"/>
                            <a:gd name="T70" fmla="*/ 914679052 w 201"/>
                            <a:gd name="T71" fmla="*/ 2147483646 h 271"/>
                            <a:gd name="T72" fmla="*/ 378470669 w 201"/>
                            <a:gd name="T73" fmla="*/ 2147483646 h 271"/>
                            <a:gd name="T74" fmla="*/ 63095086 w 201"/>
                            <a:gd name="T75" fmla="*/ 2147483646 h 271"/>
                            <a:gd name="T76" fmla="*/ 0 w 201"/>
                            <a:gd name="T77" fmla="*/ 2147483646 h 271"/>
                            <a:gd name="T78" fmla="*/ 126190171 w 201"/>
                            <a:gd name="T79" fmla="*/ 1876065229 h 271"/>
                            <a:gd name="T80" fmla="*/ 378470669 w 201"/>
                            <a:gd name="T81" fmla="*/ 1293848536 h 271"/>
                            <a:gd name="T82" fmla="*/ 725393795 w 201"/>
                            <a:gd name="T83" fmla="*/ 873325038 h 271"/>
                            <a:gd name="T84" fmla="*/ 1766263017 w 201"/>
                            <a:gd name="T85" fmla="*/ 226451267 h 271"/>
                            <a:gd name="T86" fmla="*/ 2147483646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06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2147483646 w 201"/>
                            <a:gd name="T1" fmla="*/ 0 h 271"/>
                            <a:gd name="T2" fmla="*/ 2147483646 w 201"/>
                            <a:gd name="T3" fmla="*/ 129415152 h 271"/>
                            <a:gd name="T4" fmla="*/ 2147483646 w 201"/>
                            <a:gd name="T5" fmla="*/ 2070137459 h 271"/>
                            <a:gd name="T6" fmla="*/ 2147483646 w 201"/>
                            <a:gd name="T7" fmla="*/ 1876065229 h 271"/>
                            <a:gd name="T8" fmla="*/ 2147483646 w 201"/>
                            <a:gd name="T9" fmla="*/ 1681992998 h 271"/>
                            <a:gd name="T10" fmla="*/ 2147483646 w 201"/>
                            <a:gd name="T11" fmla="*/ 1681992998 h 271"/>
                            <a:gd name="T12" fmla="*/ 2147483646 w 201"/>
                            <a:gd name="T13" fmla="*/ 1746649758 h 271"/>
                            <a:gd name="T14" fmla="*/ 2147483646 w 201"/>
                            <a:gd name="T15" fmla="*/ 2005480380 h 271"/>
                            <a:gd name="T16" fmla="*/ 2147483646 w 201"/>
                            <a:gd name="T17" fmla="*/ 2147483646 h 271"/>
                            <a:gd name="T18" fmla="*/ 2147483646 w 201"/>
                            <a:gd name="T19" fmla="*/ 2147483646 h 271"/>
                            <a:gd name="T20" fmla="*/ 2147483646 w 201"/>
                            <a:gd name="T21" fmla="*/ 2147483646 h 271"/>
                            <a:gd name="T22" fmla="*/ 2147483646 w 201"/>
                            <a:gd name="T23" fmla="*/ 2147483646 h 271"/>
                            <a:gd name="T24" fmla="*/ 2147483646 w 201"/>
                            <a:gd name="T25" fmla="*/ 2147483646 h 271"/>
                            <a:gd name="T26" fmla="*/ 2147483646 w 201"/>
                            <a:gd name="T27" fmla="*/ 2147483646 h 271"/>
                            <a:gd name="T28" fmla="*/ 2147483646 w 201"/>
                            <a:gd name="T29" fmla="*/ 2147483646 h 271"/>
                            <a:gd name="T30" fmla="*/ 2147483646 w 201"/>
                            <a:gd name="T31" fmla="*/ 2147483646 h 271"/>
                            <a:gd name="T32" fmla="*/ 2147483646 w 201"/>
                            <a:gd name="T33" fmla="*/ 2147483646 h 271"/>
                            <a:gd name="T34" fmla="*/ 2147483646 w 201"/>
                            <a:gd name="T35" fmla="*/ 2147483646 h 271"/>
                            <a:gd name="T36" fmla="*/ 2147483646 w 201"/>
                            <a:gd name="T37" fmla="*/ 2147483646 h 271"/>
                            <a:gd name="T38" fmla="*/ 2147483646 w 201"/>
                            <a:gd name="T39" fmla="*/ 2147483646 h 271"/>
                            <a:gd name="T40" fmla="*/ 2147483646 w 201"/>
                            <a:gd name="T41" fmla="*/ 2147483646 h 271"/>
                            <a:gd name="T42" fmla="*/ 2147483646 w 201"/>
                            <a:gd name="T43" fmla="*/ 2147483646 h 271"/>
                            <a:gd name="T44" fmla="*/ 2147483646 w 201"/>
                            <a:gd name="T45" fmla="*/ 2147483646 h 271"/>
                            <a:gd name="T46" fmla="*/ 1356244806 w 201"/>
                            <a:gd name="T47" fmla="*/ 2147483646 h 271"/>
                            <a:gd name="T48" fmla="*/ 126190171 w 201"/>
                            <a:gd name="T49" fmla="*/ 2147483646 h 271"/>
                            <a:gd name="T50" fmla="*/ 315375583 w 201"/>
                            <a:gd name="T51" fmla="*/ 2147483646 h 271"/>
                            <a:gd name="T52" fmla="*/ 1356244806 w 201"/>
                            <a:gd name="T53" fmla="*/ 2147483646 h 271"/>
                            <a:gd name="T54" fmla="*/ 2147483646 w 201"/>
                            <a:gd name="T55" fmla="*/ 2147483646 h 271"/>
                            <a:gd name="T56" fmla="*/ 2147483646 w 201"/>
                            <a:gd name="T57" fmla="*/ 2147483646 h 271"/>
                            <a:gd name="T58" fmla="*/ 2147483646 w 201"/>
                            <a:gd name="T59" fmla="*/ 2147483646 h 271"/>
                            <a:gd name="T60" fmla="*/ 2147483646 w 201"/>
                            <a:gd name="T61" fmla="*/ 2147483646 h 271"/>
                            <a:gd name="T62" fmla="*/ 2147483646 w 201"/>
                            <a:gd name="T63" fmla="*/ 2147483646 h 271"/>
                            <a:gd name="T64" fmla="*/ 2147483646 w 201"/>
                            <a:gd name="T65" fmla="*/ 2147483646 h 271"/>
                            <a:gd name="T66" fmla="*/ 2147483646 w 201"/>
                            <a:gd name="T67" fmla="*/ 2147483646 h 271"/>
                            <a:gd name="T68" fmla="*/ 2018543515 w 201"/>
                            <a:gd name="T69" fmla="*/ 2147483646 h 271"/>
                            <a:gd name="T70" fmla="*/ 914679052 w 201"/>
                            <a:gd name="T71" fmla="*/ 2147483646 h 271"/>
                            <a:gd name="T72" fmla="*/ 378470669 w 201"/>
                            <a:gd name="T73" fmla="*/ 2147483646 h 271"/>
                            <a:gd name="T74" fmla="*/ 63095086 w 201"/>
                            <a:gd name="T75" fmla="*/ 2147483646 h 271"/>
                            <a:gd name="T76" fmla="*/ 0 w 201"/>
                            <a:gd name="T77" fmla="*/ 2147483646 h 271"/>
                            <a:gd name="T78" fmla="*/ 126190171 w 201"/>
                            <a:gd name="T79" fmla="*/ 1876065229 h 271"/>
                            <a:gd name="T80" fmla="*/ 378470669 w 201"/>
                            <a:gd name="T81" fmla="*/ 1293848536 h 271"/>
                            <a:gd name="T82" fmla="*/ 725393795 w 201"/>
                            <a:gd name="T83" fmla="*/ 873325038 h 271"/>
                            <a:gd name="T84" fmla="*/ 1766263017 w 201"/>
                            <a:gd name="T85" fmla="*/ 226451267 h 271"/>
                            <a:gd name="T86" fmla="*/ 2147483646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76FB68C8" id="Plátno 332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2147483646,2147483646;2147483646,2147483646;2147483646,2147483646;2147483646,2147483646;2147483646,2147483646;2147483646,2147483646;2147483646,2147483646;2147483646,2147483646;2147483646,2147483646;2147483646,2147483646;2147483646,2147483646;2147483646,0;2147483646,2147483646;2147483646,2147483646;0,2147483646;0,2147483646;2147483646,2147483646;2147483646,2147483646;2147483646,2147483646;2147483646,2147483646;2147483646,2147483646;2147483646,2147483646;2147483646,2147483646;2147483646,2147483646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0,2147483646;0,2147483646;2147483646,2147483646;2147483646,2147483646;2147483646,2147483646;2147483646,2147483646;2147483646,2147483646;2147483646,2147483646;2147483646,2147483646;2147483646,0;2147483646,0;2147483646,2147483646;2147483646,2147483646;2147483646,2147483646;2147483646,2147483646;2147483646,2147483646;2147483646,2147483646;2147483646,2147483646;2147483646,2147483646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0,2147483646;0,2147483646;2147483646,2147483646;2147483646,2147483646;2147483646,2147483646;2147483646,2147483646;2147483646,2147483646;2147483646,2147483646;2147483646,2147483646;2147483646,0;2147483646,0;2147483646,2147483646;2147483646,2147483646;2147483646,2147483646;2147483646,2147483646;2147483646,2147483646;2147483646,2147483646;2147483646,2147483646;2147483646,2147483646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2147483646,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0,2147483646;2147483646,2147483646;2147483646,2147483646;2147483646,2147483646;2147483646,2147483646;2147483646,2147483646;2147483646,2147483646;2147483646,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2147483646,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0,2147483646;2147483646,2147483646;2147483646,2147483646;2147483646,2147483646;2147483646,2147483646;2147483646,2147483646;2147483646,2147483646;2147483646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;2147483646,0;2147483646,0;2147483646,0;2147483646,2147483646;2147483646,2147483646;2147483646,2147483646;2147483646,2147483646;2147483646,2147483646;2147483646,2147483646;0,2147483646;0,2147483646;2147483646,2147483646;2147483646,2147483646;2147483646,2147483646;2147483646,2147483646;2147483646,2147483646;2147483646,2147483646;2147483646,2147483646;2147483646,2147483646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2147483646,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0,2147483646;2147483646,2147483646;2147483646,2147483646;2147483646,2147483646;2147483646,2147483646;2147483646,2147483646;2147483646,2147483646;2147483646,2147483646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2147483646,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0,2147483646;2147483646,2147483646;2147483646,2147483646;2147483646,2147483646;2147483646,2147483646;2147483646,2147483646;2147483646,2147483646;2147483646,2147483646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" path="m,l186,r,50l68,50r,54l178,104r,53l68,157r,58l190,215r,52l,267,,xe" fillcolor="black" stroked="f">
                <v:path arrowok="t" o:connecttype="custom" o:connectlocs="0,0;2147483646,0;2147483646,2147483646;2147483646,2147483646;2147483646,2147483646;2147483646,2147483646;2147483646,2147483646;2147483646,2147483646;2147483646,2147483646;2147483646,2147483646;2147483646,2147483646;0,2147483646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" path="m,l72,r33,203l107,203,141,r91,l269,203,304,r69,l311,267r-89,l186,62,151,267r-93,l,xe" fillcolor="black" stroked="f">
                <v:path arrowok="t" o:connecttype="custom" o:connectlocs="0,0;2147483646,0;2147483646,2147483646;2147483646,2147483646;2147483646,0;2147483646,0;2147483646,2147483646;2147483646,0;2147483646,0;2147483646,2147483646;2147483646,2147483646;2147483646,2147483646;2147483646,2147483646;2147483646,2147483646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2147483646,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0,2147483646;2147483646,2147483646;2147483646,2147483646;2147483646,2147483646;2147483646,2147483646;2147483646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2147483646,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0,2147483646;2147483646,2147483646;2147483646,2147483646;2147483646,2147483646;2147483646,2147483646;2147483646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E82F49" w:rsidRPr="00AE3921" w14:paraId="053C2320" w14:textId="77777777" w:rsidTr="00837B86">
      <w:trPr>
        <w:trHeight w:val="227"/>
        <w:jc w:val="center"/>
      </w:trPr>
      <w:tc>
        <w:tcPr>
          <w:tcW w:w="5103" w:type="dxa"/>
          <w:vAlign w:val="center"/>
        </w:tcPr>
        <w:p w14:paraId="06409383" w14:textId="77777777" w:rsidR="00E82F49" w:rsidRPr="00AE3921" w:rsidRDefault="00276A4E" w:rsidP="00837B86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25224154"/>
              <w:showingPlcHdr/>
              <w:text/>
            </w:sdtPr>
            <w:sdtEndPr/>
            <w:sdtContent>
              <w:r w:rsidR="00E82F49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E82F49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1686502366"/>
              <w:text/>
            </w:sdtPr>
            <w:sdtEndPr/>
            <w:sdtContent>
              <w:r w:rsidR="00E82F49">
                <w:rPr>
                  <w:color w:val="000000" w:themeColor="text1"/>
                  <w:sz w:val="12"/>
                  <w:szCs w:val="12"/>
                </w:rPr>
                <w:t>Intenzifikace Úpravny vody Březovice</w:t>
              </w:r>
            </w:sdtContent>
          </w:sdt>
          <w:r w:rsidR="00E82F49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-911925328"/>
              <w:showingPlcHdr/>
              <w:text/>
            </w:sdtPr>
            <w:sdtEndPr/>
            <w:sdtContent>
              <w:r w:rsidR="00E82F49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7667BFF5" w14:textId="77777777" w:rsidR="00E82F49" w:rsidRPr="00AE3921" w:rsidRDefault="00276A4E" w:rsidP="00FF70E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699753641"/>
              <w:text/>
            </w:sdtPr>
            <w:sdtEndPr/>
            <w:sdtContent>
              <w:r w:rsidR="00E82F49">
                <w:rPr>
                  <w:bCs/>
                  <w:color w:val="000000" w:themeColor="text1"/>
                  <w:sz w:val="12"/>
                  <w:szCs w:val="12"/>
                </w:rPr>
                <w:t>A</w:t>
              </w:r>
            </w:sdtContent>
          </w:sdt>
          <w:r w:rsidR="00E82F49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E82F49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268396638"/>
              <w:text/>
            </w:sdtPr>
            <w:sdtEndPr/>
            <w:sdtContent>
              <w:r w:rsidR="00E82F49">
                <w:rPr>
                  <w:bCs/>
                  <w:color w:val="000000" w:themeColor="text1"/>
                  <w:sz w:val="12"/>
                  <w:szCs w:val="12"/>
                </w:rPr>
                <w:t>Průvodní zpráva</w:t>
              </w:r>
            </w:sdtContent>
          </w:sdt>
        </w:p>
      </w:tc>
    </w:tr>
    <w:tr w:rsidR="00E82F49" w:rsidRPr="00AE3921" w14:paraId="5F8842B2" w14:textId="77777777" w:rsidTr="00837B86">
      <w:trPr>
        <w:trHeight w:val="227"/>
        <w:jc w:val="center"/>
      </w:trPr>
      <w:tc>
        <w:tcPr>
          <w:tcW w:w="5103" w:type="dxa"/>
          <w:vAlign w:val="center"/>
        </w:tcPr>
        <w:p w14:paraId="6F1C45AF" w14:textId="77777777" w:rsidR="00E82F49" w:rsidRPr="00AE3921" w:rsidRDefault="00276A4E" w:rsidP="00837B86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2016648961"/>
              <w:showingPlcHdr/>
              <w:text/>
            </w:sdtPr>
            <w:sdtEndPr/>
            <w:sdtContent>
              <w:r w:rsidR="00E82F49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2AAA3A38" w14:textId="77777777" w:rsidR="00E82F49" w:rsidRPr="00AE3921" w:rsidRDefault="00276A4E" w:rsidP="00FF70E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471561497"/>
              <w:text/>
            </w:sdtPr>
            <w:sdtEndPr/>
            <w:sdtContent>
              <w:r w:rsidR="00E82F49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09738407" w14:textId="77777777" w:rsidR="00E82F49" w:rsidRPr="00AE3921" w:rsidRDefault="00E82F49" w:rsidP="00837B86">
    <w:pPr>
      <w:pStyle w:val="Zhlav"/>
      <w:rPr>
        <w:color w:val="000000" w:themeColor="text1"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C2864A" w14:textId="77777777" w:rsidR="00E82F49" w:rsidRPr="00AE3921" w:rsidRDefault="00E82F49" w:rsidP="00837B86">
    <w:pPr>
      <w:pStyle w:val="Zhlav"/>
      <w:rPr>
        <w:color w:val="000000" w:themeColor="text1"/>
        <w:sz w:val="12"/>
        <w:szCs w:val="1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47BBC" w14:textId="77777777" w:rsidR="00E82F49" w:rsidRPr="00AE3921" w:rsidRDefault="00E82F49" w:rsidP="00CA337C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E82F49" w:rsidRPr="00AE3921" w14:paraId="7760A5AA" w14:textId="77777777" w:rsidTr="001F529C">
      <w:trPr>
        <w:trHeight w:val="227"/>
        <w:jc w:val="center"/>
      </w:trPr>
      <w:tc>
        <w:tcPr>
          <w:tcW w:w="5103" w:type="dxa"/>
          <w:vAlign w:val="center"/>
        </w:tcPr>
        <w:p w14:paraId="1C5BB43D" w14:textId="77777777" w:rsidR="00E82F49" w:rsidRPr="00AE3921" w:rsidRDefault="00276A4E" w:rsidP="001F529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848621635"/>
              <w:showingPlcHdr/>
              <w:text/>
            </w:sdtPr>
            <w:sdtEndPr/>
            <w:sdtContent>
              <w:r w:rsidR="00E82F49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E82F49" w:rsidRPr="00AE3921">
            <w:rPr>
              <w:color w:val="000000" w:themeColor="text1"/>
              <w:sz w:val="12"/>
              <w:szCs w:val="12"/>
            </w:rPr>
            <w:t xml:space="preserve"> </w:t>
          </w:r>
          <w:r w:rsidR="00E82F49" w:rsidRPr="00D007CB">
            <w:rPr>
              <w:color w:val="000000" w:themeColor="text1"/>
              <w:sz w:val="12"/>
              <w:szCs w:val="12"/>
            </w:rPr>
            <w:t>HRADEŠÍN – PŘIPOJKY PRO STAVEBNÍ POZEMKY Č.155/23, 155/24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-372854574"/>
              <w:text/>
            </w:sdtPr>
            <w:sdtEndPr/>
            <w:sdtContent/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051E52F1" w14:textId="77777777" w:rsidR="00E82F49" w:rsidRPr="00AE3921" w:rsidRDefault="00276A4E" w:rsidP="001F529C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1128089717"/>
              <w:text/>
            </w:sdtPr>
            <w:sdtEndPr/>
            <w:sdtContent>
              <w:r w:rsidR="00E82F49">
                <w:rPr>
                  <w:bCs/>
                  <w:color w:val="000000" w:themeColor="text1"/>
                  <w:sz w:val="12"/>
                  <w:szCs w:val="12"/>
                </w:rPr>
                <w:t>A</w:t>
              </w:r>
            </w:sdtContent>
          </w:sdt>
          <w:r w:rsidR="00E82F49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1561244866"/>
              <w:text/>
            </w:sdtPr>
            <w:sdtEndPr/>
            <w:sdtContent>
              <w:r w:rsidR="00E82F49">
                <w:rPr>
                  <w:bCs/>
                  <w:color w:val="000000" w:themeColor="text1"/>
                  <w:sz w:val="12"/>
                  <w:szCs w:val="12"/>
                </w:rPr>
                <w:t>Průvodní zpráva</w:t>
              </w:r>
            </w:sdtContent>
          </w:sdt>
        </w:p>
      </w:tc>
    </w:tr>
    <w:tr w:rsidR="00E82F49" w:rsidRPr="00AE3921" w14:paraId="13473788" w14:textId="77777777" w:rsidTr="001F529C">
      <w:trPr>
        <w:trHeight w:val="227"/>
        <w:jc w:val="center"/>
      </w:trPr>
      <w:tc>
        <w:tcPr>
          <w:tcW w:w="5103" w:type="dxa"/>
          <w:vAlign w:val="center"/>
        </w:tcPr>
        <w:p w14:paraId="51C05ADA" w14:textId="77777777" w:rsidR="00E82F49" w:rsidRPr="00AE3921" w:rsidRDefault="00276A4E" w:rsidP="001F529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618223195"/>
              <w:showingPlcHdr/>
              <w:text/>
            </w:sdtPr>
            <w:sdtEndPr/>
            <w:sdtContent>
              <w:r w:rsidR="00E82F49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5B6A2CD8" w14:textId="77777777" w:rsidR="00E82F49" w:rsidRPr="00AE3921" w:rsidRDefault="00276A4E" w:rsidP="00C87FFA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851409517"/>
              <w:text/>
            </w:sdtPr>
            <w:sdtEndPr/>
            <w:sdtContent>
              <w:r w:rsidR="00E82F49">
                <w:rPr>
                  <w:color w:val="000000" w:themeColor="text1"/>
                  <w:sz w:val="12"/>
                  <w:szCs w:val="12"/>
                </w:rPr>
                <w:t>DUR</w:t>
              </w:r>
            </w:sdtContent>
          </w:sdt>
        </w:p>
      </w:tc>
    </w:tr>
  </w:tbl>
  <w:p w14:paraId="2E2A26D0" w14:textId="77777777" w:rsidR="00E82F49" w:rsidRPr="00AE3921" w:rsidRDefault="00E82F49" w:rsidP="00CA337C">
    <w:pPr>
      <w:pStyle w:val="Zhlav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E7535"/>
    <w:multiLevelType w:val="hybridMultilevel"/>
    <w:tmpl w:val="8E4A15EE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" w15:restartNumberingAfterBreak="0">
    <w:nsid w:val="197C5D5E"/>
    <w:multiLevelType w:val="multilevel"/>
    <w:tmpl w:val="39F00404"/>
    <w:lvl w:ilvl="0">
      <w:start w:val="1"/>
      <w:numFmt w:val="bullet"/>
      <w:lvlText w:val="-"/>
      <w:lvlJc w:val="left"/>
      <w:pPr>
        <w:ind w:left="1004" w:hanging="360"/>
      </w:pPr>
      <w:rPr>
        <w:rFonts w:ascii="Century Gothic" w:hAnsi="Century Gothic" w:cs="Century Gothic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883094"/>
    <w:multiLevelType w:val="hybridMultilevel"/>
    <w:tmpl w:val="C1AC8194"/>
    <w:lvl w:ilvl="0" w:tplc="9372EE76">
      <w:start w:val="1"/>
      <w:numFmt w:val="bullet"/>
      <w:lvlText w:val="-"/>
      <w:lvlJc w:val="left"/>
      <w:pPr>
        <w:ind w:left="243" w:hanging="135"/>
      </w:pPr>
      <w:rPr>
        <w:rFonts w:ascii="Arial" w:eastAsia="Arial" w:hAnsi="Arial" w:cs="Times New Roman" w:hint="default"/>
        <w:sz w:val="22"/>
        <w:szCs w:val="22"/>
      </w:rPr>
    </w:lvl>
    <w:lvl w:ilvl="1" w:tplc="EA543454">
      <w:start w:val="1"/>
      <w:numFmt w:val="bullet"/>
      <w:lvlText w:val="•"/>
      <w:lvlJc w:val="left"/>
      <w:pPr>
        <w:ind w:left="1149" w:hanging="135"/>
      </w:pPr>
    </w:lvl>
    <w:lvl w:ilvl="2" w:tplc="D2162290">
      <w:start w:val="1"/>
      <w:numFmt w:val="bullet"/>
      <w:lvlText w:val="•"/>
      <w:lvlJc w:val="left"/>
      <w:pPr>
        <w:ind w:left="2056" w:hanging="135"/>
      </w:pPr>
    </w:lvl>
    <w:lvl w:ilvl="3" w:tplc="716A5A80">
      <w:start w:val="1"/>
      <w:numFmt w:val="bullet"/>
      <w:lvlText w:val="•"/>
      <w:lvlJc w:val="left"/>
      <w:pPr>
        <w:ind w:left="2962" w:hanging="135"/>
      </w:pPr>
    </w:lvl>
    <w:lvl w:ilvl="4" w:tplc="778004D8">
      <w:start w:val="1"/>
      <w:numFmt w:val="bullet"/>
      <w:lvlText w:val="•"/>
      <w:lvlJc w:val="left"/>
      <w:pPr>
        <w:ind w:left="3868" w:hanging="135"/>
      </w:pPr>
    </w:lvl>
    <w:lvl w:ilvl="5" w:tplc="4720FF26">
      <w:start w:val="1"/>
      <w:numFmt w:val="bullet"/>
      <w:lvlText w:val="•"/>
      <w:lvlJc w:val="left"/>
      <w:pPr>
        <w:ind w:left="4775" w:hanging="135"/>
      </w:pPr>
    </w:lvl>
    <w:lvl w:ilvl="6" w:tplc="E5BC0374">
      <w:start w:val="1"/>
      <w:numFmt w:val="bullet"/>
      <w:lvlText w:val="•"/>
      <w:lvlJc w:val="left"/>
      <w:pPr>
        <w:ind w:left="5681" w:hanging="135"/>
      </w:pPr>
    </w:lvl>
    <w:lvl w:ilvl="7" w:tplc="EC505202">
      <w:start w:val="1"/>
      <w:numFmt w:val="bullet"/>
      <w:lvlText w:val="•"/>
      <w:lvlJc w:val="left"/>
      <w:pPr>
        <w:ind w:left="6587" w:hanging="135"/>
      </w:pPr>
    </w:lvl>
    <w:lvl w:ilvl="8" w:tplc="88F6D62E">
      <w:start w:val="1"/>
      <w:numFmt w:val="bullet"/>
      <w:lvlText w:val="•"/>
      <w:lvlJc w:val="left"/>
      <w:pPr>
        <w:ind w:left="7493" w:hanging="135"/>
      </w:pPr>
    </w:lvl>
  </w:abstractNum>
  <w:abstractNum w:abstractNumId="3" w15:restartNumberingAfterBreak="0">
    <w:nsid w:val="3D6D4880"/>
    <w:multiLevelType w:val="multilevel"/>
    <w:tmpl w:val="57E68AA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aps w:val="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</w:abstractNum>
  <w:abstractNum w:abstractNumId="4" w15:restartNumberingAfterBreak="0">
    <w:nsid w:val="4E0B4C86"/>
    <w:multiLevelType w:val="hybridMultilevel"/>
    <w:tmpl w:val="667887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42716C"/>
    <w:multiLevelType w:val="multilevel"/>
    <w:tmpl w:val="97F04DB8"/>
    <w:lvl w:ilvl="0">
      <w:start w:val="1"/>
      <w:numFmt w:val="decimal"/>
      <w:lvlText w:val="%1"/>
      <w:lvlJc w:val="left"/>
      <w:pPr>
        <w:tabs>
          <w:tab w:val="num" w:pos="2232"/>
        </w:tabs>
        <w:ind w:left="22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86"/>
        </w:tabs>
        <w:ind w:left="128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5B0807A1"/>
    <w:multiLevelType w:val="hybridMultilevel"/>
    <w:tmpl w:val="2DAEFB4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447972"/>
    <w:multiLevelType w:val="hybridMultilevel"/>
    <w:tmpl w:val="B1548F4E"/>
    <w:lvl w:ilvl="0" w:tplc="CC84762A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5D1934"/>
    <w:multiLevelType w:val="singleLevel"/>
    <w:tmpl w:val="3D7639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64D21C50"/>
    <w:multiLevelType w:val="singleLevel"/>
    <w:tmpl w:val="BD225D1C"/>
    <w:lvl w:ilvl="0">
      <w:start w:val="11"/>
      <w:numFmt w:val="decimal"/>
      <w:lvlText w:val="%1-"/>
      <w:lvlJc w:val="left"/>
      <w:pPr>
        <w:tabs>
          <w:tab w:val="num" w:pos="1410"/>
        </w:tabs>
        <w:ind w:left="1410" w:hanging="495"/>
      </w:pPr>
      <w:rPr>
        <w:rFonts w:cs="Times New Roman" w:hint="default"/>
      </w:rPr>
    </w:lvl>
  </w:abstractNum>
  <w:abstractNum w:abstractNumId="10" w15:restartNumberingAfterBreak="0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6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8"/>
  </w:num>
  <w:num w:numId="12">
    <w:abstractNumId w:val="0"/>
  </w:num>
  <w:num w:numId="13">
    <w:abstractNumId w:val="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121"/>
    <w:rsid w:val="00003015"/>
    <w:rsid w:val="00004A1F"/>
    <w:rsid w:val="00006DA2"/>
    <w:rsid w:val="00014715"/>
    <w:rsid w:val="00017D7B"/>
    <w:rsid w:val="0002044B"/>
    <w:rsid w:val="0002076E"/>
    <w:rsid w:val="00023564"/>
    <w:rsid w:val="00025365"/>
    <w:rsid w:val="000316A3"/>
    <w:rsid w:val="00033F1B"/>
    <w:rsid w:val="00034A4A"/>
    <w:rsid w:val="00037017"/>
    <w:rsid w:val="00043E79"/>
    <w:rsid w:val="000448A4"/>
    <w:rsid w:val="00067A45"/>
    <w:rsid w:val="00072B7C"/>
    <w:rsid w:val="00077945"/>
    <w:rsid w:val="00080905"/>
    <w:rsid w:val="00080C04"/>
    <w:rsid w:val="00083054"/>
    <w:rsid w:val="00083A5C"/>
    <w:rsid w:val="00083CDD"/>
    <w:rsid w:val="00084042"/>
    <w:rsid w:val="000A3C59"/>
    <w:rsid w:val="000B1C39"/>
    <w:rsid w:val="000B469B"/>
    <w:rsid w:val="000C5288"/>
    <w:rsid w:val="000C6A0F"/>
    <w:rsid w:val="000D6D37"/>
    <w:rsid w:val="000E6247"/>
    <w:rsid w:val="000F414C"/>
    <w:rsid w:val="000F6FC0"/>
    <w:rsid w:val="000F75BA"/>
    <w:rsid w:val="0010059F"/>
    <w:rsid w:val="00100BEC"/>
    <w:rsid w:val="00102B9B"/>
    <w:rsid w:val="00102C76"/>
    <w:rsid w:val="00104F62"/>
    <w:rsid w:val="00105FEA"/>
    <w:rsid w:val="0010737E"/>
    <w:rsid w:val="00113C96"/>
    <w:rsid w:val="00120D4A"/>
    <w:rsid w:val="001234BA"/>
    <w:rsid w:val="001246C0"/>
    <w:rsid w:val="00125FE1"/>
    <w:rsid w:val="00130024"/>
    <w:rsid w:val="0013143A"/>
    <w:rsid w:val="00137D5F"/>
    <w:rsid w:val="00141863"/>
    <w:rsid w:val="00141C24"/>
    <w:rsid w:val="00141F34"/>
    <w:rsid w:val="00142B74"/>
    <w:rsid w:val="00143261"/>
    <w:rsid w:val="001450CA"/>
    <w:rsid w:val="00150676"/>
    <w:rsid w:val="00161E6A"/>
    <w:rsid w:val="00162F95"/>
    <w:rsid w:val="00163321"/>
    <w:rsid w:val="00163382"/>
    <w:rsid w:val="00170241"/>
    <w:rsid w:val="001746F2"/>
    <w:rsid w:val="00174917"/>
    <w:rsid w:val="00174A45"/>
    <w:rsid w:val="0017502D"/>
    <w:rsid w:val="0018623B"/>
    <w:rsid w:val="00186BE5"/>
    <w:rsid w:val="001964FD"/>
    <w:rsid w:val="001A32CB"/>
    <w:rsid w:val="001A39EF"/>
    <w:rsid w:val="001A4387"/>
    <w:rsid w:val="001B0384"/>
    <w:rsid w:val="001B2886"/>
    <w:rsid w:val="001B5626"/>
    <w:rsid w:val="001B640D"/>
    <w:rsid w:val="001C4D2E"/>
    <w:rsid w:val="001D2699"/>
    <w:rsid w:val="001D557C"/>
    <w:rsid w:val="001E0C4F"/>
    <w:rsid w:val="001E4DDD"/>
    <w:rsid w:val="001E5F0B"/>
    <w:rsid w:val="001F02EA"/>
    <w:rsid w:val="001F3E7C"/>
    <w:rsid w:val="001F529C"/>
    <w:rsid w:val="00200EB0"/>
    <w:rsid w:val="00205425"/>
    <w:rsid w:val="002056D0"/>
    <w:rsid w:val="00207A11"/>
    <w:rsid w:val="00215600"/>
    <w:rsid w:val="0021565A"/>
    <w:rsid w:val="00220E0B"/>
    <w:rsid w:val="002243E1"/>
    <w:rsid w:val="00224400"/>
    <w:rsid w:val="0022471C"/>
    <w:rsid w:val="00226929"/>
    <w:rsid w:val="002350FC"/>
    <w:rsid w:val="00237397"/>
    <w:rsid w:val="00243A96"/>
    <w:rsid w:val="00244AEA"/>
    <w:rsid w:val="00247899"/>
    <w:rsid w:val="002478AA"/>
    <w:rsid w:val="002512A5"/>
    <w:rsid w:val="0025409B"/>
    <w:rsid w:val="00254375"/>
    <w:rsid w:val="00254DE7"/>
    <w:rsid w:val="00256133"/>
    <w:rsid w:val="00256CEA"/>
    <w:rsid w:val="00261B2D"/>
    <w:rsid w:val="00263DEE"/>
    <w:rsid w:val="00264DC9"/>
    <w:rsid w:val="00267541"/>
    <w:rsid w:val="00271646"/>
    <w:rsid w:val="002752F3"/>
    <w:rsid w:val="00275BD1"/>
    <w:rsid w:val="00276A4E"/>
    <w:rsid w:val="002778F6"/>
    <w:rsid w:val="00285230"/>
    <w:rsid w:val="00285F45"/>
    <w:rsid w:val="00292FE9"/>
    <w:rsid w:val="002966B4"/>
    <w:rsid w:val="00297057"/>
    <w:rsid w:val="002A130B"/>
    <w:rsid w:val="002A1AAC"/>
    <w:rsid w:val="002A355A"/>
    <w:rsid w:val="002A52DF"/>
    <w:rsid w:val="002A78FA"/>
    <w:rsid w:val="002A7915"/>
    <w:rsid w:val="002B4B0A"/>
    <w:rsid w:val="002C1E82"/>
    <w:rsid w:val="002E245D"/>
    <w:rsid w:val="002E51D3"/>
    <w:rsid w:val="002E58D1"/>
    <w:rsid w:val="002F2AE2"/>
    <w:rsid w:val="002F59AF"/>
    <w:rsid w:val="003002A0"/>
    <w:rsid w:val="00302BC8"/>
    <w:rsid w:val="003038FB"/>
    <w:rsid w:val="00304521"/>
    <w:rsid w:val="00304B67"/>
    <w:rsid w:val="00310B80"/>
    <w:rsid w:val="003145A6"/>
    <w:rsid w:val="00321A0C"/>
    <w:rsid w:val="00331A00"/>
    <w:rsid w:val="00340663"/>
    <w:rsid w:val="00340F3B"/>
    <w:rsid w:val="00342C24"/>
    <w:rsid w:val="00342CA1"/>
    <w:rsid w:val="00343939"/>
    <w:rsid w:val="00344B0E"/>
    <w:rsid w:val="003451C3"/>
    <w:rsid w:val="00345DCB"/>
    <w:rsid w:val="003477D2"/>
    <w:rsid w:val="00347A6A"/>
    <w:rsid w:val="00350CA2"/>
    <w:rsid w:val="003520DC"/>
    <w:rsid w:val="00356A53"/>
    <w:rsid w:val="00361121"/>
    <w:rsid w:val="00367BDD"/>
    <w:rsid w:val="0037186F"/>
    <w:rsid w:val="00372D67"/>
    <w:rsid w:val="003779CA"/>
    <w:rsid w:val="00391957"/>
    <w:rsid w:val="0039201A"/>
    <w:rsid w:val="003934CC"/>
    <w:rsid w:val="00394654"/>
    <w:rsid w:val="00397624"/>
    <w:rsid w:val="003A2229"/>
    <w:rsid w:val="003A56E8"/>
    <w:rsid w:val="003A684D"/>
    <w:rsid w:val="003B0BB3"/>
    <w:rsid w:val="003B112F"/>
    <w:rsid w:val="003B1BBE"/>
    <w:rsid w:val="003B2826"/>
    <w:rsid w:val="003B378D"/>
    <w:rsid w:val="003B3C02"/>
    <w:rsid w:val="003B5AD4"/>
    <w:rsid w:val="003B5B1D"/>
    <w:rsid w:val="003B6D19"/>
    <w:rsid w:val="003C1C31"/>
    <w:rsid w:val="003C1D71"/>
    <w:rsid w:val="003C23D3"/>
    <w:rsid w:val="003C342E"/>
    <w:rsid w:val="003C40DA"/>
    <w:rsid w:val="003D404F"/>
    <w:rsid w:val="003E55D5"/>
    <w:rsid w:val="003F714B"/>
    <w:rsid w:val="00403619"/>
    <w:rsid w:val="00403EFE"/>
    <w:rsid w:val="00407EA7"/>
    <w:rsid w:val="0041251B"/>
    <w:rsid w:val="00412DF1"/>
    <w:rsid w:val="00420477"/>
    <w:rsid w:val="004240B0"/>
    <w:rsid w:val="00425E6E"/>
    <w:rsid w:val="004311DB"/>
    <w:rsid w:val="00432C3E"/>
    <w:rsid w:val="00437E07"/>
    <w:rsid w:val="00440B9B"/>
    <w:rsid w:val="0044351B"/>
    <w:rsid w:val="004439E7"/>
    <w:rsid w:val="00444277"/>
    <w:rsid w:val="00451CEA"/>
    <w:rsid w:val="00452B2B"/>
    <w:rsid w:val="00456832"/>
    <w:rsid w:val="00461851"/>
    <w:rsid w:val="00463BA5"/>
    <w:rsid w:val="0046488F"/>
    <w:rsid w:val="00465531"/>
    <w:rsid w:val="004656C2"/>
    <w:rsid w:val="00472D5D"/>
    <w:rsid w:val="00472DFF"/>
    <w:rsid w:val="0047496D"/>
    <w:rsid w:val="0047581E"/>
    <w:rsid w:val="00477E8A"/>
    <w:rsid w:val="00483551"/>
    <w:rsid w:val="004848B7"/>
    <w:rsid w:val="004A0419"/>
    <w:rsid w:val="004A0786"/>
    <w:rsid w:val="004A12E1"/>
    <w:rsid w:val="004A33A1"/>
    <w:rsid w:val="004B2FCB"/>
    <w:rsid w:val="004B3F22"/>
    <w:rsid w:val="004B4AEA"/>
    <w:rsid w:val="004B5E68"/>
    <w:rsid w:val="004B61E0"/>
    <w:rsid w:val="004C1301"/>
    <w:rsid w:val="004C3CA6"/>
    <w:rsid w:val="004C476F"/>
    <w:rsid w:val="004C4EFA"/>
    <w:rsid w:val="004D0495"/>
    <w:rsid w:val="004D2987"/>
    <w:rsid w:val="004D36B2"/>
    <w:rsid w:val="004D7433"/>
    <w:rsid w:val="004E0E29"/>
    <w:rsid w:val="004F0CC4"/>
    <w:rsid w:val="004F107D"/>
    <w:rsid w:val="004F71B0"/>
    <w:rsid w:val="00500537"/>
    <w:rsid w:val="00500C31"/>
    <w:rsid w:val="005016CA"/>
    <w:rsid w:val="00514EAF"/>
    <w:rsid w:val="00517E24"/>
    <w:rsid w:val="005275A9"/>
    <w:rsid w:val="005322BC"/>
    <w:rsid w:val="0053245D"/>
    <w:rsid w:val="00532923"/>
    <w:rsid w:val="00532DE5"/>
    <w:rsid w:val="00533B32"/>
    <w:rsid w:val="00533C2E"/>
    <w:rsid w:val="0053710E"/>
    <w:rsid w:val="00537349"/>
    <w:rsid w:val="00537680"/>
    <w:rsid w:val="005404AA"/>
    <w:rsid w:val="00540576"/>
    <w:rsid w:val="00543D66"/>
    <w:rsid w:val="00550C7E"/>
    <w:rsid w:val="00551465"/>
    <w:rsid w:val="0055360D"/>
    <w:rsid w:val="005550F0"/>
    <w:rsid w:val="00555C85"/>
    <w:rsid w:val="00557FA2"/>
    <w:rsid w:val="005609CC"/>
    <w:rsid w:val="00560EE0"/>
    <w:rsid w:val="005621B4"/>
    <w:rsid w:val="00565268"/>
    <w:rsid w:val="00572868"/>
    <w:rsid w:val="00573C28"/>
    <w:rsid w:val="0057432B"/>
    <w:rsid w:val="00574883"/>
    <w:rsid w:val="0058005B"/>
    <w:rsid w:val="00583344"/>
    <w:rsid w:val="00585577"/>
    <w:rsid w:val="0058623A"/>
    <w:rsid w:val="00596E8F"/>
    <w:rsid w:val="005A6BC0"/>
    <w:rsid w:val="005C1F66"/>
    <w:rsid w:val="005C2849"/>
    <w:rsid w:val="005C4991"/>
    <w:rsid w:val="005C4E4A"/>
    <w:rsid w:val="005D10AD"/>
    <w:rsid w:val="005D53A5"/>
    <w:rsid w:val="005D5CB0"/>
    <w:rsid w:val="005D62CE"/>
    <w:rsid w:val="005D6866"/>
    <w:rsid w:val="005E09F2"/>
    <w:rsid w:val="005E1A93"/>
    <w:rsid w:val="005E23F1"/>
    <w:rsid w:val="005E3282"/>
    <w:rsid w:val="005E3DF8"/>
    <w:rsid w:val="005E584A"/>
    <w:rsid w:val="005E7073"/>
    <w:rsid w:val="005F4D8F"/>
    <w:rsid w:val="005F6D0C"/>
    <w:rsid w:val="005F7543"/>
    <w:rsid w:val="00600E13"/>
    <w:rsid w:val="00602B2F"/>
    <w:rsid w:val="00603E19"/>
    <w:rsid w:val="0060611E"/>
    <w:rsid w:val="00620476"/>
    <w:rsid w:val="0062614B"/>
    <w:rsid w:val="00630123"/>
    <w:rsid w:val="006368ED"/>
    <w:rsid w:val="0064296C"/>
    <w:rsid w:val="00646D7F"/>
    <w:rsid w:val="00651050"/>
    <w:rsid w:val="00651477"/>
    <w:rsid w:val="00651F5E"/>
    <w:rsid w:val="0065514E"/>
    <w:rsid w:val="00661133"/>
    <w:rsid w:val="0066347D"/>
    <w:rsid w:val="006701D3"/>
    <w:rsid w:val="00672A63"/>
    <w:rsid w:val="00672BDC"/>
    <w:rsid w:val="006744BF"/>
    <w:rsid w:val="006778AE"/>
    <w:rsid w:val="006817D2"/>
    <w:rsid w:val="00683454"/>
    <w:rsid w:val="00685CFC"/>
    <w:rsid w:val="006866B6"/>
    <w:rsid w:val="00687329"/>
    <w:rsid w:val="0069085F"/>
    <w:rsid w:val="00693245"/>
    <w:rsid w:val="006A44F1"/>
    <w:rsid w:val="006A6012"/>
    <w:rsid w:val="006A6DDC"/>
    <w:rsid w:val="006A7632"/>
    <w:rsid w:val="006B05F3"/>
    <w:rsid w:val="006B0C28"/>
    <w:rsid w:val="006B2599"/>
    <w:rsid w:val="006B3223"/>
    <w:rsid w:val="006B6C2B"/>
    <w:rsid w:val="006C1E87"/>
    <w:rsid w:val="006C2025"/>
    <w:rsid w:val="006C24CD"/>
    <w:rsid w:val="006C3044"/>
    <w:rsid w:val="006C6763"/>
    <w:rsid w:val="006D2847"/>
    <w:rsid w:val="006D3A70"/>
    <w:rsid w:val="006D4B5D"/>
    <w:rsid w:val="006F3DB7"/>
    <w:rsid w:val="00705510"/>
    <w:rsid w:val="00705B73"/>
    <w:rsid w:val="00706014"/>
    <w:rsid w:val="00712EBB"/>
    <w:rsid w:val="00716104"/>
    <w:rsid w:val="00721573"/>
    <w:rsid w:val="00723522"/>
    <w:rsid w:val="00724552"/>
    <w:rsid w:val="007263F1"/>
    <w:rsid w:val="00727CE4"/>
    <w:rsid w:val="007349F7"/>
    <w:rsid w:val="00735764"/>
    <w:rsid w:val="007363AF"/>
    <w:rsid w:val="00741426"/>
    <w:rsid w:val="007415D0"/>
    <w:rsid w:val="007524DD"/>
    <w:rsid w:val="00752D8B"/>
    <w:rsid w:val="007538BF"/>
    <w:rsid w:val="007604F2"/>
    <w:rsid w:val="0076126E"/>
    <w:rsid w:val="00762289"/>
    <w:rsid w:val="00762F7F"/>
    <w:rsid w:val="00766433"/>
    <w:rsid w:val="007729A6"/>
    <w:rsid w:val="00773380"/>
    <w:rsid w:val="00773A8D"/>
    <w:rsid w:val="0077490E"/>
    <w:rsid w:val="00792244"/>
    <w:rsid w:val="00795018"/>
    <w:rsid w:val="00796821"/>
    <w:rsid w:val="007B0A57"/>
    <w:rsid w:val="007B1AEC"/>
    <w:rsid w:val="007B2615"/>
    <w:rsid w:val="007B6589"/>
    <w:rsid w:val="007B68CB"/>
    <w:rsid w:val="007C0FB8"/>
    <w:rsid w:val="007C1101"/>
    <w:rsid w:val="007C3CD9"/>
    <w:rsid w:val="007C45E8"/>
    <w:rsid w:val="007C488A"/>
    <w:rsid w:val="007E117C"/>
    <w:rsid w:val="007E1569"/>
    <w:rsid w:val="007E461D"/>
    <w:rsid w:val="007E562F"/>
    <w:rsid w:val="007E6621"/>
    <w:rsid w:val="007F030A"/>
    <w:rsid w:val="007F0F84"/>
    <w:rsid w:val="007F6B75"/>
    <w:rsid w:val="008011DF"/>
    <w:rsid w:val="008061F7"/>
    <w:rsid w:val="00811418"/>
    <w:rsid w:val="00814282"/>
    <w:rsid w:val="00816AA8"/>
    <w:rsid w:val="00820251"/>
    <w:rsid w:val="00822F66"/>
    <w:rsid w:val="008266CC"/>
    <w:rsid w:val="00831C67"/>
    <w:rsid w:val="00833D60"/>
    <w:rsid w:val="00834D54"/>
    <w:rsid w:val="00834E34"/>
    <w:rsid w:val="0083576E"/>
    <w:rsid w:val="00835D3E"/>
    <w:rsid w:val="00837B86"/>
    <w:rsid w:val="00841247"/>
    <w:rsid w:val="008532AC"/>
    <w:rsid w:val="00856F6B"/>
    <w:rsid w:val="00860813"/>
    <w:rsid w:val="00861D39"/>
    <w:rsid w:val="00862105"/>
    <w:rsid w:val="00875478"/>
    <w:rsid w:val="00877D0E"/>
    <w:rsid w:val="00881618"/>
    <w:rsid w:val="0088743C"/>
    <w:rsid w:val="00890307"/>
    <w:rsid w:val="008905EF"/>
    <w:rsid w:val="00890D30"/>
    <w:rsid w:val="008917A0"/>
    <w:rsid w:val="00891E2D"/>
    <w:rsid w:val="00892DAC"/>
    <w:rsid w:val="008A0D4C"/>
    <w:rsid w:val="008A4C22"/>
    <w:rsid w:val="008A55C6"/>
    <w:rsid w:val="008A758D"/>
    <w:rsid w:val="008A76CB"/>
    <w:rsid w:val="008B1388"/>
    <w:rsid w:val="008C0481"/>
    <w:rsid w:val="008C1A74"/>
    <w:rsid w:val="008D0DD8"/>
    <w:rsid w:val="008D62C0"/>
    <w:rsid w:val="008F08BE"/>
    <w:rsid w:val="008F1679"/>
    <w:rsid w:val="008F179B"/>
    <w:rsid w:val="00904C34"/>
    <w:rsid w:val="00911309"/>
    <w:rsid w:val="00912E45"/>
    <w:rsid w:val="00914F51"/>
    <w:rsid w:val="00920A53"/>
    <w:rsid w:val="00931D9B"/>
    <w:rsid w:val="00932EB4"/>
    <w:rsid w:val="0093354C"/>
    <w:rsid w:val="00933F50"/>
    <w:rsid w:val="00941E02"/>
    <w:rsid w:val="00943CBE"/>
    <w:rsid w:val="009441D2"/>
    <w:rsid w:val="00946707"/>
    <w:rsid w:val="00952B1F"/>
    <w:rsid w:val="00954D2C"/>
    <w:rsid w:val="00957046"/>
    <w:rsid w:val="00971A92"/>
    <w:rsid w:val="00973AD3"/>
    <w:rsid w:val="0097417A"/>
    <w:rsid w:val="0097772E"/>
    <w:rsid w:val="00980486"/>
    <w:rsid w:val="009805BC"/>
    <w:rsid w:val="00980A25"/>
    <w:rsid w:val="00983250"/>
    <w:rsid w:val="0098372B"/>
    <w:rsid w:val="009857E8"/>
    <w:rsid w:val="00990327"/>
    <w:rsid w:val="009931B8"/>
    <w:rsid w:val="00994A45"/>
    <w:rsid w:val="0099605E"/>
    <w:rsid w:val="009A30BE"/>
    <w:rsid w:val="009B5595"/>
    <w:rsid w:val="009B5966"/>
    <w:rsid w:val="009C1043"/>
    <w:rsid w:val="009C401B"/>
    <w:rsid w:val="009C5193"/>
    <w:rsid w:val="009C613E"/>
    <w:rsid w:val="009C64B7"/>
    <w:rsid w:val="009C691C"/>
    <w:rsid w:val="009C6DC0"/>
    <w:rsid w:val="009C7B62"/>
    <w:rsid w:val="009C7C5C"/>
    <w:rsid w:val="009D335E"/>
    <w:rsid w:val="009D76E5"/>
    <w:rsid w:val="009F0A34"/>
    <w:rsid w:val="009F5485"/>
    <w:rsid w:val="009F7F91"/>
    <w:rsid w:val="00A03B23"/>
    <w:rsid w:val="00A10CCF"/>
    <w:rsid w:val="00A123C1"/>
    <w:rsid w:val="00A20560"/>
    <w:rsid w:val="00A20A66"/>
    <w:rsid w:val="00A20F00"/>
    <w:rsid w:val="00A27A83"/>
    <w:rsid w:val="00A34094"/>
    <w:rsid w:val="00A35A69"/>
    <w:rsid w:val="00A37332"/>
    <w:rsid w:val="00A37398"/>
    <w:rsid w:val="00A41E02"/>
    <w:rsid w:val="00A44251"/>
    <w:rsid w:val="00A45DEE"/>
    <w:rsid w:val="00A50AAA"/>
    <w:rsid w:val="00A52351"/>
    <w:rsid w:val="00A5595C"/>
    <w:rsid w:val="00A66758"/>
    <w:rsid w:val="00A6746E"/>
    <w:rsid w:val="00A71ABB"/>
    <w:rsid w:val="00A73AAA"/>
    <w:rsid w:val="00A75E83"/>
    <w:rsid w:val="00A80FEE"/>
    <w:rsid w:val="00A8195A"/>
    <w:rsid w:val="00A857C7"/>
    <w:rsid w:val="00A86425"/>
    <w:rsid w:val="00A93FBC"/>
    <w:rsid w:val="00AA14F6"/>
    <w:rsid w:val="00AA2AD6"/>
    <w:rsid w:val="00AA353E"/>
    <w:rsid w:val="00AA41CD"/>
    <w:rsid w:val="00AA6DED"/>
    <w:rsid w:val="00AA7531"/>
    <w:rsid w:val="00AB63A9"/>
    <w:rsid w:val="00AB7158"/>
    <w:rsid w:val="00AD0F67"/>
    <w:rsid w:val="00AD3521"/>
    <w:rsid w:val="00AD7094"/>
    <w:rsid w:val="00AD73B9"/>
    <w:rsid w:val="00AD7BF6"/>
    <w:rsid w:val="00AE3921"/>
    <w:rsid w:val="00AE7BCF"/>
    <w:rsid w:val="00AF35D0"/>
    <w:rsid w:val="00AF45F2"/>
    <w:rsid w:val="00AF5BB1"/>
    <w:rsid w:val="00AF6F3E"/>
    <w:rsid w:val="00B03295"/>
    <w:rsid w:val="00B038F4"/>
    <w:rsid w:val="00B05189"/>
    <w:rsid w:val="00B05538"/>
    <w:rsid w:val="00B07945"/>
    <w:rsid w:val="00B10125"/>
    <w:rsid w:val="00B11911"/>
    <w:rsid w:val="00B13869"/>
    <w:rsid w:val="00B172E8"/>
    <w:rsid w:val="00B1753A"/>
    <w:rsid w:val="00B17655"/>
    <w:rsid w:val="00B259D6"/>
    <w:rsid w:val="00B25B04"/>
    <w:rsid w:val="00B306D7"/>
    <w:rsid w:val="00B3119F"/>
    <w:rsid w:val="00B31406"/>
    <w:rsid w:val="00B32672"/>
    <w:rsid w:val="00B35100"/>
    <w:rsid w:val="00B40E75"/>
    <w:rsid w:val="00B41EC3"/>
    <w:rsid w:val="00B4266F"/>
    <w:rsid w:val="00B452B3"/>
    <w:rsid w:val="00B476CB"/>
    <w:rsid w:val="00B47B01"/>
    <w:rsid w:val="00B53447"/>
    <w:rsid w:val="00B667F6"/>
    <w:rsid w:val="00B66B9D"/>
    <w:rsid w:val="00B67EFE"/>
    <w:rsid w:val="00B7117D"/>
    <w:rsid w:val="00B71D6D"/>
    <w:rsid w:val="00B739C6"/>
    <w:rsid w:val="00B742ED"/>
    <w:rsid w:val="00B76C19"/>
    <w:rsid w:val="00B76CEC"/>
    <w:rsid w:val="00B76F87"/>
    <w:rsid w:val="00B810AF"/>
    <w:rsid w:val="00B83B6F"/>
    <w:rsid w:val="00B91F02"/>
    <w:rsid w:val="00B91FAA"/>
    <w:rsid w:val="00B9481C"/>
    <w:rsid w:val="00BA092D"/>
    <w:rsid w:val="00BA3351"/>
    <w:rsid w:val="00BA3443"/>
    <w:rsid w:val="00BA57F2"/>
    <w:rsid w:val="00BB132E"/>
    <w:rsid w:val="00BB1F57"/>
    <w:rsid w:val="00BB4429"/>
    <w:rsid w:val="00BB7916"/>
    <w:rsid w:val="00BC1C44"/>
    <w:rsid w:val="00BD2AA6"/>
    <w:rsid w:val="00BD77D7"/>
    <w:rsid w:val="00BE1715"/>
    <w:rsid w:val="00BE3ADD"/>
    <w:rsid w:val="00BE3E73"/>
    <w:rsid w:val="00BE7574"/>
    <w:rsid w:val="00BF0AF6"/>
    <w:rsid w:val="00BF0EF5"/>
    <w:rsid w:val="00BF197C"/>
    <w:rsid w:val="00C01A6F"/>
    <w:rsid w:val="00C276B3"/>
    <w:rsid w:val="00C27F27"/>
    <w:rsid w:val="00C33679"/>
    <w:rsid w:val="00C3573E"/>
    <w:rsid w:val="00C36853"/>
    <w:rsid w:val="00C36D8C"/>
    <w:rsid w:val="00C42684"/>
    <w:rsid w:val="00C46FD3"/>
    <w:rsid w:val="00C52879"/>
    <w:rsid w:val="00C533F8"/>
    <w:rsid w:val="00C53E90"/>
    <w:rsid w:val="00C5414E"/>
    <w:rsid w:val="00C54CD6"/>
    <w:rsid w:val="00C5703F"/>
    <w:rsid w:val="00C6483A"/>
    <w:rsid w:val="00C65A71"/>
    <w:rsid w:val="00C65CAA"/>
    <w:rsid w:val="00C65FE5"/>
    <w:rsid w:val="00C67929"/>
    <w:rsid w:val="00C70738"/>
    <w:rsid w:val="00C716E0"/>
    <w:rsid w:val="00C717C2"/>
    <w:rsid w:val="00C83CAC"/>
    <w:rsid w:val="00C85D32"/>
    <w:rsid w:val="00C87FFA"/>
    <w:rsid w:val="00C9303C"/>
    <w:rsid w:val="00C96AB0"/>
    <w:rsid w:val="00CA021E"/>
    <w:rsid w:val="00CA06DF"/>
    <w:rsid w:val="00CA1682"/>
    <w:rsid w:val="00CA2D20"/>
    <w:rsid w:val="00CA337C"/>
    <w:rsid w:val="00CA5D30"/>
    <w:rsid w:val="00CB0C9E"/>
    <w:rsid w:val="00CB42E4"/>
    <w:rsid w:val="00CB573C"/>
    <w:rsid w:val="00CB7D67"/>
    <w:rsid w:val="00CC0616"/>
    <w:rsid w:val="00CC0FCF"/>
    <w:rsid w:val="00CC22F9"/>
    <w:rsid w:val="00CC36C9"/>
    <w:rsid w:val="00CD0899"/>
    <w:rsid w:val="00CD0A42"/>
    <w:rsid w:val="00CD3A75"/>
    <w:rsid w:val="00CD4DDB"/>
    <w:rsid w:val="00CE29BF"/>
    <w:rsid w:val="00CE2C13"/>
    <w:rsid w:val="00CE3E9F"/>
    <w:rsid w:val="00CE58D9"/>
    <w:rsid w:val="00CE5A92"/>
    <w:rsid w:val="00CF0423"/>
    <w:rsid w:val="00CF2918"/>
    <w:rsid w:val="00CF2D10"/>
    <w:rsid w:val="00D005BD"/>
    <w:rsid w:val="00D007CB"/>
    <w:rsid w:val="00D03184"/>
    <w:rsid w:val="00D07C35"/>
    <w:rsid w:val="00D13C63"/>
    <w:rsid w:val="00D146D8"/>
    <w:rsid w:val="00D40DAA"/>
    <w:rsid w:val="00D41532"/>
    <w:rsid w:val="00D46CF7"/>
    <w:rsid w:val="00D51C09"/>
    <w:rsid w:val="00D563C3"/>
    <w:rsid w:val="00D61B52"/>
    <w:rsid w:val="00D642DB"/>
    <w:rsid w:val="00D64B70"/>
    <w:rsid w:val="00D71E03"/>
    <w:rsid w:val="00D761D0"/>
    <w:rsid w:val="00D80FF2"/>
    <w:rsid w:val="00D85F13"/>
    <w:rsid w:val="00D90C67"/>
    <w:rsid w:val="00D94465"/>
    <w:rsid w:val="00D95B8E"/>
    <w:rsid w:val="00D96993"/>
    <w:rsid w:val="00DB5260"/>
    <w:rsid w:val="00DB7356"/>
    <w:rsid w:val="00DC2CF9"/>
    <w:rsid w:val="00DC674A"/>
    <w:rsid w:val="00DC7C6F"/>
    <w:rsid w:val="00DD15D4"/>
    <w:rsid w:val="00DD34C0"/>
    <w:rsid w:val="00DD3884"/>
    <w:rsid w:val="00DD3907"/>
    <w:rsid w:val="00DD3CDA"/>
    <w:rsid w:val="00DD3E27"/>
    <w:rsid w:val="00DD7B95"/>
    <w:rsid w:val="00DE23F3"/>
    <w:rsid w:val="00DE398D"/>
    <w:rsid w:val="00DE7199"/>
    <w:rsid w:val="00DE7946"/>
    <w:rsid w:val="00DF214B"/>
    <w:rsid w:val="00DF4EED"/>
    <w:rsid w:val="00E00192"/>
    <w:rsid w:val="00E01E6E"/>
    <w:rsid w:val="00E04E4F"/>
    <w:rsid w:val="00E07972"/>
    <w:rsid w:val="00E13BA7"/>
    <w:rsid w:val="00E13FBA"/>
    <w:rsid w:val="00E160F9"/>
    <w:rsid w:val="00E26DF4"/>
    <w:rsid w:val="00E27037"/>
    <w:rsid w:val="00E272AA"/>
    <w:rsid w:val="00E27980"/>
    <w:rsid w:val="00E31298"/>
    <w:rsid w:val="00E33173"/>
    <w:rsid w:val="00E461E9"/>
    <w:rsid w:val="00E4630C"/>
    <w:rsid w:val="00E50701"/>
    <w:rsid w:val="00E51EAD"/>
    <w:rsid w:val="00E53AFE"/>
    <w:rsid w:val="00E66F2F"/>
    <w:rsid w:val="00E74813"/>
    <w:rsid w:val="00E81AB1"/>
    <w:rsid w:val="00E82F49"/>
    <w:rsid w:val="00E87709"/>
    <w:rsid w:val="00E87E47"/>
    <w:rsid w:val="00E944CD"/>
    <w:rsid w:val="00E962A9"/>
    <w:rsid w:val="00EA0C83"/>
    <w:rsid w:val="00EA5D40"/>
    <w:rsid w:val="00EA7A2D"/>
    <w:rsid w:val="00EA7AB1"/>
    <w:rsid w:val="00EA7E72"/>
    <w:rsid w:val="00EB0FF7"/>
    <w:rsid w:val="00EB22EE"/>
    <w:rsid w:val="00EB5717"/>
    <w:rsid w:val="00EB6F91"/>
    <w:rsid w:val="00EB7420"/>
    <w:rsid w:val="00EC3EB5"/>
    <w:rsid w:val="00EC56B0"/>
    <w:rsid w:val="00EC6B10"/>
    <w:rsid w:val="00ED1AB9"/>
    <w:rsid w:val="00ED2291"/>
    <w:rsid w:val="00ED3ACD"/>
    <w:rsid w:val="00ED492F"/>
    <w:rsid w:val="00EE655A"/>
    <w:rsid w:val="00EE6CCB"/>
    <w:rsid w:val="00EE7821"/>
    <w:rsid w:val="00EF0509"/>
    <w:rsid w:val="00EF2A45"/>
    <w:rsid w:val="00F0689B"/>
    <w:rsid w:val="00F072D2"/>
    <w:rsid w:val="00F17ADE"/>
    <w:rsid w:val="00F2199C"/>
    <w:rsid w:val="00F23654"/>
    <w:rsid w:val="00F31E69"/>
    <w:rsid w:val="00F32292"/>
    <w:rsid w:val="00F32AFF"/>
    <w:rsid w:val="00F33032"/>
    <w:rsid w:val="00F40B3F"/>
    <w:rsid w:val="00F40DF2"/>
    <w:rsid w:val="00F423B4"/>
    <w:rsid w:val="00F4264B"/>
    <w:rsid w:val="00F5214F"/>
    <w:rsid w:val="00F536FB"/>
    <w:rsid w:val="00F5612C"/>
    <w:rsid w:val="00F5799D"/>
    <w:rsid w:val="00F62E1E"/>
    <w:rsid w:val="00F6635F"/>
    <w:rsid w:val="00F71E79"/>
    <w:rsid w:val="00F72E00"/>
    <w:rsid w:val="00F73FDD"/>
    <w:rsid w:val="00F7490D"/>
    <w:rsid w:val="00F81B53"/>
    <w:rsid w:val="00F85F5F"/>
    <w:rsid w:val="00F87889"/>
    <w:rsid w:val="00F90246"/>
    <w:rsid w:val="00F929FE"/>
    <w:rsid w:val="00FA08E3"/>
    <w:rsid w:val="00FA52C1"/>
    <w:rsid w:val="00FB4182"/>
    <w:rsid w:val="00FB5259"/>
    <w:rsid w:val="00FC78F8"/>
    <w:rsid w:val="00FD3AB8"/>
    <w:rsid w:val="00FD3AF7"/>
    <w:rsid w:val="00FD4253"/>
    <w:rsid w:val="00FE031B"/>
    <w:rsid w:val="00FE432C"/>
    <w:rsid w:val="00FF19D9"/>
    <w:rsid w:val="00FF47B7"/>
    <w:rsid w:val="00FF5336"/>
    <w:rsid w:val="00FF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003C1F0"/>
  <w15:docId w15:val="{E0439315-3796-4985-9099-A305FA209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1D557C"/>
    <w:pPr>
      <w:jc w:val="both"/>
    </w:pPr>
  </w:style>
  <w:style w:type="paragraph" w:styleId="Nadpis1">
    <w:name w:val="heading 1"/>
    <w:aliases w:val="Nadpis,1,n1"/>
    <w:basedOn w:val="Normln"/>
    <w:next w:val="Normln"/>
    <w:qFormat/>
    <w:rsid w:val="00161E6A"/>
    <w:pPr>
      <w:keepNext/>
      <w:numPr>
        <w:numId w:val="3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qFormat/>
    <w:rsid w:val="00CB0C9E"/>
    <w:pPr>
      <w:keepNext/>
      <w:numPr>
        <w:ilvl w:val="1"/>
        <w:numId w:val="3"/>
      </w:numPr>
      <w:tabs>
        <w:tab w:val="left" w:pos="862"/>
      </w:tabs>
      <w:spacing w:before="240" w:after="240" w:line="288" w:lineRule="auto"/>
      <w:outlineLvl w:val="1"/>
    </w:pPr>
    <w:rPr>
      <w:rFonts w:cs="Arial"/>
      <w:b/>
      <w:bCs/>
      <w:iCs/>
      <w:caps/>
      <w:sz w:val="24"/>
      <w:szCs w:val="28"/>
    </w:rPr>
  </w:style>
  <w:style w:type="paragraph" w:styleId="Nadpis3">
    <w:name w:val="heading 3"/>
    <w:basedOn w:val="Normln"/>
    <w:next w:val="Normln"/>
    <w:qFormat/>
    <w:rsid w:val="00CB0C9E"/>
    <w:pPr>
      <w:keepNext/>
      <w:numPr>
        <w:ilvl w:val="2"/>
        <w:numId w:val="3"/>
      </w:numPr>
      <w:spacing w:before="200" w:after="200" w:line="288" w:lineRule="auto"/>
      <w:outlineLvl w:val="2"/>
    </w:pPr>
    <w:rPr>
      <w:rFonts w:cs="Arial"/>
      <w:b/>
      <w:bCs/>
      <w:caps/>
      <w:sz w:val="22"/>
      <w:szCs w:val="26"/>
    </w:rPr>
  </w:style>
  <w:style w:type="paragraph" w:styleId="Nadpis4">
    <w:name w:val="heading 4"/>
    <w:basedOn w:val="Normln"/>
    <w:next w:val="Normln"/>
    <w:qFormat/>
    <w:rsid w:val="009C613E"/>
    <w:pPr>
      <w:keepNext/>
      <w:numPr>
        <w:ilvl w:val="3"/>
        <w:numId w:val="3"/>
      </w:numPr>
      <w:spacing w:before="200" w:after="200" w:line="288" w:lineRule="auto"/>
      <w:outlineLvl w:val="3"/>
    </w:pPr>
    <w:rPr>
      <w:b/>
      <w:bCs/>
      <w:caps/>
      <w:szCs w:val="28"/>
    </w:rPr>
  </w:style>
  <w:style w:type="paragraph" w:styleId="Nadpis5">
    <w:name w:val="heading 5"/>
    <w:basedOn w:val="Normln"/>
    <w:next w:val="Normln"/>
    <w:qFormat/>
    <w:rsid w:val="00CE29BF"/>
    <w:pPr>
      <w:keepNext/>
      <w:numPr>
        <w:ilvl w:val="4"/>
        <w:numId w:val="3"/>
      </w:numPr>
      <w:tabs>
        <w:tab w:val="left" w:pos="1004"/>
      </w:tabs>
      <w:spacing w:before="120" w:after="120" w:line="288" w:lineRule="auto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rsid w:val="00CE29BF"/>
    <w:pPr>
      <w:keepNext/>
      <w:numPr>
        <w:ilvl w:val="5"/>
        <w:numId w:val="3"/>
      </w:numPr>
      <w:tabs>
        <w:tab w:val="left" w:pos="1145"/>
      </w:tabs>
      <w:spacing w:before="120" w:after="120" w:line="288" w:lineRule="auto"/>
      <w:jc w:val="left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9C691C"/>
    <w:pPr>
      <w:keepNext/>
      <w:numPr>
        <w:ilvl w:val="6"/>
        <w:numId w:val="3"/>
      </w:numPr>
      <w:tabs>
        <w:tab w:val="left" w:pos="1287"/>
      </w:tabs>
      <w:spacing w:before="60" w:after="60" w:line="288" w:lineRule="auto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9C691C"/>
    <w:pPr>
      <w:keepNext/>
      <w:numPr>
        <w:ilvl w:val="7"/>
        <w:numId w:val="3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rsid w:val="009C691C"/>
    <w:pPr>
      <w:keepNext/>
      <w:numPr>
        <w:ilvl w:val="8"/>
        <w:numId w:val="3"/>
      </w:numPr>
      <w:tabs>
        <w:tab w:val="left" w:pos="1571"/>
      </w:tabs>
      <w:spacing w:line="288" w:lineRule="auto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2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paragraph" w:styleId="Odstavecseseznamem">
    <w:name w:val="List Paragraph"/>
    <w:basedOn w:val="Normln"/>
    <w:link w:val="OdstavecseseznamemChar"/>
    <w:uiPriority w:val="34"/>
    <w:qFormat/>
    <w:rsid w:val="00C36D8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B658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6589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6589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658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6589"/>
    <w:rPr>
      <w:b/>
      <w:bCs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331A0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331A00"/>
    <w:rPr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310B80"/>
    <w:pPr>
      <w:tabs>
        <w:tab w:val="left" w:pos="360"/>
      </w:tabs>
      <w:ind w:left="360" w:hanging="360"/>
    </w:pPr>
  </w:style>
  <w:style w:type="character" w:customStyle="1" w:styleId="TextpoznpodarouChar">
    <w:name w:val="Text pozn. pod čarou Char"/>
    <w:basedOn w:val="Standardnpsmoodstavce"/>
    <w:link w:val="Textpoznpodarou"/>
    <w:semiHidden/>
    <w:rsid w:val="00310B80"/>
  </w:style>
  <w:style w:type="character" w:styleId="Znakapoznpodarou">
    <w:name w:val="footnote reference"/>
    <w:basedOn w:val="Standardnpsmoodstavce"/>
    <w:semiHidden/>
    <w:rsid w:val="00310B80"/>
    <w:rPr>
      <w:vertAlign w:val="superscript"/>
    </w:rPr>
  </w:style>
  <w:style w:type="paragraph" w:customStyle="1" w:styleId="Styl1">
    <w:name w:val="Styl1"/>
    <w:basedOn w:val="Nadpis3"/>
    <w:qFormat/>
    <w:rsid w:val="00946707"/>
    <w:pPr>
      <w:numPr>
        <w:ilvl w:val="0"/>
        <w:numId w:val="5"/>
      </w:numPr>
    </w:pPr>
    <w:rPr>
      <w:sz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46707"/>
  </w:style>
  <w:style w:type="paragraph" w:customStyle="1" w:styleId="Normln0">
    <w:name w:val="Norm‡ln’"/>
    <w:rsid w:val="00141C24"/>
    <w:pPr>
      <w:jc w:val="both"/>
    </w:pPr>
    <w:rPr>
      <w:sz w:val="22"/>
    </w:rPr>
  </w:style>
  <w:style w:type="paragraph" w:customStyle="1" w:styleId="Vchoz">
    <w:name w:val="_Výchozí"/>
    <w:rsid w:val="00EE655A"/>
    <w:pPr>
      <w:spacing w:after="60"/>
      <w:jc w:val="both"/>
    </w:pPr>
    <w:rPr>
      <w:rFonts w:ascii="Times New Roman" w:hAnsi="Times New Roman"/>
      <w:sz w:val="24"/>
      <w:szCs w:val="24"/>
    </w:rPr>
  </w:style>
  <w:style w:type="paragraph" w:customStyle="1" w:styleId="StylNadpis1nenTunZarovnatdobloku">
    <w:name w:val="Styl Nadpis 1 + není Tučné Zarovnat do bloku"/>
    <w:basedOn w:val="Nadpis1"/>
    <w:rsid w:val="00EE655A"/>
    <w:pPr>
      <w:tabs>
        <w:tab w:val="left" w:pos="0"/>
      </w:tabs>
      <w:spacing w:before="0" w:after="0"/>
      <w:ind w:left="431" w:hanging="431"/>
    </w:pPr>
    <w:rPr>
      <w:rFonts w:ascii="Times New Roman" w:hAnsi="Times New Roman"/>
      <w:b w:val="0"/>
      <w:bCs w:val="0"/>
      <w:caps w:val="0"/>
      <w:sz w:val="32"/>
    </w:rPr>
  </w:style>
  <w:style w:type="paragraph" w:customStyle="1" w:styleId="Techzprtext">
    <w:name w:val="Techzprtext"/>
    <w:basedOn w:val="Normln"/>
    <w:autoRedefine/>
    <w:uiPriority w:val="99"/>
    <w:rsid w:val="00914F51"/>
    <w:pPr>
      <w:tabs>
        <w:tab w:val="left" w:pos="426"/>
        <w:tab w:val="left" w:pos="6096"/>
        <w:tab w:val="left" w:pos="7938"/>
        <w:tab w:val="left" w:pos="11766"/>
      </w:tabs>
    </w:pPr>
    <w:rPr>
      <w:rFonts w:eastAsiaTheme="minorEastAsia" w:cs="Arial"/>
    </w:rPr>
  </w:style>
  <w:style w:type="paragraph" w:customStyle="1" w:styleId="Default">
    <w:name w:val="Default"/>
    <w:rsid w:val="007263F1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7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31597-CA0C-4E78-B73C-08FBD06C4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Minutes en x</Template>
  <TotalTime>10</TotalTime>
  <Pages>2</Pages>
  <Words>76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DUR A Úvodní údaje, identifikace</vt:lpstr>
    </vt:vector>
  </TitlesOfParts>
  <Company>Sweco Hydroprojekt a.s.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DUR A Úvodní údaje, identifikace</dc:title>
  <dc:creator>Sweco Hydroprojekt a.s.</dc:creator>
  <cp:lastModifiedBy>Věra Marešová</cp:lastModifiedBy>
  <cp:revision>4</cp:revision>
  <cp:lastPrinted>2019-09-23T07:56:00Z</cp:lastPrinted>
  <dcterms:created xsi:type="dcterms:W3CDTF">2019-09-23T07:50:00Z</dcterms:created>
  <dcterms:modified xsi:type="dcterms:W3CDTF">2019-09-23T11:11:00Z</dcterms:modified>
</cp:coreProperties>
</file>